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Marianne" w:hAnsi="Marianne"/>
          <w:b/>
          <w:color w:val="0B71B3" w:themeColor="text2"/>
          <w:sz w:val="18"/>
          <w:szCs w:val="18"/>
        </w:rPr>
        <w:id w:val="-2109039528"/>
        <w:docPartObj>
          <w:docPartGallery w:val="Cover Pages"/>
          <w:docPartUnique/>
        </w:docPartObj>
      </w:sdtPr>
      <w:sdtEndPr>
        <w:rPr>
          <w:b w:val="0"/>
          <w:noProof/>
          <w:color w:val="666666" w:themeColor="text1"/>
          <w:lang w:eastAsia="fr-FR"/>
        </w:rPr>
      </w:sdtEndPr>
      <w:sdtContent>
        <w:p w14:paraId="27976919" w14:textId="50347A96" w:rsidR="003B76C5" w:rsidRPr="008D446A" w:rsidRDefault="003B76C5" w:rsidP="003B76C5">
          <w:pPr>
            <w:contextualSpacing/>
            <w:jc w:val="right"/>
            <w:rPr>
              <w:rFonts w:ascii="Marianne" w:hAnsi="Marianne" w:cs="Arial"/>
              <w:b/>
              <w:szCs w:val="24"/>
            </w:rPr>
          </w:pPr>
          <w:r w:rsidRPr="008D446A">
            <w:rPr>
              <w:rFonts w:ascii="Marianne" w:hAnsi="Marianne"/>
              <w:noProof/>
              <w:szCs w:val="24"/>
            </w:rPr>
            <w:drawing>
              <wp:anchor distT="0" distB="0" distL="114300" distR="114300" simplePos="0" relativeHeight="251667456" behindDoc="1" locked="0" layoutInCell="1" allowOverlap="1" wp14:anchorId="2DE599E3" wp14:editId="3B7E2918">
                <wp:simplePos x="0" y="0"/>
                <wp:positionH relativeFrom="margin">
                  <wp:posOffset>-365760</wp:posOffset>
                </wp:positionH>
                <wp:positionV relativeFrom="paragraph">
                  <wp:posOffset>-532231</wp:posOffset>
                </wp:positionV>
                <wp:extent cx="1565275" cy="1276350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527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D446A">
            <w:rPr>
              <w:rFonts w:ascii="Marianne" w:hAnsi="Marianne" w:cs="Arial"/>
              <w:b/>
              <w:szCs w:val="24"/>
            </w:rPr>
            <w:t>DIRECTION</w:t>
          </w:r>
          <w:r w:rsidR="00583FDD" w:rsidRPr="008D446A">
            <w:rPr>
              <w:rFonts w:ascii="Marianne" w:hAnsi="Marianne" w:cs="Arial"/>
              <w:b/>
              <w:szCs w:val="24"/>
            </w:rPr>
            <w:t xml:space="preserve"> GENERALE</w:t>
          </w:r>
        </w:p>
        <w:p w14:paraId="76A7B7C6" w14:textId="1366A7A7" w:rsidR="003B76C5" w:rsidRPr="008D446A" w:rsidRDefault="003B76C5" w:rsidP="003B76C5">
          <w:pPr>
            <w:contextualSpacing/>
            <w:jc w:val="right"/>
            <w:rPr>
              <w:rFonts w:ascii="Marianne" w:hAnsi="Marianne" w:cs="Arial"/>
              <w:b/>
              <w:sz w:val="28"/>
              <w:szCs w:val="28"/>
            </w:rPr>
          </w:pPr>
          <w:r w:rsidRPr="008D446A">
            <w:rPr>
              <w:rFonts w:ascii="Marianne" w:hAnsi="Marianne" w:cs="Arial"/>
              <w:b/>
              <w:szCs w:val="24"/>
            </w:rPr>
            <w:t>DE L’ADMINISTRATION PENITENTIAIRE</w:t>
          </w:r>
        </w:p>
        <w:p w14:paraId="7539C07D" w14:textId="1275525E" w:rsidR="008A746F" w:rsidRPr="008D446A" w:rsidRDefault="008A746F" w:rsidP="005032FC">
          <w:pPr>
            <w:rPr>
              <w:rFonts w:ascii="Marianne" w:hAnsi="Marianne"/>
              <w:sz w:val="18"/>
              <w:szCs w:val="18"/>
            </w:rPr>
          </w:pPr>
        </w:p>
        <w:p w14:paraId="25404922" w14:textId="77777777" w:rsidR="0053646E" w:rsidRPr="008D446A" w:rsidRDefault="0053646E" w:rsidP="00EA77B5">
          <w:pPr>
            <w:pStyle w:val="Sansinterligne"/>
            <w:rPr>
              <w:rFonts w:ascii="Marianne" w:hAnsi="Marianne" w:cs="Times New Roman"/>
              <w:color w:val="0070C0"/>
              <w:sz w:val="18"/>
              <w:szCs w:val="18"/>
            </w:rPr>
          </w:pPr>
        </w:p>
        <w:p w14:paraId="099F3342" w14:textId="77777777" w:rsidR="003B76C5" w:rsidRPr="008D446A" w:rsidRDefault="003B76C5" w:rsidP="00EA77B5">
          <w:pPr>
            <w:pStyle w:val="Sansinterligne"/>
            <w:rPr>
              <w:rFonts w:ascii="Marianne" w:hAnsi="Marianne" w:cs="Times New Roman"/>
              <w:color w:val="0070C0"/>
              <w:sz w:val="18"/>
              <w:szCs w:val="18"/>
            </w:rPr>
          </w:pPr>
        </w:p>
        <w:p w14:paraId="2613247C" w14:textId="717AD330" w:rsidR="00EA77B5" w:rsidRPr="008D446A" w:rsidRDefault="00EA77B5" w:rsidP="00EA77B5">
          <w:pPr>
            <w:pStyle w:val="Normal1"/>
            <w:spacing w:line="276" w:lineRule="auto"/>
            <w:jc w:val="center"/>
            <w:rPr>
              <w:rFonts w:ascii="Marianne" w:hAnsi="Marianne"/>
              <w:b/>
              <w:sz w:val="18"/>
              <w:szCs w:val="18"/>
            </w:rPr>
          </w:pPr>
          <w:r w:rsidRPr="008D446A">
            <w:rPr>
              <w:rFonts w:ascii="Marianne" w:hAnsi="Marianne"/>
              <w:b/>
              <w:noProof/>
              <w:sz w:val="18"/>
              <w:szCs w:val="18"/>
            </w:rPr>
            <w:t>MARCH</w:t>
          </w:r>
          <w:r w:rsidR="003B76C5" w:rsidRPr="008D446A">
            <w:rPr>
              <w:rFonts w:ascii="Marianne" w:hAnsi="Marianne"/>
              <w:b/>
              <w:noProof/>
              <w:sz w:val="18"/>
              <w:szCs w:val="18"/>
            </w:rPr>
            <w:t xml:space="preserve">E DE FOURNITURES COURANTES ET </w:t>
          </w:r>
          <w:r w:rsidRPr="008D446A">
            <w:rPr>
              <w:rFonts w:ascii="Marianne" w:hAnsi="Marianne"/>
              <w:b/>
              <w:noProof/>
              <w:sz w:val="18"/>
              <w:szCs w:val="18"/>
            </w:rPr>
            <w:t>DE SERVICES</w:t>
          </w:r>
        </w:p>
        <w:p w14:paraId="476B6CA2" w14:textId="77777777" w:rsidR="00EA77B5" w:rsidRPr="008D446A" w:rsidRDefault="00EA77B5" w:rsidP="00EA77B5">
          <w:pPr>
            <w:spacing w:line="276" w:lineRule="auto"/>
            <w:jc w:val="center"/>
            <w:rPr>
              <w:rFonts w:ascii="Marianne" w:hAnsi="Marianne" w:cs="Times New Roman"/>
              <w:b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b/>
              <w:noProof/>
              <w:color w:val="auto"/>
              <w:sz w:val="18"/>
              <w:szCs w:val="18"/>
            </w:rPr>
            <w:t>Ministère de la Justice</w:t>
          </w:r>
        </w:p>
        <w:p w14:paraId="7F33568B" w14:textId="77777777" w:rsidR="00EA77B5" w:rsidRPr="008D446A" w:rsidRDefault="00EA77B5" w:rsidP="00EA77B5">
          <w:pPr>
            <w:pStyle w:val="Niveau2"/>
            <w:spacing w:line="276" w:lineRule="auto"/>
            <w:jc w:val="center"/>
            <w:rPr>
              <w:rFonts w:ascii="Marianne" w:hAnsi="Marianne"/>
              <w:sz w:val="18"/>
              <w:szCs w:val="18"/>
              <w:u w:val="single"/>
            </w:rPr>
          </w:pPr>
          <w:r w:rsidRPr="008D446A">
            <w:rPr>
              <w:rFonts w:ascii="Marianne" w:hAnsi="Marianne"/>
              <w:noProof/>
              <w:sz w:val="18"/>
              <w:szCs w:val="18"/>
              <w:u w:val="single"/>
            </w:rPr>
            <w:t>Direction interrégionale des Services pénitentiaires de Paris</w:t>
          </w:r>
        </w:p>
        <w:p w14:paraId="6F8C0E93" w14:textId="77777777" w:rsidR="00EA77B5" w:rsidRPr="008D446A" w:rsidRDefault="00EA77B5" w:rsidP="00EA77B5">
          <w:pPr>
            <w:spacing w:line="240" w:lineRule="auto"/>
            <w:jc w:val="center"/>
            <w:rPr>
              <w:rFonts w:ascii="Marianne" w:hAnsi="Marianne" w:cs="Times New Roman"/>
              <w:b/>
              <w:noProof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b/>
              <w:noProof/>
              <w:color w:val="auto"/>
              <w:sz w:val="18"/>
              <w:szCs w:val="18"/>
            </w:rPr>
            <w:t>Département du Budget et des Finances</w:t>
          </w:r>
        </w:p>
        <w:p w14:paraId="6B1815CF" w14:textId="77777777" w:rsidR="00EA77B5" w:rsidRPr="008D446A" w:rsidRDefault="00EA77B5" w:rsidP="00EA77B5">
          <w:pPr>
            <w:spacing w:line="240" w:lineRule="auto"/>
            <w:jc w:val="center"/>
            <w:rPr>
              <w:rFonts w:ascii="Marianne" w:hAnsi="Marianne" w:cs="Times New Roman"/>
              <w:b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b/>
              <w:noProof/>
              <w:color w:val="auto"/>
              <w:sz w:val="18"/>
              <w:szCs w:val="18"/>
            </w:rPr>
            <w:t>Unité des Achats et des Marchés Publics</w:t>
          </w:r>
        </w:p>
        <w:p w14:paraId="1609A282" w14:textId="77777777" w:rsidR="00EA77B5" w:rsidRPr="008D446A" w:rsidRDefault="00EA77B5" w:rsidP="00EA77B5">
          <w:pPr>
            <w:spacing w:line="240" w:lineRule="auto"/>
            <w:jc w:val="center"/>
            <w:rPr>
              <w:rFonts w:ascii="Marianne" w:hAnsi="Marianne" w:cs="Times New Roman"/>
              <w:noProof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noProof/>
              <w:color w:val="auto"/>
              <w:sz w:val="18"/>
              <w:szCs w:val="18"/>
            </w:rPr>
            <w:t>3, avenue de la Division Leclerc</w:t>
          </w:r>
        </w:p>
        <w:p w14:paraId="0AAC15E5" w14:textId="77777777" w:rsidR="00EA77B5" w:rsidRPr="008D446A" w:rsidRDefault="00EA77B5" w:rsidP="00EA77B5">
          <w:pPr>
            <w:spacing w:line="240" w:lineRule="auto"/>
            <w:jc w:val="center"/>
            <w:rPr>
              <w:rFonts w:ascii="Marianne" w:hAnsi="Marianne" w:cs="Times New Roman"/>
              <w:noProof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noProof/>
              <w:color w:val="auto"/>
              <w:sz w:val="18"/>
              <w:szCs w:val="18"/>
            </w:rPr>
            <w:t>B.P. 103</w:t>
          </w:r>
        </w:p>
        <w:p w14:paraId="06D09C4E" w14:textId="77777777" w:rsidR="00EA77B5" w:rsidRPr="008D446A" w:rsidRDefault="00EA77B5" w:rsidP="00EA77B5">
          <w:pPr>
            <w:spacing w:line="240" w:lineRule="auto"/>
            <w:jc w:val="center"/>
            <w:rPr>
              <w:rFonts w:ascii="Marianne" w:hAnsi="Marianne" w:cs="Times New Roman"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noProof/>
              <w:color w:val="auto"/>
              <w:sz w:val="18"/>
              <w:szCs w:val="18"/>
            </w:rPr>
            <w:t>94267 FRESNES CEDEX</w:t>
          </w:r>
        </w:p>
        <w:p w14:paraId="6D5BE697" w14:textId="2EFBA050" w:rsidR="00EA77B5" w:rsidRPr="008D446A" w:rsidRDefault="00EA77B5" w:rsidP="00EA77B5">
          <w:pPr>
            <w:spacing w:line="240" w:lineRule="auto"/>
            <w:jc w:val="center"/>
            <w:rPr>
              <w:rFonts w:ascii="Marianne" w:hAnsi="Marianne"/>
              <w:noProof/>
              <w:color w:val="auto"/>
              <w:sz w:val="18"/>
              <w:szCs w:val="18"/>
            </w:rPr>
          </w:pPr>
          <w:r w:rsidRPr="008D446A">
            <w:rPr>
              <w:rFonts w:ascii="Marianne" w:hAnsi="Marianne" w:cs="Times New Roman"/>
              <w:noProof/>
              <w:color w:val="auto"/>
              <w:sz w:val="18"/>
              <w:szCs w:val="18"/>
            </w:rPr>
            <w:t>Tél: 01 88 28 70 00</w:t>
          </w:r>
          <w:r w:rsidR="008D446A" w:rsidRPr="008D446A">
            <w:rPr>
              <w:rFonts w:ascii="Marianne" w:hAnsi="Marianne"/>
              <w:noProof/>
              <w:color w:val="auto"/>
              <w:sz w:val="18"/>
              <w:szCs w:val="18"/>
            </w:rPr>
            <w:object w:dxaOrig="1440" w:dyaOrig="1440" w14:anchorId="17AC8B8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60.3pt;margin-top:59.2pt;width:468pt;height:47.5pt;z-index:251665408;mso-position-horizontal-relative:page;mso-position-vertical-relative:text" o:allowincell="f" fillcolor="window">
                <v:imagedata r:id="rId12" o:title=""/>
                <w10:wrap type="topAndBottom" anchorx="page"/>
              </v:shape>
              <o:OLEObject Type="Embed" ProgID="Word.Picture.8" ShapeID="_x0000_s2050" DrawAspect="Content" ObjectID="_1833109289" r:id="rId13"/>
            </w:object>
          </w:r>
        </w:p>
        <w:p w14:paraId="79AA332D" w14:textId="77777777" w:rsidR="00EA77B5" w:rsidRPr="008D446A" w:rsidRDefault="00EA77B5" w:rsidP="00EA77B5">
          <w:pPr>
            <w:framePr w:hSpace="142" w:wrap="notBeside" w:vAnchor="text" w:hAnchor="page" w:xAlign="center" w:y="1"/>
            <w:spacing w:line="276" w:lineRule="auto"/>
            <w:jc w:val="center"/>
            <w:rPr>
              <w:rFonts w:ascii="Marianne" w:hAnsi="Marianne"/>
              <w:color w:val="auto"/>
              <w:sz w:val="18"/>
              <w:szCs w:val="18"/>
            </w:rPr>
          </w:pPr>
        </w:p>
        <w:tbl>
          <w:tblPr>
            <w:tblStyle w:val="Grilledutableau1"/>
            <w:tblW w:w="0" w:type="auto"/>
            <w:tblLook w:val="04A0" w:firstRow="1" w:lastRow="0" w:firstColumn="1" w:lastColumn="0" w:noHBand="0" w:noVBand="1"/>
          </w:tblPr>
          <w:tblGrid>
            <w:gridCol w:w="9062"/>
          </w:tblGrid>
          <w:tr w:rsidR="00EA77B5" w:rsidRPr="008D446A" w14:paraId="318C4AFE" w14:textId="77777777" w:rsidTr="00EA77B5">
            <w:tc>
              <w:tcPr>
                <w:tcW w:w="9062" w:type="dxa"/>
              </w:tcPr>
              <w:p w14:paraId="17018D09" w14:textId="77777777" w:rsidR="00EA77B5" w:rsidRPr="008D446A" w:rsidRDefault="00EA77B5" w:rsidP="00F85744">
                <w:pPr>
                  <w:pStyle w:val="Sansinterligne"/>
                  <w:jc w:val="center"/>
                  <w:rPr>
                    <w:rFonts w:ascii="Marianne" w:hAnsi="Marianne"/>
                    <w:b/>
                    <w:color w:val="0070C0"/>
                    <w:sz w:val="18"/>
                    <w:szCs w:val="18"/>
                  </w:rPr>
                </w:pPr>
                <w:r w:rsidRPr="008D446A">
                  <w:rPr>
                    <w:rFonts w:ascii="Marianne" w:hAnsi="Marianne"/>
                    <w:b/>
                    <w:caps/>
                    <w:sz w:val="18"/>
                    <w:szCs w:val="18"/>
                  </w:rPr>
                  <w:t>EXPLOITATION, Entretien, MAINTENANCE ET DE CONDUITE DES EQUIPEMENTS CVC (CHAUFFAGE, VENTILATION, CLIMATISATION) ET DE PLOMBERIE SANITAIRE DU CENTRE PENITENTIAIRE DE FRESNES</w:t>
                </w:r>
              </w:p>
            </w:tc>
          </w:tr>
        </w:tbl>
        <w:p w14:paraId="15238D73" w14:textId="77777777" w:rsidR="00EA77B5" w:rsidRPr="008D446A" w:rsidRDefault="00EA77B5" w:rsidP="0053646E">
          <w:pPr>
            <w:pStyle w:val="Sansinterligne"/>
            <w:jc w:val="center"/>
            <w:rPr>
              <w:rFonts w:ascii="Marianne" w:hAnsi="Marianne"/>
              <w:sz w:val="18"/>
              <w:szCs w:val="18"/>
            </w:rPr>
          </w:pPr>
        </w:p>
        <w:p w14:paraId="1B0E83AA" w14:textId="01A2D3CD" w:rsidR="001D6829" w:rsidRPr="008D446A" w:rsidRDefault="0066158A" w:rsidP="0053646E">
          <w:pPr>
            <w:pStyle w:val="Sansinterligne"/>
            <w:jc w:val="center"/>
            <w:rPr>
              <w:rFonts w:ascii="Marianne" w:hAnsi="Marianne"/>
              <w:sz w:val="18"/>
              <w:szCs w:val="18"/>
            </w:rPr>
          </w:pPr>
          <w:r w:rsidRPr="008D446A">
            <w:rPr>
              <w:rFonts w:ascii="Marianne" w:hAnsi="Marianne"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638CC5C5" wp14:editId="2A8C0191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8582025</wp:posOffset>
                    </wp:positionV>
                    <wp:extent cx="7547212" cy="978535"/>
                    <wp:effectExtent l="0" t="0" r="0" b="0"/>
                    <wp:wrapNone/>
                    <wp:docPr id="21" name="Groupe 2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547212" cy="978535"/>
                              <a:chOff x="0" y="0"/>
                              <a:chExt cx="7547212" cy="978535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85725"/>
                                <a:ext cx="7547212" cy="892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Zone de texte 13"/>
                            <wps:cNvSpPr txBox="1"/>
                            <wps:spPr>
                              <a:xfrm>
                                <a:off x="421773" y="200025"/>
                                <a:ext cx="5882185" cy="650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500B6" w14:textId="7C0680EC" w:rsidR="00D17CBC" w:rsidRPr="00001F37" w:rsidRDefault="00D17CBC" w:rsidP="0054709B">
                                  <w:pPr>
                                    <w:spacing w:after="0"/>
                                    <w:rPr>
                                      <w:color w:val="FFFFFF" w:themeColor="background1"/>
                                    </w:rPr>
                                  </w:pPr>
                                  <w:r w:rsidRPr="00001F37">
                                    <w:rPr>
                                      <w:color w:val="FFFFFF" w:themeColor="background1"/>
                                    </w:rPr>
                                    <w:t>SAS ISIOM CONSEIL | N° SIREN 440 532 430 | 410 049 696 RCS Nanterre</w:t>
                                  </w:r>
                                </w:p>
                                <w:p w14:paraId="3D891D1C" w14:textId="77777777" w:rsidR="00D17CBC" w:rsidRDefault="00D17CBC" w:rsidP="005D0CD8">
                                  <w:pPr>
                                    <w:spacing w:after="0"/>
                                    <w:rPr>
                                      <w:color w:val="FFFFFF" w:themeColor="background1"/>
                                    </w:rPr>
                                  </w:pPr>
                                  <w:r w:rsidRPr="005D0CD8">
                                    <w:rPr>
                                      <w:color w:val="FFFFFF" w:themeColor="background1"/>
                                    </w:rPr>
                                    <w:t>Siège social – 1 place Victor Hugo CS60088 – 92400 COURBEVOIE</w:t>
                                  </w:r>
                                </w:p>
                                <w:p w14:paraId="502E9097" w14:textId="4D2F7085" w:rsidR="00D17CBC" w:rsidRPr="0066158A" w:rsidRDefault="008D446A" w:rsidP="0054709B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hyperlink r:id="rId14" w:history="1">
                                    <w:r w:rsidR="00D17CBC" w:rsidRPr="00533A11">
                                      <w:rPr>
                                        <w:rStyle w:val="Lienhypertexte"/>
                                      </w:rPr>
                                      <w:t>www.isiomconseil.fr</w:t>
                                    </w:r>
                                  </w:hyperlink>
                                  <w:r w:rsidR="00D17CBC">
                                    <w:rPr>
                                      <w:color w:val="FFFFFF" w:themeColor="background1"/>
                                    </w:rPr>
                                    <w:t xml:space="preserve"> | </w:t>
                                  </w:r>
                                  <w:hyperlink r:id="rId15" w:history="1">
                                    <w:r w:rsidR="00D17CBC" w:rsidRPr="00A02621">
                                      <w:rPr>
                                        <w:rStyle w:val="Lienhypertexte"/>
                                      </w:rPr>
                                      <w:t>contact@isiom.fr</w:t>
                                    </w:r>
                                  </w:hyperlink>
                                  <w:r w:rsidR="00D17CBC">
                                    <w:rPr>
                                      <w:color w:val="FFFFFF" w:themeColor="background1"/>
                                    </w:rPr>
                                    <w:t xml:space="preserve"> | </w:t>
                                  </w:r>
                                  <w:r w:rsidR="00D17CBC" w:rsidRPr="00FD0112">
                                    <w:rPr>
                                      <w:color w:val="FFFFFF" w:themeColor="background1"/>
                                    </w:rPr>
                                    <w:t>01 55 50 12 12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tangle 15"/>
                            <wps:cNvSpPr/>
                            <wps:spPr>
                              <a:xfrm>
                                <a:off x="485775" y="0"/>
                                <a:ext cx="1303946" cy="2005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wgp>
                      </a:graphicData>
                    </a:graphic>
                  </wp:anchor>
                </w:drawing>
              </mc:Choice>
              <mc:Fallback xmlns:w16sdtfl="http://schemas.microsoft.com/office/word/2024/wordml/sdtformatlock" xmlns:w16du="http://schemas.microsoft.com/office/word/2023/wordml/word16du">
                <w:pict>
                  <v:group w14:anchorId="638CC5C5" id="Groupe 21" o:spid="_x0000_s1026" style="position:absolute;left:0;text-align:left;margin-left:0;margin-top:675.75pt;width:594.25pt;height:77.05pt;z-index:251662336;mso-position-horizontal:left;mso-position-horizontal-relative:page" coordsize="75472,9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">
                    <v:rect id="Rectangle 9" o:spid="_x0000_s1027" style="position:absolute;top:857;width:75472;height:8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" fillcolor="#0b71b3 [3215]" stroked="f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3" o:spid="_x0000_s1028" type="#_x0000_t202" style="position:absolute;left:4217;top:2000;width:58822;height:6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23D500B6" w14:textId="7C0680EC" w:rsidR="00D17CBC" w:rsidRPr="00001F37" w:rsidRDefault="00D17CBC" w:rsidP="0054709B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01F37">
                              <w:rPr>
                                <w:color w:val="FFFFFF" w:themeColor="background1"/>
                              </w:rPr>
                              <w:t>SAS ISIOM CONSEIL | N° SIREN 440 532 430 | 410 049 696 RCS Nanterre</w:t>
                            </w:r>
                          </w:p>
                          <w:p w14:paraId="3D891D1C" w14:textId="77777777" w:rsidR="00D17CBC" w:rsidRDefault="00D17CBC" w:rsidP="005D0CD8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5D0CD8">
                              <w:rPr>
                                <w:color w:val="FFFFFF" w:themeColor="background1"/>
                              </w:rPr>
                              <w:t>Siège social – 1 place Victor Hugo CS60088 – 92400 COURBEVOIE</w:t>
                            </w:r>
                          </w:p>
                          <w:p w14:paraId="502E9097" w14:textId="4D2F7085" w:rsidR="00D17CBC" w:rsidRPr="0066158A" w:rsidRDefault="00D17CBC" w:rsidP="0054709B">
                            <w:pPr>
                              <w:rPr>
                                <w:color w:val="FFFFFF" w:themeColor="background1"/>
                              </w:rPr>
                            </w:pPr>
                            <w:hyperlink r:id="rId16" w:history="1">
                              <w:r w:rsidRPr="00533A11">
                                <w:rPr>
                                  <w:rStyle w:val="Lienhypertexte"/>
                                </w:rPr>
                                <w:t>www.isiomconseil.fr</w:t>
                              </w:r>
                            </w:hyperlink>
                            <w:r>
                              <w:rPr>
                                <w:color w:val="FFFFFF" w:themeColor="background1"/>
                              </w:rPr>
                              <w:t xml:space="preserve"> | </w:t>
                            </w:r>
                            <w:hyperlink r:id="rId17" w:history="1">
                              <w:r w:rsidRPr="00A02621">
                                <w:rPr>
                                  <w:rStyle w:val="Lienhypertexte"/>
                                </w:rPr>
                                <w:t>contact@isiom.fr</w:t>
                              </w:r>
                            </w:hyperlink>
                            <w:r>
                              <w:rPr>
                                <w:color w:val="FFFFFF" w:themeColor="background1"/>
                              </w:rPr>
                              <w:t xml:space="preserve"> | </w:t>
                            </w:r>
                            <w:r w:rsidRPr="00FD0112">
                              <w:rPr>
                                <w:color w:val="FFFFFF" w:themeColor="background1"/>
                              </w:rPr>
                              <w:t>01 55 50 12 12</w:t>
                            </w:r>
                          </w:p>
                        </w:txbxContent>
                      </v:textbox>
                    </v:shape>
                    <v:rect id="Rectangle 15" o:spid="_x0000_s1029" style="position:absolute;left:4857;width:13040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" fillcolor="#a4c307 [3208]" stroked="f" strokeweight="1pt"/>
                    <w10:wrap anchorx="page"/>
                  </v:group>
                </w:pict>
              </mc:Fallback>
            </mc:AlternateContent>
          </w:r>
          <w:r w:rsidR="00E32931" w:rsidRPr="008D446A">
            <w:rPr>
              <w:rFonts w:ascii="Marianne" w:hAnsi="Marianne"/>
              <w:sz w:val="18"/>
              <w:szCs w:val="18"/>
            </w:rPr>
            <w:t>Cadre de réponse technique</w:t>
          </w:r>
        </w:p>
        <w:p w14:paraId="58391B60" w14:textId="77777777" w:rsidR="001D6829" w:rsidRPr="008D446A" w:rsidRDefault="001D6829" w:rsidP="0053646E">
          <w:pPr>
            <w:pStyle w:val="Sansinterligne"/>
            <w:jc w:val="center"/>
            <w:rPr>
              <w:rFonts w:ascii="Marianne" w:hAnsi="Marianne"/>
              <w:sz w:val="18"/>
              <w:szCs w:val="18"/>
            </w:rPr>
          </w:pPr>
        </w:p>
        <w:p w14:paraId="6BC45821" w14:textId="6256D51C" w:rsidR="00E83BD4" w:rsidRPr="008D446A" w:rsidRDefault="00B42571" w:rsidP="0053646E">
          <w:pPr>
            <w:pStyle w:val="Sansinterligne"/>
            <w:jc w:val="center"/>
            <w:rPr>
              <w:rFonts w:ascii="Marianne" w:hAnsi="Marianne"/>
              <w:color w:val="0070C0"/>
              <w:sz w:val="18"/>
              <w:szCs w:val="18"/>
            </w:rPr>
          </w:pPr>
          <w:r w:rsidRPr="008D446A">
            <w:rPr>
              <w:rFonts w:ascii="Marianne" w:hAnsi="Marianne"/>
              <w:sz w:val="18"/>
              <w:szCs w:val="18"/>
            </w:rPr>
            <w:t>Le candidat doit obligatoirement remplir chacune des rubriques du cadre de réponse</w:t>
          </w:r>
          <w:r w:rsidR="008A746F" w:rsidRPr="008D446A">
            <w:rPr>
              <w:rFonts w:ascii="Marianne" w:hAnsi="Marianne"/>
              <w:color w:val="0070C0"/>
              <w:sz w:val="18"/>
              <w:szCs w:val="18"/>
            </w:rPr>
            <w:br w:type="page"/>
          </w:r>
        </w:p>
        <w:sdt>
          <w:sdtPr>
            <w:rPr>
              <w:rFonts w:ascii="Marianne" w:hAnsi="Marianne"/>
              <w:b/>
              <w:color w:val="0B71B3" w:themeColor="text2"/>
              <w:sz w:val="18"/>
              <w:szCs w:val="18"/>
              <w:lang w:val="fr-FR"/>
            </w:rPr>
            <w:id w:val="1840887558"/>
            <w:docPartObj>
              <w:docPartGallery w:val="Table of Contents"/>
              <w:docPartUnique/>
            </w:docPartObj>
          </w:sdtPr>
          <w:sdtEndPr>
            <w:rPr>
              <w:b w:val="0"/>
              <w:bCs/>
              <w:color w:val="666666" w:themeColor="text1"/>
            </w:rPr>
          </w:sdtEndPr>
          <w:sdtContent>
            <w:p w14:paraId="6675EBC3" w14:textId="5C931393" w:rsidR="00E83BD4" w:rsidRPr="008D446A" w:rsidRDefault="00E83BD4" w:rsidP="005D0CD8">
              <w:pPr>
                <w:pStyle w:val="corpsdutext-osb"/>
                <w:rPr>
                  <w:rFonts w:ascii="Marianne" w:hAnsi="Marianne"/>
                  <w:sz w:val="18"/>
                  <w:szCs w:val="18"/>
                  <w:lang w:val="fr-FR"/>
                </w:rPr>
              </w:pPr>
              <w:r w:rsidRPr="008D446A">
                <w:rPr>
                  <w:rFonts w:ascii="Marianne" w:hAnsi="Marianne"/>
                  <w:sz w:val="18"/>
                  <w:szCs w:val="18"/>
                  <w:lang w:val="fr-FR"/>
                </w:rPr>
                <w:t>Table des matières</w:t>
              </w:r>
            </w:p>
            <w:p w14:paraId="5AC9FBE0" w14:textId="4CBD8EF3" w:rsidR="00FC4568" w:rsidRPr="008D446A" w:rsidRDefault="00F54230">
              <w:pPr>
                <w:pStyle w:val="TM1"/>
                <w:tabs>
                  <w:tab w:val="left" w:pos="48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r w:rsidRPr="008D446A">
                <w:rPr>
                  <w:rFonts w:ascii="Marianne" w:hAnsi="Marianne"/>
                  <w:color w:val="666666" w:themeColor="text1"/>
                  <w:sz w:val="18"/>
                  <w:szCs w:val="18"/>
                </w:rPr>
                <w:fldChar w:fldCharType="begin"/>
              </w:r>
              <w:r w:rsidRPr="008D446A">
                <w:rPr>
                  <w:rFonts w:ascii="Marianne" w:hAnsi="Marianne"/>
                  <w:color w:val="666666" w:themeColor="text1"/>
                  <w:sz w:val="18"/>
                  <w:szCs w:val="18"/>
                </w:rPr>
                <w:instrText xml:space="preserve"> TOC \o "1-3" \h \z \u </w:instrText>
              </w:r>
              <w:r w:rsidRPr="008D446A">
                <w:rPr>
                  <w:rFonts w:ascii="Marianne" w:hAnsi="Marianne"/>
                  <w:color w:val="666666" w:themeColor="text1"/>
                  <w:sz w:val="18"/>
                  <w:szCs w:val="18"/>
                </w:rPr>
                <w:fldChar w:fldCharType="separate"/>
              </w:r>
              <w:hyperlink w:anchor="_Toc211506281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1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Organisation et moyens humains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_Toc211506281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2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11D09E1D" w14:textId="479BC96E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2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1.1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Structure de l’équipe : organisation proposée (fonctions, profils, qualifications et expériences des intervenants)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_Toc211506282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2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0B4E7AEE" w14:textId="00A918DC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3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1.2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Management de contrat : identification du référent (profil, compétence, qualification et expérience)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_Toc211506283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2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5CCEBF5F" w14:textId="049F9C98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4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1.3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Moyens humains pendant la phase de démarrage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_Toc211506284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2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02908139" w14:textId="187037A6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5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1.4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Dimensionnement de l'équipe opérationnelle : Nombre d'ETP / d'heure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_Toc211506285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2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7CBA15C9" w14:textId="1C39ED43" w:rsidR="00FC4568" w:rsidRPr="008D446A" w:rsidRDefault="008D446A">
              <w:pPr>
                <w:pStyle w:val="TM1"/>
                <w:tabs>
                  <w:tab w:val="left" w:pos="48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6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Méthodes et procédures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_Toc211506286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09E2B510" w14:textId="1723F13C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7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2.1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Phase de prise en charge : méthodologie, volet technique et approvisionnement, livrables, planning, …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_Toc211506287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5948E6BA" w14:textId="2C4FE185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8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2.2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Phase exploitation courante : méthodologie, gammes de maintenance, planning,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_Toc211506288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5CC84516" w14:textId="727B0F80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89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2.3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Phase de fin de marché : méthodologie, planning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_Toc211506289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0A0F3CD4" w14:textId="272DECDE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90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2.4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Méthode de contrôle des prestations d’exploitation courante (contrôles internes, moyens et dispositifs de mesure de la qualité, exemple de comptes-rendus de réunion),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_Toc211506290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059D50B5" w14:textId="0FC7544B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91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2.5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Méthode et outils pour le suivi des prestations : qualité des rapports d’activités, outils utilisés pour le pilotage, réunions etc.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_Toc211506291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7F2DF25D" w14:textId="3C7AC6CA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92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2.6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Gestion du sous-traitant (modalités de communication, d'encadrement)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_Toc211506292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20B7C5FC" w14:textId="39212A12" w:rsidR="00FC4568" w:rsidRPr="008D446A" w:rsidRDefault="008D446A">
              <w:pPr>
                <w:pStyle w:val="TM1"/>
                <w:tabs>
                  <w:tab w:val="left" w:pos="60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93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2.7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Disponibilité / réactivité / continuité de service (Astreinte, gestion de crise, …)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_Toc211506293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3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4533131D" w14:textId="6C97E545" w:rsidR="00FC4568" w:rsidRPr="008D446A" w:rsidRDefault="008D446A">
              <w:pPr>
                <w:pStyle w:val="TM1"/>
                <w:tabs>
                  <w:tab w:val="left" w:pos="480"/>
                  <w:tab w:val="right" w:leader="dot" w:pos="9062"/>
                </w:tabs>
                <w:rPr>
                  <w:rFonts w:ascii="Marianne" w:hAnsi="Marianne"/>
                  <w:b w:val="0"/>
                  <w:noProof/>
                  <w:color w:val="auto"/>
                  <w:kern w:val="2"/>
                  <w:sz w:val="18"/>
                  <w:szCs w:val="18"/>
                  <w:lang w:eastAsia="fr-FR"/>
                  <w14:ligatures w14:val="standardContextual"/>
                </w:rPr>
              </w:pPr>
              <w:hyperlink w:anchor="_Toc211506294" w:history="1"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3</w:t>
                </w:r>
                <w:r w:rsidR="00FC4568" w:rsidRPr="008D446A">
                  <w:rPr>
                    <w:rFonts w:ascii="Marianne" w:hAnsi="Marianne"/>
                    <w:b w:val="0"/>
                    <w:noProof/>
                    <w:color w:val="auto"/>
                    <w:kern w:val="2"/>
                    <w:sz w:val="18"/>
                    <w:szCs w:val="18"/>
                    <w:lang w:eastAsia="fr-FR"/>
                    <w14:ligatures w14:val="standardContextual"/>
                  </w:rPr>
                  <w:tab/>
                </w:r>
                <w:r w:rsidR="00FC4568" w:rsidRPr="008D446A">
                  <w:rPr>
                    <w:rStyle w:val="Lienhypertexte"/>
                    <w:rFonts w:ascii="Marianne" w:eastAsia="Times New Roman" w:hAnsi="Marianne" w:cs="Calibri"/>
                    <w:bCs/>
                    <w:noProof/>
                    <w:sz w:val="18"/>
                    <w:szCs w:val="18"/>
                    <w:lang w:eastAsia="fr-FR"/>
                  </w:rPr>
                  <w:t>Volet environnemental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ab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begin"/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instrText xml:space="preserve"> PAGEREF _Toc211506294 \h </w:instrTex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separate"/>
                </w:r>
                <w:r w:rsidR="00C15A86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t>4</w:t>
                </w:r>
                <w:r w:rsidR="00FC4568" w:rsidRPr="008D446A">
                  <w:rPr>
                    <w:rFonts w:ascii="Marianne" w:hAnsi="Marianne"/>
                    <w:noProof/>
                    <w:webHidden/>
                    <w:sz w:val="18"/>
                    <w:szCs w:val="18"/>
                  </w:rPr>
                  <w:fldChar w:fldCharType="end"/>
                </w:r>
              </w:hyperlink>
            </w:p>
            <w:p w14:paraId="6A5C081B" w14:textId="53710CB6" w:rsidR="00095CF9" w:rsidRPr="008D446A" w:rsidRDefault="00F54230" w:rsidP="00CF7E48">
              <w:pPr>
                <w:pStyle w:val="TM1"/>
                <w:tabs>
                  <w:tab w:val="right" w:leader="dot" w:pos="9062"/>
                </w:tabs>
                <w:rPr>
                  <w:rFonts w:ascii="Marianne" w:hAnsi="Marianne"/>
                  <w:color w:val="666666" w:themeColor="text1"/>
                  <w:sz w:val="18"/>
                  <w:szCs w:val="18"/>
                </w:rPr>
              </w:pPr>
              <w:r w:rsidRPr="008D446A">
                <w:rPr>
                  <w:rFonts w:ascii="Marianne" w:hAnsi="Marianne"/>
                  <w:color w:val="666666" w:themeColor="text1"/>
                  <w:sz w:val="18"/>
                  <w:szCs w:val="18"/>
                </w:rPr>
                <w:fldChar w:fldCharType="end"/>
              </w:r>
            </w:p>
            <w:p w14:paraId="62D24F8A" w14:textId="77777777" w:rsidR="00095CF9" w:rsidRPr="008D446A" w:rsidRDefault="00095CF9" w:rsidP="00095CF9">
              <w:pPr>
                <w:rPr>
                  <w:rFonts w:ascii="Marianne" w:hAnsi="Marianne"/>
                  <w:sz w:val="18"/>
                  <w:szCs w:val="18"/>
                </w:rPr>
              </w:pPr>
            </w:p>
            <w:p w14:paraId="39A3E274" w14:textId="67AFEADF" w:rsidR="008A746F" w:rsidRPr="008D446A" w:rsidRDefault="008D446A" w:rsidP="00095CF9">
              <w:pPr>
                <w:rPr>
                  <w:rFonts w:ascii="Marianne" w:hAnsi="Marianne"/>
                  <w:sz w:val="18"/>
                  <w:szCs w:val="18"/>
                </w:rPr>
              </w:pPr>
            </w:p>
          </w:sdtContent>
        </w:sdt>
      </w:sdtContent>
    </w:sdt>
    <w:p w14:paraId="0955722A" w14:textId="39425BDE" w:rsidR="00095CF9" w:rsidRPr="008D446A" w:rsidRDefault="00095CF9">
      <w:pPr>
        <w:jc w:val="left"/>
        <w:rPr>
          <w:rFonts w:ascii="Marianne" w:eastAsia="Times New Roman" w:hAnsi="Marianne" w:cs="Calibri"/>
          <w:b/>
          <w:bCs/>
          <w:color w:val="4472C4"/>
          <w:sz w:val="18"/>
          <w:szCs w:val="18"/>
          <w:lang w:eastAsia="fr-FR"/>
        </w:rPr>
      </w:pPr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eastAsia="fr-FR"/>
        </w:rPr>
        <w:br w:type="page"/>
      </w:r>
    </w:p>
    <w:p w14:paraId="2117374A" w14:textId="362E475E" w:rsidR="006B484F" w:rsidRPr="008D446A" w:rsidRDefault="00B22996" w:rsidP="00B22996">
      <w:pPr>
        <w:pStyle w:val="Style1"/>
        <w:numPr>
          <w:ilvl w:val="0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0" w:name="_Toc430851978"/>
      <w:bookmarkStart w:id="1" w:name="_Toc77762852"/>
      <w:bookmarkStart w:id="2" w:name="_Toc211506281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lastRenderedPageBreak/>
        <w:t>Organisation et moyens humains</w:t>
      </w:r>
      <w:bookmarkEnd w:id="0"/>
      <w:bookmarkEnd w:id="1"/>
      <w:bookmarkEnd w:id="2"/>
    </w:p>
    <w:p w14:paraId="1E4DCF14" w14:textId="51BD2481" w:rsidR="00B22996" w:rsidRPr="008D446A" w:rsidRDefault="00535F7F" w:rsidP="00535F7F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3" w:name="_Toc211506282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Structure de l’équipe : organisation proposée (fonctions, profils, qualifications et expériences des intervenants)</w:t>
      </w:r>
      <w:bookmarkEnd w:id="3"/>
    </w:p>
    <w:p w14:paraId="6C64ECE6" w14:textId="77777777" w:rsidR="006919A5" w:rsidRPr="008D446A" w:rsidRDefault="006919A5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B76B167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ADCC803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6820950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A40B5DA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AA1EEFB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605C164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C748722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25AB639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AEE5FAE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D9EC315" w14:textId="12845FEE" w:rsidR="00535F7F" w:rsidRPr="008D446A" w:rsidRDefault="002414C4" w:rsidP="002414C4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4" w:name="_Toc211506283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Management de contrat : identification du référent (profil, compétence, qualification et expérience)</w:t>
      </w:r>
      <w:bookmarkEnd w:id="4"/>
    </w:p>
    <w:p w14:paraId="63107AA7" w14:textId="77777777" w:rsidR="00535F7F" w:rsidRPr="008D446A" w:rsidRDefault="00535F7F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DC7B2B0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9FB109F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6994236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2DA8EF09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8F44A9E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CACB122" w14:textId="77777777" w:rsidR="002414C4" w:rsidRPr="008D446A" w:rsidRDefault="002414C4" w:rsidP="006919A5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B6750DE" w14:textId="77373B44" w:rsidR="002414C4" w:rsidRPr="008D446A" w:rsidRDefault="002C4121" w:rsidP="002C4121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5" w:name="_Toc211506284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Moyens humains pendant la phase de démarrage</w:t>
      </w:r>
      <w:bookmarkEnd w:id="5"/>
    </w:p>
    <w:p w14:paraId="591E22A8" w14:textId="77777777" w:rsidR="002C4121" w:rsidRPr="008D446A" w:rsidRDefault="002C4121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72B8891" w14:textId="77777777" w:rsidR="002C4121" w:rsidRPr="008D446A" w:rsidRDefault="002C4121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383798C" w14:textId="77777777" w:rsidR="002C4121" w:rsidRPr="008D446A" w:rsidRDefault="002C4121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201CB0B" w14:textId="77777777" w:rsidR="00A562B0" w:rsidRPr="008D446A" w:rsidRDefault="00A562B0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8FB6C59" w14:textId="77777777" w:rsidR="00A562B0" w:rsidRPr="008D446A" w:rsidRDefault="00A562B0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B4172F5" w14:textId="77777777" w:rsidR="00A562B0" w:rsidRPr="008D446A" w:rsidRDefault="00A562B0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D070AF5" w14:textId="77777777" w:rsidR="002C4121" w:rsidRPr="008D446A" w:rsidRDefault="002C4121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34D9A14" w14:textId="305C50A0" w:rsidR="002C4121" w:rsidRPr="008D446A" w:rsidRDefault="00A562B0" w:rsidP="00A562B0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6" w:name="_Toc211506285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Dimensionnement de l'équipe opérationnelle : Nombre d'ETP / d'heure</w:t>
      </w:r>
      <w:bookmarkEnd w:id="6"/>
    </w:p>
    <w:p w14:paraId="3F94FFEB" w14:textId="77777777" w:rsidR="002C4121" w:rsidRPr="008D446A" w:rsidRDefault="002C4121" w:rsidP="00A562B0">
      <w:pPr>
        <w:spacing w:after="0" w:line="240" w:lineRule="auto"/>
        <w:rPr>
          <w:rFonts w:ascii="Marianne" w:eastAsia="Times New Roman" w:hAnsi="Marianne" w:cs="Calibri"/>
          <w:bCs/>
          <w:color w:val="4472C4"/>
          <w:sz w:val="18"/>
          <w:szCs w:val="18"/>
          <w:lang w:eastAsia="fr-FR"/>
        </w:rPr>
      </w:pPr>
    </w:p>
    <w:p w14:paraId="05FD2CCA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B9870B2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F015F08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050EEEB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2523084E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FC434FF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294C205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8E78755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EF928E7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4DE3457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8DDF1E2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BE43350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441653F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D1DE99D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217D49B8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7A654D4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1E36F35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CCF8CB1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496B645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43F6A3C" w14:textId="085029A9" w:rsidR="00A70E39" w:rsidRPr="008D446A" w:rsidRDefault="00AE2957" w:rsidP="00AE2957">
      <w:pPr>
        <w:pStyle w:val="Style1"/>
        <w:numPr>
          <w:ilvl w:val="0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7" w:name="_Toc211506286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Méthodes et procédures</w:t>
      </w:r>
      <w:bookmarkEnd w:id="7"/>
    </w:p>
    <w:p w14:paraId="72CC9ECA" w14:textId="40995340" w:rsidR="005C23E9" w:rsidRPr="008D446A" w:rsidRDefault="005C23E9" w:rsidP="009B1402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8" w:name="_Toc211506287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Phase de prise en charge : méthodologie, volet technique et approvisionnement, livrables,</w:t>
      </w:r>
      <w:r w:rsidR="009B1402"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 xml:space="preserve"> </w:t>
      </w:r>
      <w:r w:rsidR="00DE497E"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planning, …</w:t>
      </w:r>
      <w:bookmarkEnd w:id="8"/>
    </w:p>
    <w:p w14:paraId="180AF757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9C47468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610E5ED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22C28965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7BC87F3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444EBA9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989B773" w14:textId="1112B619" w:rsidR="005C23E9" w:rsidRPr="008D446A" w:rsidRDefault="005C23E9" w:rsidP="009B1402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9" w:name="_Toc211506288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Phase exploitation courante : méthodologie, gammes de maintenance, planning,</w:t>
      </w:r>
      <w:bookmarkEnd w:id="9"/>
    </w:p>
    <w:p w14:paraId="4BF68A21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9A38B24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CB4F365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778C93E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491FE8C" w14:textId="51A0FB01" w:rsidR="005C23E9" w:rsidRPr="008D446A" w:rsidRDefault="009B1402" w:rsidP="009B1402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0" w:name="_Toc211506289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Phase de fin de marché : méthodologie, planning</w:t>
      </w:r>
      <w:bookmarkEnd w:id="10"/>
    </w:p>
    <w:p w14:paraId="4189354C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7ECD26A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72B0D78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4BF90B8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3E37139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815BEB5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519B1B1" w14:textId="66DD78BE" w:rsidR="009B1402" w:rsidRPr="008D446A" w:rsidRDefault="009B1402" w:rsidP="00D32962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1" w:name="_Toc211506290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Méthode de contrôle des prestations d’exploitation courante (contrôles internes, moyens et dispositifs de mesure de la qualité, exemple de comptes-rendus de réunion),</w:t>
      </w:r>
      <w:bookmarkEnd w:id="11"/>
    </w:p>
    <w:p w14:paraId="6CFCA23C" w14:textId="77777777" w:rsidR="009B1402" w:rsidRPr="008D446A" w:rsidRDefault="009B1402" w:rsidP="009B1402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902A250" w14:textId="77777777" w:rsidR="00A70E39" w:rsidRPr="008D446A" w:rsidRDefault="00A70E3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057ADE7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A3A4D4B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D8EDA01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2B45AD9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68ABB3B" w14:textId="541DC421" w:rsidR="00D72BB9" w:rsidRPr="008D446A" w:rsidRDefault="00D72BB9" w:rsidP="0091747A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2" w:name="_Toc211506291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Méthode et outils pour le suivi des prestations : qualité des rapports d’activités, outils utilisés pour le pilotage, réunions etc.</w:t>
      </w:r>
      <w:bookmarkEnd w:id="12"/>
    </w:p>
    <w:p w14:paraId="589E39BE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94A3CD4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1700A29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02847B98" w14:textId="77777777" w:rsidR="00D72BB9" w:rsidRPr="008D446A" w:rsidRDefault="00D72BB9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8E3645F" w14:textId="6D7CFE63" w:rsidR="00D72BB9" w:rsidRPr="008D446A" w:rsidRDefault="00D72BB9" w:rsidP="0091747A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3" w:name="_Toc211506292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Gestion du sous-traitant (modalités de communication, d'encadrement)</w:t>
      </w:r>
      <w:bookmarkEnd w:id="13"/>
    </w:p>
    <w:p w14:paraId="75DD74B9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162A61A0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C29E388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1416920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5D75C26F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686CD20F" w14:textId="77777777" w:rsidR="0091747A" w:rsidRPr="008D446A" w:rsidRDefault="0091747A" w:rsidP="00A562B0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35C3DA7F" w14:textId="2DFBB99D" w:rsidR="0091747A" w:rsidRPr="008D446A" w:rsidRDefault="0091747A" w:rsidP="0091747A">
      <w:pPr>
        <w:pStyle w:val="Style1"/>
        <w:numPr>
          <w:ilvl w:val="1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4" w:name="_Toc211506293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t>Disponibilité / réactivité / continuité de service (Astreinte, gestion de crise, …)</w:t>
      </w:r>
      <w:bookmarkEnd w:id="14"/>
    </w:p>
    <w:p w14:paraId="74076128" w14:textId="77777777" w:rsidR="000E2678" w:rsidRPr="008D446A" w:rsidRDefault="000E2678" w:rsidP="008147D1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2BB029B3" w14:textId="77777777" w:rsidR="000E2678" w:rsidRPr="008D446A" w:rsidRDefault="000E2678" w:rsidP="008147D1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4F3BDD3E" w14:textId="77777777" w:rsidR="000E2678" w:rsidRPr="008D446A" w:rsidRDefault="000E2678" w:rsidP="008147D1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</w:p>
    <w:p w14:paraId="775A7CD2" w14:textId="77777777" w:rsidR="008147D1" w:rsidRPr="008D446A" w:rsidRDefault="008147D1">
      <w:pPr>
        <w:jc w:val="left"/>
        <w:rPr>
          <w:rFonts w:ascii="Marianne" w:eastAsia="Times New Roman" w:hAnsi="Marianne" w:cs="Calibri"/>
          <w:b/>
          <w:bCs/>
          <w:color w:val="4472C4"/>
          <w:sz w:val="18"/>
          <w:szCs w:val="18"/>
          <w:lang w:eastAsia="fr-FR"/>
        </w:rPr>
      </w:pPr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eastAsia="fr-FR"/>
        </w:rPr>
        <w:br w:type="page"/>
      </w:r>
    </w:p>
    <w:p w14:paraId="740B0AB0" w14:textId="079EEF99" w:rsidR="000E2678" w:rsidRPr="008D446A" w:rsidRDefault="000E2678" w:rsidP="000E2678">
      <w:pPr>
        <w:pStyle w:val="Style1"/>
        <w:numPr>
          <w:ilvl w:val="0"/>
          <w:numId w:val="5"/>
        </w:numPr>
        <w:pBdr>
          <w:bottom w:val="single" w:sz="4" w:space="1" w:color="C00000"/>
        </w:pBdr>
        <w:shd w:val="clear" w:color="auto" w:fill="auto"/>
        <w:tabs>
          <w:tab w:val="left" w:pos="1134"/>
        </w:tabs>
        <w:suppressAutoHyphens/>
        <w:spacing w:after="0" w:line="276" w:lineRule="auto"/>
        <w:jc w:val="both"/>
        <w:outlineLvl w:val="0"/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</w:pPr>
      <w:bookmarkStart w:id="15" w:name="_Toc211506294"/>
      <w:r w:rsidRPr="008D446A">
        <w:rPr>
          <w:rFonts w:ascii="Marianne" w:eastAsia="Times New Roman" w:hAnsi="Marianne" w:cs="Calibri"/>
          <w:bCs/>
          <w:color w:val="4472C4"/>
          <w:sz w:val="18"/>
          <w:szCs w:val="18"/>
          <w:lang w:val="fr-FR" w:eastAsia="fr-FR"/>
        </w:rPr>
        <w:lastRenderedPageBreak/>
        <w:t>Volet environnemental</w:t>
      </w:r>
      <w:bookmarkEnd w:id="15"/>
    </w:p>
    <w:p w14:paraId="59F78527" w14:textId="01BA6E76" w:rsidR="008147D1" w:rsidRPr="008D446A" w:rsidRDefault="008147D1" w:rsidP="008147D1">
      <w:p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  <w:r w:rsidRPr="008D446A">
        <w:rPr>
          <w:rFonts w:ascii="Marianne" w:hAnsi="Marianne" w:cs="Calibri"/>
          <w:bCs/>
          <w:color w:val="auto"/>
          <w:sz w:val="18"/>
          <w:szCs w:val="18"/>
        </w:rPr>
        <w:t xml:space="preserve">Politique du Titulaire </w:t>
      </w:r>
      <w:r w:rsidR="00CB244D" w:rsidRPr="008D446A">
        <w:rPr>
          <w:rFonts w:ascii="Marianne" w:hAnsi="Marianne" w:cs="Calibri"/>
          <w:bCs/>
          <w:color w:val="auto"/>
          <w:sz w:val="18"/>
          <w:szCs w:val="18"/>
        </w:rPr>
        <w:t>pour :</w:t>
      </w:r>
    </w:p>
    <w:p w14:paraId="07BC1478" w14:textId="1518D237" w:rsidR="008147D1" w:rsidRPr="008D446A" w:rsidRDefault="008147D1" w:rsidP="00CB244D">
      <w:pPr>
        <w:pStyle w:val="Paragraphedeliste"/>
        <w:numPr>
          <w:ilvl w:val="0"/>
          <w:numId w:val="39"/>
        </w:num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  <w:r w:rsidRPr="008D446A">
        <w:rPr>
          <w:rFonts w:ascii="Marianne" w:hAnsi="Marianne" w:cs="Calibri"/>
          <w:bCs/>
          <w:color w:val="auto"/>
          <w:sz w:val="18"/>
          <w:szCs w:val="18"/>
        </w:rPr>
        <w:t>La gestion des déchets</w:t>
      </w:r>
    </w:p>
    <w:p w14:paraId="5569F744" w14:textId="53D1A837" w:rsidR="008147D1" w:rsidRPr="008D446A" w:rsidRDefault="008147D1" w:rsidP="00CB244D">
      <w:pPr>
        <w:pStyle w:val="Paragraphedeliste"/>
        <w:numPr>
          <w:ilvl w:val="0"/>
          <w:numId w:val="39"/>
        </w:num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  <w:r w:rsidRPr="008D446A">
        <w:rPr>
          <w:rFonts w:ascii="Marianne" w:hAnsi="Marianne" w:cs="Calibri"/>
          <w:bCs/>
          <w:color w:val="auto"/>
          <w:sz w:val="18"/>
          <w:szCs w:val="18"/>
        </w:rPr>
        <w:t>L'optimisation de la consommation d’eau et d’énergie</w:t>
      </w:r>
    </w:p>
    <w:p w14:paraId="09C7AB99" w14:textId="21852974" w:rsidR="000E2678" w:rsidRPr="008D446A" w:rsidRDefault="008147D1" w:rsidP="00CB244D">
      <w:pPr>
        <w:pStyle w:val="Paragraphedeliste"/>
        <w:numPr>
          <w:ilvl w:val="0"/>
          <w:numId w:val="39"/>
        </w:numPr>
        <w:spacing w:after="0" w:line="240" w:lineRule="auto"/>
        <w:rPr>
          <w:rFonts w:ascii="Marianne" w:hAnsi="Marianne" w:cs="Calibri"/>
          <w:bCs/>
          <w:color w:val="auto"/>
          <w:sz w:val="18"/>
          <w:szCs w:val="18"/>
        </w:rPr>
      </w:pPr>
      <w:r w:rsidRPr="008D446A">
        <w:rPr>
          <w:rFonts w:ascii="Marianne" w:hAnsi="Marianne" w:cs="Calibri"/>
          <w:bCs/>
          <w:color w:val="auto"/>
          <w:sz w:val="18"/>
          <w:szCs w:val="18"/>
        </w:rPr>
        <w:t>La maîtrise des nuisances environnementales et sonores</w:t>
      </w:r>
      <w:r w:rsidRPr="008D446A">
        <w:rPr>
          <w:rFonts w:ascii="Marianne" w:hAnsi="Marianne" w:cs="Calibri"/>
          <w:bCs/>
          <w:color w:val="auto"/>
          <w:sz w:val="18"/>
          <w:szCs w:val="18"/>
        </w:rPr>
        <w:tab/>
      </w:r>
    </w:p>
    <w:sectPr w:rsidR="000E2678" w:rsidRPr="008D446A" w:rsidSect="00F5423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8" w:right="1417" w:bottom="851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C5E0" w14:textId="77777777" w:rsidR="001F02D5" w:rsidRDefault="001F02D5" w:rsidP="005032FC">
      <w:r>
        <w:separator/>
      </w:r>
    </w:p>
  </w:endnote>
  <w:endnote w:type="continuationSeparator" w:id="0">
    <w:p w14:paraId="1CB60283" w14:textId="77777777" w:rsidR="001F02D5" w:rsidRDefault="001F02D5" w:rsidP="0050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Roboto Black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panose1 w:val="020B060402020203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utch">
    <w:altName w:val="Times New Roman"/>
    <w:charset w:val="00"/>
    <w:family w:val="auto"/>
    <w:pitch w:val="default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326954"/>
      <w:docPartObj>
        <w:docPartGallery w:val="Page Numbers (Bottom of Page)"/>
        <w:docPartUnique/>
      </w:docPartObj>
    </w:sdtPr>
    <w:sdtEndPr/>
    <w:sdtContent>
      <w:p w14:paraId="104EDA42" w14:textId="696D5D31" w:rsidR="00D17CBC" w:rsidRDefault="00D17CBC" w:rsidP="005032FC">
        <w:pPr>
          <w:pStyle w:val="Pieddepage"/>
        </w:pP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8720" behindDoc="0" locked="0" layoutInCell="1" allowOverlap="1" wp14:anchorId="5393DA17" wp14:editId="6A228EAD">
                  <wp:simplePos x="0" y="0"/>
                  <wp:positionH relativeFrom="rightMargin">
                    <wp:align>left</wp:align>
                  </wp:positionH>
                  <wp:positionV relativeFrom="paragraph">
                    <wp:posOffset>-45665</wp:posOffset>
                  </wp:positionV>
                  <wp:extent cx="641350" cy="461176"/>
                  <wp:effectExtent l="0" t="0" r="0" b="0"/>
                  <wp:wrapNone/>
                  <wp:docPr id="12" name="Groupe 1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41350" cy="461176"/>
                            <a:chOff x="0" y="0"/>
                            <a:chExt cx="641350" cy="461176"/>
                          </a:xfrm>
                        </wpg:grpSpPr>
                        <wps:wsp>
                          <wps:cNvPr id="14" name="Rectangle 3"/>
                          <wps:cNvSpPr>
                            <a:spLocks noChangeArrowheads="1"/>
                          </wps:cNvSpPr>
                          <wps:spPr bwMode="auto">
                            <a:xfrm rot="10800000" flipH="1" flipV="1">
                              <a:off x="357808" y="405516"/>
                              <a:ext cx="174929" cy="556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Zone de texte 5"/>
                          <wps:cNvSpPr txBox="1"/>
                          <wps:spPr>
                            <a:xfrm>
                              <a:off x="0" y="0"/>
                              <a:ext cx="641350" cy="4053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6300B1" w14:textId="77777777" w:rsidR="00D17CBC" w:rsidRPr="00C243FC" w:rsidRDefault="00D17CBC" w:rsidP="00C63F4D">
                                <w:pPr>
                                  <w:pStyle w:val="Sansinterligne"/>
                                  <w:jc w:val="right"/>
                                  <w:rPr>
                                    <w:rFonts w:ascii="Franklin Gothic Demi Cond" w:hAnsi="Franklin Gothic Demi Cond"/>
                                    <w:color w:val="0B71B3" w:themeColor="text2"/>
                                    <w:sz w:val="20"/>
                                    <w:szCs w:val="20"/>
                                  </w:rPr>
                                </w:pPr>
                                <w:r w:rsidRPr="00C243FC">
                                  <w:rPr>
                                    <w:rFonts w:ascii="Franklin Gothic Demi Cond" w:hAnsi="Franklin Gothic Demi Cond"/>
                                    <w:color w:val="0B71B3" w:themeColor="text2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C243FC">
                                  <w:rPr>
                                    <w:rFonts w:ascii="Franklin Gothic Demi Cond" w:hAnsi="Franklin Gothic Demi Cond"/>
                                    <w:color w:val="0B71B3" w:themeColor="text2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C243FC">
                                  <w:rPr>
                                    <w:rFonts w:ascii="Franklin Gothic Demi Cond" w:hAnsi="Franklin Gothic Demi Cond"/>
                                    <w:color w:val="0B71B3" w:themeColor="text2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C243FC">
                                  <w:rPr>
                                    <w:rFonts w:ascii="Franklin Gothic Demi Cond" w:hAnsi="Franklin Gothic Demi Cond"/>
                                    <w:b/>
                                    <w:bCs/>
                                    <w:noProof/>
                                    <w:color w:val="0B71B3" w:themeColor="text2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C243FC">
                                  <w:rPr>
                                    <w:rFonts w:ascii="Franklin Gothic Demi Cond" w:hAnsi="Franklin Gothic Demi Cond"/>
                                    <w:b/>
                                    <w:bCs/>
                                    <w:color w:val="0B71B3" w:themeColor="text2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  <w:p w14:paraId="371E8861" w14:textId="77777777" w:rsidR="00D17CBC" w:rsidRDefault="00D17CB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 xmlns:w16sdtfl="http://schemas.microsoft.com/office/word/2024/wordml/sdtformatlock" xmlns:w16du="http://schemas.microsoft.com/office/word/2023/wordml/word16du">
              <w:pict>
                <v:group w14:anchorId="5393DA17" id="Groupe 12" o:spid="_x0000_s1030" style="position:absolute;left:0;text-align:left;margin-left:0;margin-top:-3.6pt;width:50.5pt;height:36.3pt;z-index:251678720;mso-position-horizontal:left;mso-position-horizontal-relative:right-margin-area" coordsize="6413,4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">
                  <v:rect id="Rectangle 3" o:spid="_x0000_s1031" style="position:absolute;left:3578;top:4055;width:1749;height:556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" fillcolor="#a4c307 [3208]" strok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32" type="#_x0000_t202" style="position:absolute;width:6413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7E6300B1" w14:textId="77777777" w:rsidR="00D17CBC" w:rsidRPr="00C243FC" w:rsidRDefault="00D17CBC" w:rsidP="00C63F4D">
                          <w:pPr>
                            <w:pStyle w:val="Sansinterligne"/>
                            <w:jc w:val="right"/>
                            <w:rPr>
                              <w:rFonts w:ascii="Franklin Gothic Demi Cond" w:hAnsi="Franklin Gothic Demi Cond"/>
                              <w:color w:val="0B71B3" w:themeColor="text2"/>
                              <w:sz w:val="20"/>
                              <w:szCs w:val="20"/>
                            </w:rPr>
                          </w:pPr>
                          <w:r w:rsidRPr="00C243FC">
                            <w:rPr>
                              <w:rFonts w:ascii="Franklin Gothic Demi Cond" w:hAnsi="Franklin Gothic Demi Cond"/>
                              <w:color w:val="0B71B3" w:themeColor="text2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243FC">
                            <w:rPr>
                              <w:rFonts w:ascii="Franklin Gothic Demi Cond" w:hAnsi="Franklin Gothic Demi Cond"/>
                              <w:color w:val="0B71B3" w:themeColor="text2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C243FC">
                            <w:rPr>
                              <w:rFonts w:ascii="Franklin Gothic Demi Cond" w:hAnsi="Franklin Gothic Demi Cond"/>
                              <w:color w:val="0B71B3" w:themeColor="text2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C243FC">
                            <w:rPr>
                              <w:rFonts w:ascii="Franklin Gothic Demi Cond" w:hAnsi="Franklin Gothic Demi Cond"/>
                              <w:b/>
                              <w:bCs/>
                              <w:noProof/>
                              <w:color w:val="0B71B3" w:themeColor="text2"/>
                              <w:sz w:val="20"/>
                              <w:szCs w:val="20"/>
                            </w:rPr>
                            <w:t>2</w:t>
                          </w:r>
                          <w:r w:rsidRPr="00C243FC">
                            <w:rPr>
                              <w:rFonts w:ascii="Franklin Gothic Demi Cond" w:hAnsi="Franklin Gothic Demi Cond"/>
                              <w:b/>
                              <w:bCs/>
                              <w:color w:val="0B71B3" w:themeColor="text2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371E8861" w14:textId="77777777" w:rsidR="00D17CBC" w:rsidRDefault="00D17CBC"/>
                      </w:txbxContent>
                    </v:textbox>
                  </v:shape>
                  <w10:wrap anchorx="margin"/>
                </v:group>
              </w:pict>
            </mc:Fallback>
          </mc:AlternateContent>
        </w:r>
        <w:r w:rsidR="00864A76">
          <w:t>C</w:t>
        </w:r>
        <w:r w:rsidR="00D654FE">
          <w:t>RT</w:t>
        </w:r>
        <w:r w:rsidR="008D446A">
          <w:t>/</w:t>
        </w:r>
        <w:r w:rsidR="008D446A" w:rsidRPr="008D446A">
          <w:rPr>
            <w:rFonts w:ascii="Marianne" w:hAnsi="Marianne"/>
            <w:b/>
            <w:i/>
            <w:color w:val="auto"/>
            <w:sz w:val="16"/>
          </w:rPr>
          <w:t xml:space="preserve"> </w:t>
        </w:r>
        <w:r w:rsidR="008D446A" w:rsidRPr="00832FAF">
          <w:rPr>
            <w:rFonts w:ascii="Marianne" w:hAnsi="Marianne"/>
            <w:b/>
            <w:i/>
            <w:color w:val="auto"/>
            <w:sz w:val="16"/>
          </w:rPr>
          <w:t>Matché d’Exploitation, Maintenance, Conduite des Installations CVC FRESNES   / DISP Paris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19BCE" w14:textId="65A144F2" w:rsidR="00952FFE" w:rsidRDefault="00631369">
    <w:pPr>
      <w:pStyle w:val="Pieddepage"/>
    </w:pPr>
    <w:r>
      <w:t>C</w:t>
    </w:r>
    <w:r w:rsidR="00852FC5">
      <w:t>adre de réponse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7CBED" w14:textId="77777777" w:rsidR="001F02D5" w:rsidRDefault="001F02D5" w:rsidP="005032FC">
      <w:r>
        <w:separator/>
      </w:r>
    </w:p>
  </w:footnote>
  <w:footnote w:type="continuationSeparator" w:id="0">
    <w:p w14:paraId="79D683AB" w14:textId="77777777" w:rsidR="001F02D5" w:rsidRDefault="001F02D5" w:rsidP="00503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B8553" w14:textId="15A9F7DC" w:rsidR="00D17CBC" w:rsidRDefault="00D17CBC" w:rsidP="005032FC">
    <w:pPr>
      <w:pStyle w:val="En-tte"/>
      <w:rPr>
        <w:rFonts w:ascii="Calibri" w:eastAsia="Calibri" w:hAnsi="Calibri" w:cs="Calibri"/>
        <w:noProof/>
        <w:szCs w:val="24"/>
      </w:rPr>
    </w:pPr>
    <w:r>
      <w:rPr>
        <w:rFonts w:ascii="Calibri" w:eastAsia="Calibri" w:hAnsi="Calibri" w:cs="Calibri"/>
        <w:noProof/>
        <w:szCs w:val="24"/>
      </w:rPr>
      <w:t xml:space="preserve">                                                                                                                                    </w:t>
    </w:r>
  </w:p>
  <w:p w14:paraId="178D545A" w14:textId="77777777" w:rsidR="00D17CBC" w:rsidRDefault="00D17CBC" w:rsidP="005032FC">
    <w:pPr>
      <w:pStyle w:val="En-tte"/>
      <w:rPr>
        <w:rFonts w:ascii="Calibri" w:eastAsia="Calibri" w:hAnsi="Calibri" w:cs="Calibri"/>
        <w:noProof/>
        <w:szCs w:val="24"/>
      </w:rPr>
    </w:pPr>
  </w:p>
  <w:p w14:paraId="0FEEE72D" w14:textId="4DD16386" w:rsidR="00D17CBC" w:rsidRDefault="00D17CBC" w:rsidP="005032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E6F6" w14:textId="7EC41098" w:rsidR="00D17CBC" w:rsidRDefault="00D17CBC" w:rsidP="005319CE">
    <w:pPr>
      <w:pStyle w:val="En-tte"/>
      <w:tabs>
        <w:tab w:val="clear" w:pos="4536"/>
        <w:tab w:val="clear" w:pos="9072"/>
        <w:tab w:val="left" w:pos="1020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C3BAF30" wp14:editId="42BD9CAB">
              <wp:simplePos x="0" y="0"/>
              <wp:positionH relativeFrom="margin">
                <wp:posOffset>-409903</wp:posOffset>
              </wp:positionH>
              <wp:positionV relativeFrom="paragraph">
                <wp:posOffset>3462567</wp:posOffset>
              </wp:positionV>
              <wp:extent cx="3505200" cy="596265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200" cy="59626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2B89DBCB" id="Rectangle 18" o:spid="_x0000_s1026" style="position:absolute;margin-left:-32.3pt;margin-top:272.65pt;width:276pt;height:469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" stroked="f" strokeweight="1pt">
              <v:fill opacity="52428f"/>
              <w10:wrap anchorx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068"/>
    <w:multiLevelType w:val="hybridMultilevel"/>
    <w:tmpl w:val="D7462FD6"/>
    <w:lvl w:ilvl="0" w:tplc="B45EEA52">
      <w:start w:val="2"/>
      <w:numFmt w:val="bullet"/>
      <w:lvlText w:val="-"/>
      <w:lvlJc w:val="left"/>
      <w:pPr>
        <w:ind w:left="142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621077"/>
    <w:multiLevelType w:val="hybridMultilevel"/>
    <w:tmpl w:val="F96C5EB8"/>
    <w:lvl w:ilvl="0" w:tplc="B45EEA5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792E"/>
    <w:multiLevelType w:val="hybridMultilevel"/>
    <w:tmpl w:val="5C360312"/>
    <w:lvl w:ilvl="0" w:tplc="B45EEA5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6316B"/>
    <w:multiLevelType w:val="hybridMultilevel"/>
    <w:tmpl w:val="13FAB9F0"/>
    <w:lvl w:ilvl="0" w:tplc="B45EEA52">
      <w:start w:val="2"/>
      <w:numFmt w:val="bullet"/>
      <w:lvlText w:val="-"/>
      <w:lvlJc w:val="left"/>
      <w:pPr>
        <w:ind w:left="77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06F34637"/>
    <w:multiLevelType w:val="hybridMultilevel"/>
    <w:tmpl w:val="FB2A2372"/>
    <w:lvl w:ilvl="0" w:tplc="A38E1CE4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94297"/>
    <w:multiLevelType w:val="hybridMultilevel"/>
    <w:tmpl w:val="BF84DB08"/>
    <w:lvl w:ilvl="0" w:tplc="B45EEA5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A16FC7"/>
    <w:multiLevelType w:val="hybridMultilevel"/>
    <w:tmpl w:val="FE8C0470"/>
    <w:lvl w:ilvl="0" w:tplc="2848AA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53859" w:themeColor="accent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1F11CF"/>
    <w:multiLevelType w:val="multilevel"/>
    <w:tmpl w:val="E376D1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1B0A54"/>
    <w:multiLevelType w:val="hybridMultilevel"/>
    <w:tmpl w:val="0584E416"/>
    <w:lvl w:ilvl="0" w:tplc="A14EBCEC">
      <w:start w:val="1"/>
      <w:numFmt w:val="bullet"/>
      <w:pStyle w:val="Titre4"/>
      <w:lvlText w:val=""/>
      <w:lvlJc w:val="left"/>
      <w:pPr>
        <w:ind w:left="720" w:hanging="360"/>
      </w:pPr>
      <w:rPr>
        <w:rFonts w:ascii="Wingdings" w:hAnsi="Wingdings" w:hint="default"/>
        <w:color w:val="A4C307" w:themeColor="accent5"/>
        <w:sz w:val="2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F0BAE"/>
    <w:multiLevelType w:val="hybridMultilevel"/>
    <w:tmpl w:val="A154B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060A4"/>
    <w:multiLevelType w:val="hybridMultilevel"/>
    <w:tmpl w:val="C8BA05AA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C8D5B71"/>
    <w:multiLevelType w:val="hybridMultilevel"/>
    <w:tmpl w:val="E6A4BA9E"/>
    <w:lvl w:ilvl="0" w:tplc="5B38C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D0FD9"/>
    <w:multiLevelType w:val="hybridMultilevel"/>
    <w:tmpl w:val="DE6A3F6E"/>
    <w:lvl w:ilvl="0" w:tplc="55A29B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935D5"/>
    <w:multiLevelType w:val="multilevel"/>
    <w:tmpl w:val="F9FE2B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4C1099C"/>
    <w:multiLevelType w:val="hybridMultilevel"/>
    <w:tmpl w:val="D3144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4412B"/>
    <w:multiLevelType w:val="hybridMultilevel"/>
    <w:tmpl w:val="158051E4"/>
    <w:lvl w:ilvl="0" w:tplc="6C02E8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26ECD"/>
    <w:multiLevelType w:val="hybridMultilevel"/>
    <w:tmpl w:val="DDA0E9F2"/>
    <w:lvl w:ilvl="0" w:tplc="B45EEA5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47667"/>
    <w:multiLevelType w:val="hybridMultilevel"/>
    <w:tmpl w:val="13EECFCA"/>
    <w:lvl w:ilvl="0" w:tplc="2B76CD1A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0A73"/>
    <w:multiLevelType w:val="multilevel"/>
    <w:tmpl w:val="AFA03F58"/>
    <w:lvl w:ilvl="0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oustitre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6B7A10"/>
    <w:multiLevelType w:val="hybridMultilevel"/>
    <w:tmpl w:val="0FC08C46"/>
    <w:lvl w:ilvl="0" w:tplc="6E3084C0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DA54A7"/>
    <w:multiLevelType w:val="multilevel"/>
    <w:tmpl w:val="BE5A2D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59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9F24FF"/>
    <w:multiLevelType w:val="hybridMultilevel"/>
    <w:tmpl w:val="16F62084"/>
    <w:lvl w:ilvl="0" w:tplc="29005C9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916FD"/>
    <w:multiLevelType w:val="hybridMultilevel"/>
    <w:tmpl w:val="4D42629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666E17"/>
    <w:multiLevelType w:val="hybridMultilevel"/>
    <w:tmpl w:val="2BEA07C6"/>
    <w:lvl w:ilvl="0" w:tplc="29005C9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501151"/>
    <w:multiLevelType w:val="multilevel"/>
    <w:tmpl w:val="1428B8CC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A3A2F1A"/>
    <w:multiLevelType w:val="hybridMultilevel"/>
    <w:tmpl w:val="9EF24664"/>
    <w:lvl w:ilvl="0" w:tplc="6C02E8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67FFA"/>
    <w:multiLevelType w:val="hybridMultilevel"/>
    <w:tmpl w:val="72E679D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0E0397"/>
    <w:multiLevelType w:val="singleLevel"/>
    <w:tmpl w:val="899CAE1C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  <w:lang w:val="fr-FR"/>
      </w:rPr>
    </w:lvl>
  </w:abstractNum>
  <w:abstractNum w:abstractNumId="28" w15:restartNumberingAfterBreak="0">
    <w:nsid w:val="62FD5ABB"/>
    <w:multiLevelType w:val="multilevel"/>
    <w:tmpl w:val="D318E64C"/>
    <w:lvl w:ilvl="0">
      <w:start w:val="1"/>
      <w:numFmt w:val="decimal"/>
      <w:suff w:val="nothing"/>
      <w:lvlText w:val=""/>
      <w:lvlJc w:val="left"/>
      <w:pPr>
        <w:ind w:left="432" w:hanging="432"/>
      </w:pPr>
    </w:lvl>
    <w:lvl w:ilvl="1">
      <w:start w:val="1"/>
      <w:numFmt w:val="decimal"/>
      <w:suff w:val="nothing"/>
      <w:lvlText w:val=""/>
      <w:lvlJc w:val="left"/>
      <w:pPr>
        <w:ind w:left="576" w:hanging="576"/>
      </w:pPr>
    </w:lvl>
    <w:lvl w:ilvl="2">
      <w:start w:val="1"/>
      <w:numFmt w:val="decimal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ind w:left="864" w:hanging="864"/>
      </w:pPr>
    </w:lvl>
    <w:lvl w:ilvl="4">
      <w:start w:val="1"/>
      <w:numFmt w:val="decimal"/>
      <w:suff w:val="nothing"/>
      <w:lvlText w:val=""/>
      <w:lvlJc w:val="left"/>
      <w:pPr>
        <w:ind w:left="1008" w:hanging="1008"/>
      </w:pPr>
    </w:lvl>
    <w:lvl w:ilvl="5">
      <w:start w:val="1"/>
      <w:numFmt w:val="decimal"/>
      <w:suff w:val="nothing"/>
      <w:lvlText w:val=""/>
      <w:lvlJc w:val="left"/>
      <w:pPr>
        <w:ind w:left="1152" w:hanging="1152"/>
      </w:pPr>
    </w:lvl>
    <w:lvl w:ilvl="6">
      <w:start w:val="1"/>
      <w:numFmt w:val="decimal"/>
      <w:suff w:val="nothing"/>
      <w:lvlText w:val=""/>
      <w:lvlJc w:val="left"/>
      <w:pPr>
        <w:ind w:left="1296" w:hanging="1296"/>
      </w:pPr>
    </w:lvl>
    <w:lvl w:ilvl="7">
      <w:start w:val="1"/>
      <w:numFmt w:val="decimal"/>
      <w:suff w:val="nothing"/>
      <w:lvlText w:val=""/>
      <w:lvlJc w:val="left"/>
      <w:pPr>
        <w:ind w:left="1440" w:hanging="1440"/>
      </w:pPr>
    </w:lvl>
    <w:lvl w:ilvl="8">
      <w:start w:val="1"/>
      <w:numFmt w:val="decimal"/>
      <w:suff w:val="nothing"/>
      <w:lvlText w:val=""/>
      <w:lvlJc w:val="left"/>
      <w:pPr>
        <w:ind w:left="1584" w:hanging="1584"/>
      </w:pPr>
    </w:lvl>
  </w:abstractNum>
  <w:abstractNum w:abstractNumId="29" w15:restartNumberingAfterBreak="0">
    <w:nsid w:val="662C7906"/>
    <w:multiLevelType w:val="hybridMultilevel"/>
    <w:tmpl w:val="38384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B6D7B"/>
    <w:multiLevelType w:val="hybridMultilevel"/>
    <w:tmpl w:val="A0A0C2E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821A88"/>
    <w:multiLevelType w:val="hybridMultilevel"/>
    <w:tmpl w:val="2D5A34F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4838BD"/>
    <w:multiLevelType w:val="hybridMultilevel"/>
    <w:tmpl w:val="A9F24CEE"/>
    <w:lvl w:ilvl="0" w:tplc="12E07D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C2DFE"/>
    <w:multiLevelType w:val="hybridMultilevel"/>
    <w:tmpl w:val="2E92F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8188F"/>
    <w:multiLevelType w:val="hybridMultilevel"/>
    <w:tmpl w:val="4002EF9E"/>
    <w:lvl w:ilvl="0" w:tplc="6E3084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446D2"/>
    <w:multiLevelType w:val="multilevel"/>
    <w:tmpl w:val="479448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A1D021B"/>
    <w:multiLevelType w:val="hybridMultilevel"/>
    <w:tmpl w:val="03481A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E3BDB"/>
    <w:multiLevelType w:val="hybridMultilevel"/>
    <w:tmpl w:val="E99C9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32112"/>
    <w:multiLevelType w:val="hybridMultilevel"/>
    <w:tmpl w:val="A0CA1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350328">
    <w:abstractNumId w:val="8"/>
  </w:num>
  <w:num w:numId="2" w16cid:durableId="643122725">
    <w:abstractNumId w:val="4"/>
  </w:num>
  <w:num w:numId="3" w16cid:durableId="589510742">
    <w:abstractNumId w:val="17"/>
  </w:num>
  <w:num w:numId="4" w16cid:durableId="295063741">
    <w:abstractNumId w:val="18"/>
  </w:num>
  <w:num w:numId="5" w16cid:durableId="1961567907">
    <w:abstractNumId w:val="20"/>
  </w:num>
  <w:num w:numId="6" w16cid:durableId="54355233">
    <w:abstractNumId w:val="25"/>
  </w:num>
  <w:num w:numId="7" w16cid:durableId="833959817">
    <w:abstractNumId w:val="27"/>
  </w:num>
  <w:num w:numId="8" w16cid:durableId="197819900">
    <w:abstractNumId w:val="28"/>
  </w:num>
  <w:num w:numId="9" w16cid:durableId="1060666421">
    <w:abstractNumId w:val="24"/>
  </w:num>
  <w:num w:numId="10" w16cid:durableId="1252591242">
    <w:abstractNumId w:val="35"/>
  </w:num>
  <w:num w:numId="11" w16cid:durableId="339625960">
    <w:abstractNumId w:val="7"/>
  </w:num>
  <w:num w:numId="12" w16cid:durableId="1660961587">
    <w:abstractNumId w:val="13"/>
  </w:num>
  <w:num w:numId="13" w16cid:durableId="981546736">
    <w:abstractNumId w:val="32"/>
  </w:num>
  <w:num w:numId="14" w16cid:durableId="114183773">
    <w:abstractNumId w:val="38"/>
  </w:num>
  <w:num w:numId="15" w16cid:durableId="1495536659">
    <w:abstractNumId w:val="15"/>
  </w:num>
  <w:num w:numId="16" w16cid:durableId="2010518761">
    <w:abstractNumId w:val="31"/>
  </w:num>
  <w:num w:numId="17" w16cid:durableId="1028525232">
    <w:abstractNumId w:val="30"/>
  </w:num>
  <w:num w:numId="18" w16cid:durableId="294457930">
    <w:abstractNumId w:val="26"/>
  </w:num>
  <w:num w:numId="19" w16cid:durableId="175779466">
    <w:abstractNumId w:val="10"/>
  </w:num>
  <w:num w:numId="20" w16cid:durableId="65416073">
    <w:abstractNumId w:val="22"/>
  </w:num>
  <w:num w:numId="21" w16cid:durableId="1839081291">
    <w:abstractNumId w:val="11"/>
  </w:num>
  <w:num w:numId="22" w16cid:durableId="133714673">
    <w:abstractNumId w:val="14"/>
  </w:num>
  <w:num w:numId="23" w16cid:durableId="2089299656">
    <w:abstractNumId w:val="1"/>
  </w:num>
  <w:num w:numId="24" w16cid:durableId="105775797">
    <w:abstractNumId w:val="3"/>
  </w:num>
  <w:num w:numId="25" w16cid:durableId="1199664121">
    <w:abstractNumId w:val="2"/>
  </w:num>
  <w:num w:numId="26" w16cid:durableId="2134245579">
    <w:abstractNumId w:val="5"/>
  </w:num>
  <w:num w:numId="27" w16cid:durableId="553662627">
    <w:abstractNumId w:val="0"/>
  </w:num>
  <w:num w:numId="28" w16cid:durableId="765157420">
    <w:abstractNumId w:val="16"/>
  </w:num>
  <w:num w:numId="29" w16cid:durableId="415178276">
    <w:abstractNumId w:val="37"/>
  </w:num>
  <w:num w:numId="30" w16cid:durableId="1647509674">
    <w:abstractNumId w:val="34"/>
  </w:num>
  <w:num w:numId="31" w16cid:durableId="1950118457">
    <w:abstractNumId w:val="19"/>
  </w:num>
  <w:num w:numId="32" w16cid:durableId="891967113">
    <w:abstractNumId w:val="23"/>
  </w:num>
  <w:num w:numId="33" w16cid:durableId="1841504346">
    <w:abstractNumId w:val="21"/>
  </w:num>
  <w:num w:numId="34" w16cid:durableId="618873549">
    <w:abstractNumId w:val="33"/>
  </w:num>
  <w:num w:numId="35" w16cid:durableId="1064454961">
    <w:abstractNumId w:val="29"/>
  </w:num>
  <w:num w:numId="36" w16cid:durableId="1007441921">
    <w:abstractNumId w:val="36"/>
  </w:num>
  <w:num w:numId="37" w16cid:durableId="407768391">
    <w:abstractNumId w:val="9"/>
  </w:num>
  <w:num w:numId="38" w16cid:durableId="1413503666">
    <w:abstractNumId w:val="12"/>
  </w:num>
  <w:num w:numId="39" w16cid:durableId="97506658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B5"/>
    <w:rsid w:val="00001F37"/>
    <w:rsid w:val="00002350"/>
    <w:rsid w:val="00002AF5"/>
    <w:rsid w:val="00006786"/>
    <w:rsid w:val="000068EC"/>
    <w:rsid w:val="00012E34"/>
    <w:rsid w:val="0001519B"/>
    <w:rsid w:val="00016067"/>
    <w:rsid w:val="0002057E"/>
    <w:rsid w:val="0002121A"/>
    <w:rsid w:val="00021557"/>
    <w:rsid w:val="000227EB"/>
    <w:rsid w:val="00023D79"/>
    <w:rsid w:val="00023E43"/>
    <w:rsid w:val="00030C76"/>
    <w:rsid w:val="000329AB"/>
    <w:rsid w:val="00033A8E"/>
    <w:rsid w:val="00033CA0"/>
    <w:rsid w:val="00033DF6"/>
    <w:rsid w:val="000344BC"/>
    <w:rsid w:val="00035CD0"/>
    <w:rsid w:val="00036673"/>
    <w:rsid w:val="0003676F"/>
    <w:rsid w:val="00037585"/>
    <w:rsid w:val="00040124"/>
    <w:rsid w:val="000406E9"/>
    <w:rsid w:val="00046CBD"/>
    <w:rsid w:val="00052610"/>
    <w:rsid w:val="00053A21"/>
    <w:rsid w:val="000544F8"/>
    <w:rsid w:val="00055096"/>
    <w:rsid w:val="00056303"/>
    <w:rsid w:val="000564AA"/>
    <w:rsid w:val="00060BF4"/>
    <w:rsid w:val="000611AB"/>
    <w:rsid w:val="00065C5E"/>
    <w:rsid w:val="000724F0"/>
    <w:rsid w:val="00072A2E"/>
    <w:rsid w:val="00072AB7"/>
    <w:rsid w:val="00073193"/>
    <w:rsid w:val="00074D22"/>
    <w:rsid w:val="00075866"/>
    <w:rsid w:val="00076834"/>
    <w:rsid w:val="000770B0"/>
    <w:rsid w:val="00077123"/>
    <w:rsid w:val="000779DF"/>
    <w:rsid w:val="00077C13"/>
    <w:rsid w:val="00081F39"/>
    <w:rsid w:val="00084842"/>
    <w:rsid w:val="00084D88"/>
    <w:rsid w:val="00084DD5"/>
    <w:rsid w:val="00084E2A"/>
    <w:rsid w:val="00087348"/>
    <w:rsid w:val="0009043C"/>
    <w:rsid w:val="000904B9"/>
    <w:rsid w:val="000916CC"/>
    <w:rsid w:val="00092178"/>
    <w:rsid w:val="00092235"/>
    <w:rsid w:val="0009272B"/>
    <w:rsid w:val="00092781"/>
    <w:rsid w:val="00092B9C"/>
    <w:rsid w:val="00094567"/>
    <w:rsid w:val="00095CF9"/>
    <w:rsid w:val="00095F30"/>
    <w:rsid w:val="0009692A"/>
    <w:rsid w:val="000A13F1"/>
    <w:rsid w:val="000A3720"/>
    <w:rsid w:val="000A3A31"/>
    <w:rsid w:val="000A5CC8"/>
    <w:rsid w:val="000A7E5E"/>
    <w:rsid w:val="000B2AEE"/>
    <w:rsid w:val="000B307D"/>
    <w:rsid w:val="000B622B"/>
    <w:rsid w:val="000B6520"/>
    <w:rsid w:val="000B7795"/>
    <w:rsid w:val="000C1F62"/>
    <w:rsid w:val="000C2629"/>
    <w:rsid w:val="000C5080"/>
    <w:rsid w:val="000D0834"/>
    <w:rsid w:val="000D2610"/>
    <w:rsid w:val="000D40EB"/>
    <w:rsid w:val="000D452A"/>
    <w:rsid w:val="000D48A0"/>
    <w:rsid w:val="000D52B5"/>
    <w:rsid w:val="000D5486"/>
    <w:rsid w:val="000D5FCD"/>
    <w:rsid w:val="000D641E"/>
    <w:rsid w:val="000D7906"/>
    <w:rsid w:val="000E066A"/>
    <w:rsid w:val="000E2678"/>
    <w:rsid w:val="000E38D0"/>
    <w:rsid w:val="000E5793"/>
    <w:rsid w:val="000E6051"/>
    <w:rsid w:val="000E6DA4"/>
    <w:rsid w:val="000E715F"/>
    <w:rsid w:val="000F174D"/>
    <w:rsid w:val="000F58B0"/>
    <w:rsid w:val="000F6D76"/>
    <w:rsid w:val="000F7CD4"/>
    <w:rsid w:val="0010059D"/>
    <w:rsid w:val="0010097C"/>
    <w:rsid w:val="00101ACF"/>
    <w:rsid w:val="00102DD4"/>
    <w:rsid w:val="001047CC"/>
    <w:rsid w:val="001054F7"/>
    <w:rsid w:val="0010640C"/>
    <w:rsid w:val="00107333"/>
    <w:rsid w:val="00107349"/>
    <w:rsid w:val="001077CD"/>
    <w:rsid w:val="00110049"/>
    <w:rsid w:val="0011027C"/>
    <w:rsid w:val="00112131"/>
    <w:rsid w:val="0011377E"/>
    <w:rsid w:val="0011504B"/>
    <w:rsid w:val="0011744E"/>
    <w:rsid w:val="001209D2"/>
    <w:rsid w:val="00123EE8"/>
    <w:rsid w:val="0012440D"/>
    <w:rsid w:val="00125BFB"/>
    <w:rsid w:val="001352C2"/>
    <w:rsid w:val="001358CB"/>
    <w:rsid w:val="00135F29"/>
    <w:rsid w:val="0014228A"/>
    <w:rsid w:val="00144D6D"/>
    <w:rsid w:val="00145D71"/>
    <w:rsid w:val="00146743"/>
    <w:rsid w:val="00146834"/>
    <w:rsid w:val="001512AD"/>
    <w:rsid w:val="0015173F"/>
    <w:rsid w:val="00152406"/>
    <w:rsid w:val="00152B71"/>
    <w:rsid w:val="001530E4"/>
    <w:rsid w:val="0015510A"/>
    <w:rsid w:val="001572BF"/>
    <w:rsid w:val="00157DEC"/>
    <w:rsid w:val="00160501"/>
    <w:rsid w:val="00161E55"/>
    <w:rsid w:val="00163051"/>
    <w:rsid w:val="00167382"/>
    <w:rsid w:val="0017053F"/>
    <w:rsid w:val="001717C5"/>
    <w:rsid w:val="00171EC9"/>
    <w:rsid w:val="00172794"/>
    <w:rsid w:val="0017290C"/>
    <w:rsid w:val="0017389C"/>
    <w:rsid w:val="001738FF"/>
    <w:rsid w:val="001755B5"/>
    <w:rsid w:val="00177448"/>
    <w:rsid w:val="0017745C"/>
    <w:rsid w:val="00180C5A"/>
    <w:rsid w:val="001820C9"/>
    <w:rsid w:val="00184174"/>
    <w:rsid w:val="00184E8D"/>
    <w:rsid w:val="00190F6F"/>
    <w:rsid w:val="0019410D"/>
    <w:rsid w:val="00194ECE"/>
    <w:rsid w:val="00197C15"/>
    <w:rsid w:val="001A3C3B"/>
    <w:rsid w:val="001A3FDE"/>
    <w:rsid w:val="001A4CD7"/>
    <w:rsid w:val="001A6B86"/>
    <w:rsid w:val="001A6ECD"/>
    <w:rsid w:val="001B23C2"/>
    <w:rsid w:val="001B3864"/>
    <w:rsid w:val="001B3C90"/>
    <w:rsid w:val="001B3EB6"/>
    <w:rsid w:val="001B5D7C"/>
    <w:rsid w:val="001B5FBC"/>
    <w:rsid w:val="001B6193"/>
    <w:rsid w:val="001B7231"/>
    <w:rsid w:val="001C2E59"/>
    <w:rsid w:val="001C6065"/>
    <w:rsid w:val="001C7B72"/>
    <w:rsid w:val="001D1933"/>
    <w:rsid w:val="001D1E55"/>
    <w:rsid w:val="001D1FEE"/>
    <w:rsid w:val="001D59FF"/>
    <w:rsid w:val="001D6829"/>
    <w:rsid w:val="001D6B65"/>
    <w:rsid w:val="001E1893"/>
    <w:rsid w:val="001E308D"/>
    <w:rsid w:val="001E40BB"/>
    <w:rsid w:val="001E4514"/>
    <w:rsid w:val="001E4A01"/>
    <w:rsid w:val="001E572C"/>
    <w:rsid w:val="001F02D5"/>
    <w:rsid w:val="001F0ACB"/>
    <w:rsid w:val="001F5D6C"/>
    <w:rsid w:val="00202408"/>
    <w:rsid w:val="00202464"/>
    <w:rsid w:val="0020597D"/>
    <w:rsid w:val="00205A8D"/>
    <w:rsid w:val="00211E47"/>
    <w:rsid w:val="00216301"/>
    <w:rsid w:val="0022064B"/>
    <w:rsid w:val="00221B42"/>
    <w:rsid w:val="002228CC"/>
    <w:rsid w:val="002239F5"/>
    <w:rsid w:val="002257F8"/>
    <w:rsid w:val="00225E83"/>
    <w:rsid w:val="0023062F"/>
    <w:rsid w:val="00233E7B"/>
    <w:rsid w:val="00234143"/>
    <w:rsid w:val="0023430A"/>
    <w:rsid w:val="00234D3E"/>
    <w:rsid w:val="002350A0"/>
    <w:rsid w:val="00235758"/>
    <w:rsid w:val="00235C3C"/>
    <w:rsid w:val="00235E8D"/>
    <w:rsid w:val="002414C4"/>
    <w:rsid w:val="00242F45"/>
    <w:rsid w:val="00244D7E"/>
    <w:rsid w:val="00245AC5"/>
    <w:rsid w:val="00246176"/>
    <w:rsid w:val="0024739C"/>
    <w:rsid w:val="00250DE0"/>
    <w:rsid w:val="0025184B"/>
    <w:rsid w:val="00252BBF"/>
    <w:rsid w:val="002542D6"/>
    <w:rsid w:val="00256889"/>
    <w:rsid w:val="00256D04"/>
    <w:rsid w:val="00257E07"/>
    <w:rsid w:val="0026138D"/>
    <w:rsid w:val="00261D39"/>
    <w:rsid w:val="00263655"/>
    <w:rsid w:val="00263A44"/>
    <w:rsid w:val="002642B9"/>
    <w:rsid w:val="002646BA"/>
    <w:rsid w:val="00267D6B"/>
    <w:rsid w:val="00271B67"/>
    <w:rsid w:val="00271C7B"/>
    <w:rsid w:val="00271F7D"/>
    <w:rsid w:val="00272583"/>
    <w:rsid w:val="00272879"/>
    <w:rsid w:val="00272BE0"/>
    <w:rsid w:val="002738E1"/>
    <w:rsid w:val="00273AEF"/>
    <w:rsid w:val="00273F61"/>
    <w:rsid w:val="0027442C"/>
    <w:rsid w:val="00274A3C"/>
    <w:rsid w:val="00274E3E"/>
    <w:rsid w:val="00276B50"/>
    <w:rsid w:val="002771CD"/>
    <w:rsid w:val="002802CB"/>
    <w:rsid w:val="0028081C"/>
    <w:rsid w:val="00283235"/>
    <w:rsid w:val="00283B30"/>
    <w:rsid w:val="0028424A"/>
    <w:rsid w:val="0029203D"/>
    <w:rsid w:val="00293319"/>
    <w:rsid w:val="00293623"/>
    <w:rsid w:val="0029371D"/>
    <w:rsid w:val="0029378E"/>
    <w:rsid w:val="00293B6B"/>
    <w:rsid w:val="00293D69"/>
    <w:rsid w:val="002942D4"/>
    <w:rsid w:val="00295926"/>
    <w:rsid w:val="002962A4"/>
    <w:rsid w:val="00296D4E"/>
    <w:rsid w:val="002A10C3"/>
    <w:rsid w:val="002A22B3"/>
    <w:rsid w:val="002A288E"/>
    <w:rsid w:val="002A2EDB"/>
    <w:rsid w:val="002A71A0"/>
    <w:rsid w:val="002A7992"/>
    <w:rsid w:val="002A7C1D"/>
    <w:rsid w:val="002B4031"/>
    <w:rsid w:val="002B6394"/>
    <w:rsid w:val="002B6929"/>
    <w:rsid w:val="002C0327"/>
    <w:rsid w:val="002C094B"/>
    <w:rsid w:val="002C1FF6"/>
    <w:rsid w:val="002C2243"/>
    <w:rsid w:val="002C4121"/>
    <w:rsid w:val="002C5923"/>
    <w:rsid w:val="002D3BFB"/>
    <w:rsid w:val="002D68A5"/>
    <w:rsid w:val="002E0A9E"/>
    <w:rsid w:val="002E0BB1"/>
    <w:rsid w:val="002E2059"/>
    <w:rsid w:val="002E7468"/>
    <w:rsid w:val="002F02E3"/>
    <w:rsid w:val="002F0353"/>
    <w:rsid w:val="002F1510"/>
    <w:rsid w:val="002F4C93"/>
    <w:rsid w:val="002F5CC4"/>
    <w:rsid w:val="003011E1"/>
    <w:rsid w:val="00301FD9"/>
    <w:rsid w:val="00303154"/>
    <w:rsid w:val="003041C0"/>
    <w:rsid w:val="00304331"/>
    <w:rsid w:val="003056D5"/>
    <w:rsid w:val="00305CD4"/>
    <w:rsid w:val="00307973"/>
    <w:rsid w:val="00307990"/>
    <w:rsid w:val="0031079D"/>
    <w:rsid w:val="00310AA5"/>
    <w:rsid w:val="00310DBC"/>
    <w:rsid w:val="003134EA"/>
    <w:rsid w:val="00314745"/>
    <w:rsid w:val="003150C1"/>
    <w:rsid w:val="00321748"/>
    <w:rsid w:val="00321F6F"/>
    <w:rsid w:val="00323A44"/>
    <w:rsid w:val="00330819"/>
    <w:rsid w:val="0033775F"/>
    <w:rsid w:val="0033786E"/>
    <w:rsid w:val="0034149D"/>
    <w:rsid w:val="0034287B"/>
    <w:rsid w:val="0034314A"/>
    <w:rsid w:val="00343FD1"/>
    <w:rsid w:val="00346F40"/>
    <w:rsid w:val="00351CFD"/>
    <w:rsid w:val="00352CF2"/>
    <w:rsid w:val="00352F20"/>
    <w:rsid w:val="00354453"/>
    <w:rsid w:val="00355461"/>
    <w:rsid w:val="00355FE9"/>
    <w:rsid w:val="00360BA5"/>
    <w:rsid w:val="0036148B"/>
    <w:rsid w:val="003637DF"/>
    <w:rsid w:val="00363CC6"/>
    <w:rsid w:val="00367097"/>
    <w:rsid w:val="00376C23"/>
    <w:rsid w:val="00377DFD"/>
    <w:rsid w:val="003819BB"/>
    <w:rsid w:val="003848E0"/>
    <w:rsid w:val="00385047"/>
    <w:rsid w:val="003863E8"/>
    <w:rsid w:val="00386827"/>
    <w:rsid w:val="00390753"/>
    <w:rsid w:val="00390C70"/>
    <w:rsid w:val="0039175E"/>
    <w:rsid w:val="003932CA"/>
    <w:rsid w:val="00394275"/>
    <w:rsid w:val="00396205"/>
    <w:rsid w:val="0039651F"/>
    <w:rsid w:val="003A0101"/>
    <w:rsid w:val="003A14CE"/>
    <w:rsid w:val="003A1720"/>
    <w:rsid w:val="003A1E0B"/>
    <w:rsid w:val="003A3C70"/>
    <w:rsid w:val="003A6C29"/>
    <w:rsid w:val="003A6D65"/>
    <w:rsid w:val="003B183E"/>
    <w:rsid w:val="003B2037"/>
    <w:rsid w:val="003B2317"/>
    <w:rsid w:val="003B6570"/>
    <w:rsid w:val="003B69C8"/>
    <w:rsid w:val="003B76C5"/>
    <w:rsid w:val="003B7EFE"/>
    <w:rsid w:val="003C0C0D"/>
    <w:rsid w:val="003C12AF"/>
    <w:rsid w:val="003C15A6"/>
    <w:rsid w:val="003C1E03"/>
    <w:rsid w:val="003C2DF7"/>
    <w:rsid w:val="003C36BB"/>
    <w:rsid w:val="003C6EC5"/>
    <w:rsid w:val="003D1F4F"/>
    <w:rsid w:val="003D212A"/>
    <w:rsid w:val="003D229B"/>
    <w:rsid w:val="003D2F1C"/>
    <w:rsid w:val="003D471B"/>
    <w:rsid w:val="003D75BE"/>
    <w:rsid w:val="003E2E17"/>
    <w:rsid w:val="003E2FC0"/>
    <w:rsid w:val="003E6A93"/>
    <w:rsid w:val="003E6E0D"/>
    <w:rsid w:val="003E7B6F"/>
    <w:rsid w:val="003E7BDC"/>
    <w:rsid w:val="003F0F05"/>
    <w:rsid w:val="003F1D53"/>
    <w:rsid w:val="003F56BD"/>
    <w:rsid w:val="003F645B"/>
    <w:rsid w:val="003F79D0"/>
    <w:rsid w:val="00403C3E"/>
    <w:rsid w:val="00404CEA"/>
    <w:rsid w:val="004051D0"/>
    <w:rsid w:val="00405C36"/>
    <w:rsid w:val="00407768"/>
    <w:rsid w:val="00407BC0"/>
    <w:rsid w:val="00415F83"/>
    <w:rsid w:val="00416BDE"/>
    <w:rsid w:val="0042043C"/>
    <w:rsid w:val="00421027"/>
    <w:rsid w:val="004226D5"/>
    <w:rsid w:val="00423CED"/>
    <w:rsid w:val="00435B30"/>
    <w:rsid w:val="0043601A"/>
    <w:rsid w:val="00436980"/>
    <w:rsid w:val="00437EE1"/>
    <w:rsid w:val="00437FD7"/>
    <w:rsid w:val="00441487"/>
    <w:rsid w:val="004414EB"/>
    <w:rsid w:val="004422A6"/>
    <w:rsid w:val="00442A68"/>
    <w:rsid w:val="0044558B"/>
    <w:rsid w:val="0044597A"/>
    <w:rsid w:val="00446049"/>
    <w:rsid w:val="00447A74"/>
    <w:rsid w:val="00447CE8"/>
    <w:rsid w:val="0045068D"/>
    <w:rsid w:val="00450B5B"/>
    <w:rsid w:val="00450DBA"/>
    <w:rsid w:val="00451351"/>
    <w:rsid w:val="00451441"/>
    <w:rsid w:val="00454DB6"/>
    <w:rsid w:val="004563B5"/>
    <w:rsid w:val="00460F81"/>
    <w:rsid w:val="00462038"/>
    <w:rsid w:val="00462585"/>
    <w:rsid w:val="0046261D"/>
    <w:rsid w:val="0046388F"/>
    <w:rsid w:val="00463CE8"/>
    <w:rsid w:val="00464061"/>
    <w:rsid w:val="00465F7B"/>
    <w:rsid w:val="00466150"/>
    <w:rsid w:val="0047056D"/>
    <w:rsid w:val="0047300D"/>
    <w:rsid w:val="004735BE"/>
    <w:rsid w:val="0047375F"/>
    <w:rsid w:val="004800C3"/>
    <w:rsid w:val="00480496"/>
    <w:rsid w:val="00483E41"/>
    <w:rsid w:val="004914EF"/>
    <w:rsid w:val="0049467C"/>
    <w:rsid w:val="004947FF"/>
    <w:rsid w:val="0049700B"/>
    <w:rsid w:val="004A2542"/>
    <w:rsid w:val="004A2705"/>
    <w:rsid w:val="004A2F63"/>
    <w:rsid w:val="004A2FBD"/>
    <w:rsid w:val="004A35FE"/>
    <w:rsid w:val="004A3A82"/>
    <w:rsid w:val="004A513E"/>
    <w:rsid w:val="004A6203"/>
    <w:rsid w:val="004A64BF"/>
    <w:rsid w:val="004A6932"/>
    <w:rsid w:val="004A78A7"/>
    <w:rsid w:val="004A79DC"/>
    <w:rsid w:val="004A7AA4"/>
    <w:rsid w:val="004B1B66"/>
    <w:rsid w:val="004B1DF1"/>
    <w:rsid w:val="004B4B20"/>
    <w:rsid w:val="004B55BD"/>
    <w:rsid w:val="004B5B18"/>
    <w:rsid w:val="004B6526"/>
    <w:rsid w:val="004C0E5C"/>
    <w:rsid w:val="004C35F4"/>
    <w:rsid w:val="004D2425"/>
    <w:rsid w:val="004D2562"/>
    <w:rsid w:val="004D31DD"/>
    <w:rsid w:val="004D43E6"/>
    <w:rsid w:val="004D5765"/>
    <w:rsid w:val="004E1B70"/>
    <w:rsid w:val="004E1FFA"/>
    <w:rsid w:val="004E2F04"/>
    <w:rsid w:val="004E37BA"/>
    <w:rsid w:val="004E6B9F"/>
    <w:rsid w:val="004F0513"/>
    <w:rsid w:val="004F23D0"/>
    <w:rsid w:val="004F3345"/>
    <w:rsid w:val="004F4F19"/>
    <w:rsid w:val="0050061D"/>
    <w:rsid w:val="005013B5"/>
    <w:rsid w:val="005021A1"/>
    <w:rsid w:val="005023ED"/>
    <w:rsid w:val="00502B00"/>
    <w:rsid w:val="005032FC"/>
    <w:rsid w:val="00505B9D"/>
    <w:rsid w:val="0051067D"/>
    <w:rsid w:val="00512F04"/>
    <w:rsid w:val="0051383D"/>
    <w:rsid w:val="00513E15"/>
    <w:rsid w:val="005149AF"/>
    <w:rsid w:val="00520DFF"/>
    <w:rsid w:val="005213F5"/>
    <w:rsid w:val="00526613"/>
    <w:rsid w:val="005272F4"/>
    <w:rsid w:val="00530FE5"/>
    <w:rsid w:val="005319CE"/>
    <w:rsid w:val="00532245"/>
    <w:rsid w:val="00533349"/>
    <w:rsid w:val="0053358F"/>
    <w:rsid w:val="00535743"/>
    <w:rsid w:val="00535F7F"/>
    <w:rsid w:val="0053646E"/>
    <w:rsid w:val="005400A4"/>
    <w:rsid w:val="005401A9"/>
    <w:rsid w:val="00543259"/>
    <w:rsid w:val="0054497C"/>
    <w:rsid w:val="00547097"/>
    <w:rsid w:val="0054709B"/>
    <w:rsid w:val="00557A9C"/>
    <w:rsid w:val="005620B0"/>
    <w:rsid w:val="005639DE"/>
    <w:rsid w:val="00563FBE"/>
    <w:rsid w:val="00564BEC"/>
    <w:rsid w:val="00566573"/>
    <w:rsid w:val="00567A6E"/>
    <w:rsid w:val="00573448"/>
    <w:rsid w:val="00574593"/>
    <w:rsid w:val="00574834"/>
    <w:rsid w:val="00574F6D"/>
    <w:rsid w:val="005754D0"/>
    <w:rsid w:val="0057582D"/>
    <w:rsid w:val="00577788"/>
    <w:rsid w:val="00581366"/>
    <w:rsid w:val="0058287C"/>
    <w:rsid w:val="00582C99"/>
    <w:rsid w:val="00582CC1"/>
    <w:rsid w:val="00583FDD"/>
    <w:rsid w:val="005843D4"/>
    <w:rsid w:val="005855B4"/>
    <w:rsid w:val="00585F29"/>
    <w:rsid w:val="00587682"/>
    <w:rsid w:val="00587C93"/>
    <w:rsid w:val="00590F33"/>
    <w:rsid w:val="005932E4"/>
    <w:rsid w:val="0059361B"/>
    <w:rsid w:val="00593CD9"/>
    <w:rsid w:val="005944C4"/>
    <w:rsid w:val="00594717"/>
    <w:rsid w:val="00597DC2"/>
    <w:rsid w:val="00597DF1"/>
    <w:rsid w:val="005A256C"/>
    <w:rsid w:val="005B000E"/>
    <w:rsid w:val="005B09DF"/>
    <w:rsid w:val="005B2F03"/>
    <w:rsid w:val="005B3F23"/>
    <w:rsid w:val="005B61C7"/>
    <w:rsid w:val="005B65A3"/>
    <w:rsid w:val="005B7425"/>
    <w:rsid w:val="005B7768"/>
    <w:rsid w:val="005C23E9"/>
    <w:rsid w:val="005C2FA6"/>
    <w:rsid w:val="005C44EF"/>
    <w:rsid w:val="005C5101"/>
    <w:rsid w:val="005C6783"/>
    <w:rsid w:val="005D0CD8"/>
    <w:rsid w:val="005E01E0"/>
    <w:rsid w:val="005E0B47"/>
    <w:rsid w:val="005E2C5D"/>
    <w:rsid w:val="005E40F1"/>
    <w:rsid w:val="005F1BD3"/>
    <w:rsid w:val="005F1CBA"/>
    <w:rsid w:val="005F2F84"/>
    <w:rsid w:val="005F33C9"/>
    <w:rsid w:val="005F441F"/>
    <w:rsid w:val="005F56FB"/>
    <w:rsid w:val="005F5C4E"/>
    <w:rsid w:val="005F6BB6"/>
    <w:rsid w:val="00602D01"/>
    <w:rsid w:val="00603111"/>
    <w:rsid w:val="0060319F"/>
    <w:rsid w:val="00603E60"/>
    <w:rsid w:val="00607E5C"/>
    <w:rsid w:val="00607E65"/>
    <w:rsid w:val="00611413"/>
    <w:rsid w:val="006117FD"/>
    <w:rsid w:val="00611FE0"/>
    <w:rsid w:val="00613BA3"/>
    <w:rsid w:val="00613CE7"/>
    <w:rsid w:val="0061553F"/>
    <w:rsid w:val="00616E1F"/>
    <w:rsid w:val="00616F70"/>
    <w:rsid w:val="00621EE0"/>
    <w:rsid w:val="00622290"/>
    <w:rsid w:val="00625C8D"/>
    <w:rsid w:val="00631369"/>
    <w:rsid w:val="00632396"/>
    <w:rsid w:val="00632A0C"/>
    <w:rsid w:val="00637635"/>
    <w:rsid w:val="006400F4"/>
    <w:rsid w:val="00640163"/>
    <w:rsid w:val="006418BA"/>
    <w:rsid w:val="00642C03"/>
    <w:rsid w:val="00643E19"/>
    <w:rsid w:val="00644E02"/>
    <w:rsid w:val="00644FBC"/>
    <w:rsid w:val="006453B0"/>
    <w:rsid w:val="00645DCA"/>
    <w:rsid w:val="00647289"/>
    <w:rsid w:val="006511C5"/>
    <w:rsid w:val="006518DE"/>
    <w:rsid w:val="0065413A"/>
    <w:rsid w:val="00656269"/>
    <w:rsid w:val="00657100"/>
    <w:rsid w:val="00660151"/>
    <w:rsid w:val="00660576"/>
    <w:rsid w:val="00660BFC"/>
    <w:rsid w:val="00660E08"/>
    <w:rsid w:val="0066158A"/>
    <w:rsid w:val="006631B1"/>
    <w:rsid w:val="006635D9"/>
    <w:rsid w:val="00665371"/>
    <w:rsid w:val="006653EA"/>
    <w:rsid w:val="00671325"/>
    <w:rsid w:val="006719A2"/>
    <w:rsid w:val="00673DD5"/>
    <w:rsid w:val="00674BBF"/>
    <w:rsid w:val="0067599E"/>
    <w:rsid w:val="00675EDE"/>
    <w:rsid w:val="0067750A"/>
    <w:rsid w:val="006805FC"/>
    <w:rsid w:val="00681DD6"/>
    <w:rsid w:val="006841F9"/>
    <w:rsid w:val="0068713D"/>
    <w:rsid w:val="0069068B"/>
    <w:rsid w:val="00691519"/>
    <w:rsid w:val="006919A5"/>
    <w:rsid w:val="00693922"/>
    <w:rsid w:val="006958E2"/>
    <w:rsid w:val="006959A6"/>
    <w:rsid w:val="006A0C47"/>
    <w:rsid w:val="006A21C2"/>
    <w:rsid w:val="006A2E77"/>
    <w:rsid w:val="006A5AB9"/>
    <w:rsid w:val="006A65E4"/>
    <w:rsid w:val="006A7130"/>
    <w:rsid w:val="006B0A0D"/>
    <w:rsid w:val="006B2DE8"/>
    <w:rsid w:val="006B3AF6"/>
    <w:rsid w:val="006B4040"/>
    <w:rsid w:val="006B484F"/>
    <w:rsid w:val="006B7798"/>
    <w:rsid w:val="006C0D39"/>
    <w:rsid w:val="006C17F4"/>
    <w:rsid w:val="006C1E76"/>
    <w:rsid w:val="006C284D"/>
    <w:rsid w:val="006C2E9D"/>
    <w:rsid w:val="006C3D08"/>
    <w:rsid w:val="006C6BBB"/>
    <w:rsid w:val="006C78F9"/>
    <w:rsid w:val="006D063D"/>
    <w:rsid w:val="006D1205"/>
    <w:rsid w:val="006D14BA"/>
    <w:rsid w:val="006D379C"/>
    <w:rsid w:val="006D628F"/>
    <w:rsid w:val="006E019D"/>
    <w:rsid w:val="006E183A"/>
    <w:rsid w:val="006E283B"/>
    <w:rsid w:val="006E2A53"/>
    <w:rsid w:val="006E2C95"/>
    <w:rsid w:val="006E4124"/>
    <w:rsid w:val="006E4B2A"/>
    <w:rsid w:val="006E5447"/>
    <w:rsid w:val="006E65EA"/>
    <w:rsid w:val="006F30D0"/>
    <w:rsid w:val="006F31E2"/>
    <w:rsid w:val="006F38E3"/>
    <w:rsid w:val="006F394B"/>
    <w:rsid w:val="006F3E6C"/>
    <w:rsid w:val="006F7173"/>
    <w:rsid w:val="007004AC"/>
    <w:rsid w:val="007004B8"/>
    <w:rsid w:val="007009EF"/>
    <w:rsid w:val="00702C92"/>
    <w:rsid w:val="00703720"/>
    <w:rsid w:val="00704136"/>
    <w:rsid w:val="00704A36"/>
    <w:rsid w:val="0071243E"/>
    <w:rsid w:val="00713108"/>
    <w:rsid w:val="00713295"/>
    <w:rsid w:val="00713B34"/>
    <w:rsid w:val="00713B4B"/>
    <w:rsid w:val="0071408B"/>
    <w:rsid w:val="007150F9"/>
    <w:rsid w:val="00715F21"/>
    <w:rsid w:val="0071693C"/>
    <w:rsid w:val="00716A73"/>
    <w:rsid w:val="0072001B"/>
    <w:rsid w:val="0072099F"/>
    <w:rsid w:val="00720D60"/>
    <w:rsid w:val="00721931"/>
    <w:rsid w:val="00724046"/>
    <w:rsid w:val="00724E83"/>
    <w:rsid w:val="00725ED9"/>
    <w:rsid w:val="00726547"/>
    <w:rsid w:val="00726BBC"/>
    <w:rsid w:val="00727256"/>
    <w:rsid w:val="00727755"/>
    <w:rsid w:val="00727C97"/>
    <w:rsid w:val="00727DE3"/>
    <w:rsid w:val="0073420D"/>
    <w:rsid w:val="00735B9B"/>
    <w:rsid w:val="00740D22"/>
    <w:rsid w:val="007412B8"/>
    <w:rsid w:val="00742444"/>
    <w:rsid w:val="0074292C"/>
    <w:rsid w:val="00742BD9"/>
    <w:rsid w:val="00746563"/>
    <w:rsid w:val="00746A25"/>
    <w:rsid w:val="007529BD"/>
    <w:rsid w:val="00752D16"/>
    <w:rsid w:val="0075405C"/>
    <w:rsid w:val="007544F2"/>
    <w:rsid w:val="0075451F"/>
    <w:rsid w:val="00755B33"/>
    <w:rsid w:val="0075604A"/>
    <w:rsid w:val="00756C41"/>
    <w:rsid w:val="00757198"/>
    <w:rsid w:val="00760459"/>
    <w:rsid w:val="00760D40"/>
    <w:rsid w:val="0076182D"/>
    <w:rsid w:val="007628EA"/>
    <w:rsid w:val="007631BE"/>
    <w:rsid w:val="007640A9"/>
    <w:rsid w:val="0076425D"/>
    <w:rsid w:val="00770263"/>
    <w:rsid w:val="00772CFF"/>
    <w:rsid w:val="00772E23"/>
    <w:rsid w:val="0077318D"/>
    <w:rsid w:val="00773804"/>
    <w:rsid w:val="007761DA"/>
    <w:rsid w:val="00776771"/>
    <w:rsid w:val="007805F4"/>
    <w:rsid w:val="00782D63"/>
    <w:rsid w:val="00783B21"/>
    <w:rsid w:val="00783E11"/>
    <w:rsid w:val="00786184"/>
    <w:rsid w:val="0078657A"/>
    <w:rsid w:val="00790B5B"/>
    <w:rsid w:val="00791C34"/>
    <w:rsid w:val="007933DC"/>
    <w:rsid w:val="00793409"/>
    <w:rsid w:val="00793698"/>
    <w:rsid w:val="00793F42"/>
    <w:rsid w:val="00794574"/>
    <w:rsid w:val="007945BA"/>
    <w:rsid w:val="0079559F"/>
    <w:rsid w:val="007956FD"/>
    <w:rsid w:val="0079574C"/>
    <w:rsid w:val="00797F0D"/>
    <w:rsid w:val="007A4A47"/>
    <w:rsid w:val="007B005E"/>
    <w:rsid w:val="007B0816"/>
    <w:rsid w:val="007B1E0D"/>
    <w:rsid w:val="007B25FE"/>
    <w:rsid w:val="007B2695"/>
    <w:rsid w:val="007B5058"/>
    <w:rsid w:val="007B573E"/>
    <w:rsid w:val="007B7BDA"/>
    <w:rsid w:val="007C1766"/>
    <w:rsid w:val="007C3248"/>
    <w:rsid w:val="007C47EA"/>
    <w:rsid w:val="007C5EB4"/>
    <w:rsid w:val="007C6312"/>
    <w:rsid w:val="007C6FFB"/>
    <w:rsid w:val="007D5235"/>
    <w:rsid w:val="007D6364"/>
    <w:rsid w:val="007D6AE4"/>
    <w:rsid w:val="007D79A8"/>
    <w:rsid w:val="007E1A56"/>
    <w:rsid w:val="007E1E36"/>
    <w:rsid w:val="007E1E53"/>
    <w:rsid w:val="007E2210"/>
    <w:rsid w:val="007E2463"/>
    <w:rsid w:val="007E68E6"/>
    <w:rsid w:val="007F0268"/>
    <w:rsid w:val="007F2628"/>
    <w:rsid w:val="007F3838"/>
    <w:rsid w:val="007F662F"/>
    <w:rsid w:val="008004DB"/>
    <w:rsid w:val="00800DE9"/>
    <w:rsid w:val="00801F0D"/>
    <w:rsid w:val="00802BBD"/>
    <w:rsid w:val="0080729D"/>
    <w:rsid w:val="008105B8"/>
    <w:rsid w:val="0081114B"/>
    <w:rsid w:val="00811305"/>
    <w:rsid w:val="00813A3C"/>
    <w:rsid w:val="0081421B"/>
    <w:rsid w:val="00814296"/>
    <w:rsid w:val="008147D1"/>
    <w:rsid w:val="00816BB2"/>
    <w:rsid w:val="00820389"/>
    <w:rsid w:val="00820B5A"/>
    <w:rsid w:val="00821F00"/>
    <w:rsid w:val="00822F47"/>
    <w:rsid w:val="008233BD"/>
    <w:rsid w:val="00824529"/>
    <w:rsid w:val="00824D10"/>
    <w:rsid w:val="0082581F"/>
    <w:rsid w:val="0082778D"/>
    <w:rsid w:val="008327CA"/>
    <w:rsid w:val="00833052"/>
    <w:rsid w:val="00836000"/>
    <w:rsid w:val="00836826"/>
    <w:rsid w:val="008401CF"/>
    <w:rsid w:val="00843702"/>
    <w:rsid w:val="00843C62"/>
    <w:rsid w:val="008447B0"/>
    <w:rsid w:val="00844B2C"/>
    <w:rsid w:val="008456E8"/>
    <w:rsid w:val="00846D1F"/>
    <w:rsid w:val="008520D4"/>
    <w:rsid w:val="008525F1"/>
    <w:rsid w:val="00852FC5"/>
    <w:rsid w:val="00853429"/>
    <w:rsid w:val="00856E48"/>
    <w:rsid w:val="00857560"/>
    <w:rsid w:val="00860CB9"/>
    <w:rsid w:val="00860DD5"/>
    <w:rsid w:val="00861A59"/>
    <w:rsid w:val="008645D2"/>
    <w:rsid w:val="00864A76"/>
    <w:rsid w:val="00864BC0"/>
    <w:rsid w:val="00865FB8"/>
    <w:rsid w:val="00870CA2"/>
    <w:rsid w:val="008717DB"/>
    <w:rsid w:val="00871FAF"/>
    <w:rsid w:val="00872996"/>
    <w:rsid w:val="008731AF"/>
    <w:rsid w:val="008735D3"/>
    <w:rsid w:val="00873752"/>
    <w:rsid w:val="008745D9"/>
    <w:rsid w:val="00875757"/>
    <w:rsid w:val="00875D60"/>
    <w:rsid w:val="00875F3A"/>
    <w:rsid w:val="0087675A"/>
    <w:rsid w:val="0087679F"/>
    <w:rsid w:val="00876B44"/>
    <w:rsid w:val="00880ED4"/>
    <w:rsid w:val="00882EB6"/>
    <w:rsid w:val="00883263"/>
    <w:rsid w:val="0088694B"/>
    <w:rsid w:val="00887789"/>
    <w:rsid w:val="00890982"/>
    <w:rsid w:val="00890C64"/>
    <w:rsid w:val="00892E8F"/>
    <w:rsid w:val="008938D2"/>
    <w:rsid w:val="00894131"/>
    <w:rsid w:val="00896933"/>
    <w:rsid w:val="008A10D7"/>
    <w:rsid w:val="008A1B7E"/>
    <w:rsid w:val="008A3876"/>
    <w:rsid w:val="008A3C98"/>
    <w:rsid w:val="008A4846"/>
    <w:rsid w:val="008A65B0"/>
    <w:rsid w:val="008A746F"/>
    <w:rsid w:val="008B00E9"/>
    <w:rsid w:val="008B108C"/>
    <w:rsid w:val="008B2ABD"/>
    <w:rsid w:val="008B48D7"/>
    <w:rsid w:val="008B749F"/>
    <w:rsid w:val="008C0D37"/>
    <w:rsid w:val="008C3907"/>
    <w:rsid w:val="008C3FB8"/>
    <w:rsid w:val="008C42C8"/>
    <w:rsid w:val="008C5E9B"/>
    <w:rsid w:val="008C68CB"/>
    <w:rsid w:val="008C6AD8"/>
    <w:rsid w:val="008C6D0A"/>
    <w:rsid w:val="008C73A5"/>
    <w:rsid w:val="008D0AA2"/>
    <w:rsid w:val="008D23B5"/>
    <w:rsid w:val="008D2EDA"/>
    <w:rsid w:val="008D33ED"/>
    <w:rsid w:val="008D408D"/>
    <w:rsid w:val="008D446A"/>
    <w:rsid w:val="008D4588"/>
    <w:rsid w:val="008E142D"/>
    <w:rsid w:val="008E3421"/>
    <w:rsid w:val="008E490A"/>
    <w:rsid w:val="008E5A89"/>
    <w:rsid w:val="008E6251"/>
    <w:rsid w:val="008E67E2"/>
    <w:rsid w:val="008E6A1E"/>
    <w:rsid w:val="008E6DC7"/>
    <w:rsid w:val="008E6F69"/>
    <w:rsid w:val="008F030B"/>
    <w:rsid w:val="008F06A5"/>
    <w:rsid w:val="008F1DA4"/>
    <w:rsid w:val="008F268D"/>
    <w:rsid w:val="008F31B9"/>
    <w:rsid w:val="008F33A5"/>
    <w:rsid w:val="008F4159"/>
    <w:rsid w:val="008F4342"/>
    <w:rsid w:val="008F4653"/>
    <w:rsid w:val="008F52CF"/>
    <w:rsid w:val="008F58F7"/>
    <w:rsid w:val="008F751E"/>
    <w:rsid w:val="008F775C"/>
    <w:rsid w:val="00900FB8"/>
    <w:rsid w:val="009030B8"/>
    <w:rsid w:val="009039D5"/>
    <w:rsid w:val="0090439E"/>
    <w:rsid w:val="009047C5"/>
    <w:rsid w:val="00905CBE"/>
    <w:rsid w:val="00910323"/>
    <w:rsid w:val="00911CAA"/>
    <w:rsid w:val="0091217A"/>
    <w:rsid w:val="00912408"/>
    <w:rsid w:val="0091747A"/>
    <w:rsid w:val="00917AA8"/>
    <w:rsid w:val="0092313A"/>
    <w:rsid w:val="009241A3"/>
    <w:rsid w:val="00930153"/>
    <w:rsid w:val="0093105E"/>
    <w:rsid w:val="00932602"/>
    <w:rsid w:val="009345CA"/>
    <w:rsid w:val="00934C42"/>
    <w:rsid w:val="009360C5"/>
    <w:rsid w:val="009366C0"/>
    <w:rsid w:val="00937D31"/>
    <w:rsid w:val="00940F0A"/>
    <w:rsid w:val="0094240A"/>
    <w:rsid w:val="0094274F"/>
    <w:rsid w:val="00942FB4"/>
    <w:rsid w:val="00946B51"/>
    <w:rsid w:val="00946ED3"/>
    <w:rsid w:val="009470EA"/>
    <w:rsid w:val="00947335"/>
    <w:rsid w:val="00950873"/>
    <w:rsid w:val="00950B9A"/>
    <w:rsid w:val="00952FFE"/>
    <w:rsid w:val="00954C30"/>
    <w:rsid w:val="009553DA"/>
    <w:rsid w:val="00955C85"/>
    <w:rsid w:val="00957B4A"/>
    <w:rsid w:val="00963D69"/>
    <w:rsid w:val="00964DAF"/>
    <w:rsid w:val="0096670A"/>
    <w:rsid w:val="00966B39"/>
    <w:rsid w:val="00967611"/>
    <w:rsid w:val="00971FBF"/>
    <w:rsid w:val="0097218F"/>
    <w:rsid w:val="009724BA"/>
    <w:rsid w:val="00972558"/>
    <w:rsid w:val="00972C69"/>
    <w:rsid w:val="0097396A"/>
    <w:rsid w:val="009752CE"/>
    <w:rsid w:val="0097615A"/>
    <w:rsid w:val="0097622E"/>
    <w:rsid w:val="0097786F"/>
    <w:rsid w:val="00980FB8"/>
    <w:rsid w:val="0098136E"/>
    <w:rsid w:val="00983073"/>
    <w:rsid w:val="00985541"/>
    <w:rsid w:val="00990571"/>
    <w:rsid w:val="00990A1F"/>
    <w:rsid w:val="0099328E"/>
    <w:rsid w:val="00993642"/>
    <w:rsid w:val="009967AF"/>
    <w:rsid w:val="00996E96"/>
    <w:rsid w:val="009976E2"/>
    <w:rsid w:val="00997D23"/>
    <w:rsid w:val="009A0D05"/>
    <w:rsid w:val="009A2CB3"/>
    <w:rsid w:val="009A30A8"/>
    <w:rsid w:val="009A3CE8"/>
    <w:rsid w:val="009A5B34"/>
    <w:rsid w:val="009B0F06"/>
    <w:rsid w:val="009B123D"/>
    <w:rsid w:val="009B13C6"/>
    <w:rsid w:val="009B1402"/>
    <w:rsid w:val="009B300D"/>
    <w:rsid w:val="009B43F5"/>
    <w:rsid w:val="009B5A5F"/>
    <w:rsid w:val="009C131B"/>
    <w:rsid w:val="009C2039"/>
    <w:rsid w:val="009C3947"/>
    <w:rsid w:val="009C3E8D"/>
    <w:rsid w:val="009C4AA0"/>
    <w:rsid w:val="009C5073"/>
    <w:rsid w:val="009C53EF"/>
    <w:rsid w:val="009C733A"/>
    <w:rsid w:val="009C762B"/>
    <w:rsid w:val="009D108A"/>
    <w:rsid w:val="009D27C7"/>
    <w:rsid w:val="009D2E62"/>
    <w:rsid w:val="009D5265"/>
    <w:rsid w:val="009D6F01"/>
    <w:rsid w:val="009D73A0"/>
    <w:rsid w:val="009E199C"/>
    <w:rsid w:val="009E265D"/>
    <w:rsid w:val="009E2B19"/>
    <w:rsid w:val="009E445B"/>
    <w:rsid w:val="009E4B09"/>
    <w:rsid w:val="009E5155"/>
    <w:rsid w:val="009E564A"/>
    <w:rsid w:val="009E6054"/>
    <w:rsid w:val="009F32CC"/>
    <w:rsid w:val="009F398E"/>
    <w:rsid w:val="009F3F14"/>
    <w:rsid w:val="009F6C09"/>
    <w:rsid w:val="00A00EA4"/>
    <w:rsid w:val="00A0164D"/>
    <w:rsid w:val="00A01C58"/>
    <w:rsid w:val="00A02516"/>
    <w:rsid w:val="00A02524"/>
    <w:rsid w:val="00A029A1"/>
    <w:rsid w:val="00A03146"/>
    <w:rsid w:val="00A035CE"/>
    <w:rsid w:val="00A04C17"/>
    <w:rsid w:val="00A05275"/>
    <w:rsid w:val="00A107A9"/>
    <w:rsid w:val="00A12B38"/>
    <w:rsid w:val="00A13E01"/>
    <w:rsid w:val="00A142FE"/>
    <w:rsid w:val="00A146E9"/>
    <w:rsid w:val="00A150B9"/>
    <w:rsid w:val="00A167A2"/>
    <w:rsid w:val="00A17A9E"/>
    <w:rsid w:val="00A20C51"/>
    <w:rsid w:val="00A21CB3"/>
    <w:rsid w:val="00A24E2E"/>
    <w:rsid w:val="00A25287"/>
    <w:rsid w:val="00A2590F"/>
    <w:rsid w:val="00A269B0"/>
    <w:rsid w:val="00A27DA6"/>
    <w:rsid w:val="00A325EF"/>
    <w:rsid w:val="00A37532"/>
    <w:rsid w:val="00A4124C"/>
    <w:rsid w:val="00A41972"/>
    <w:rsid w:val="00A4472A"/>
    <w:rsid w:val="00A46897"/>
    <w:rsid w:val="00A47D40"/>
    <w:rsid w:val="00A51607"/>
    <w:rsid w:val="00A528D7"/>
    <w:rsid w:val="00A532BD"/>
    <w:rsid w:val="00A53C41"/>
    <w:rsid w:val="00A55978"/>
    <w:rsid w:val="00A562B0"/>
    <w:rsid w:val="00A631C1"/>
    <w:rsid w:val="00A6392F"/>
    <w:rsid w:val="00A63FDC"/>
    <w:rsid w:val="00A677EE"/>
    <w:rsid w:val="00A70766"/>
    <w:rsid w:val="00A70899"/>
    <w:rsid w:val="00A70E39"/>
    <w:rsid w:val="00A71BB6"/>
    <w:rsid w:val="00A73F49"/>
    <w:rsid w:val="00A73F5E"/>
    <w:rsid w:val="00A74365"/>
    <w:rsid w:val="00A75F26"/>
    <w:rsid w:val="00A80B6D"/>
    <w:rsid w:val="00A81058"/>
    <w:rsid w:val="00A84C43"/>
    <w:rsid w:val="00A85372"/>
    <w:rsid w:val="00A85B11"/>
    <w:rsid w:val="00A873A3"/>
    <w:rsid w:val="00A87AD2"/>
    <w:rsid w:val="00A90878"/>
    <w:rsid w:val="00A91496"/>
    <w:rsid w:val="00A92B60"/>
    <w:rsid w:val="00A92F3F"/>
    <w:rsid w:val="00A93383"/>
    <w:rsid w:val="00A94627"/>
    <w:rsid w:val="00A9521D"/>
    <w:rsid w:val="00A95E5B"/>
    <w:rsid w:val="00AA0006"/>
    <w:rsid w:val="00AA0418"/>
    <w:rsid w:val="00AA54B0"/>
    <w:rsid w:val="00AA5518"/>
    <w:rsid w:val="00AA5EEC"/>
    <w:rsid w:val="00AA69E4"/>
    <w:rsid w:val="00AA725D"/>
    <w:rsid w:val="00AB0AD7"/>
    <w:rsid w:val="00AB1445"/>
    <w:rsid w:val="00AB47C3"/>
    <w:rsid w:val="00AB4979"/>
    <w:rsid w:val="00AB70CC"/>
    <w:rsid w:val="00AB77E7"/>
    <w:rsid w:val="00AB7E63"/>
    <w:rsid w:val="00AC0E8B"/>
    <w:rsid w:val="00AC4020"/>
    <w:rsid w:val="00AC409D"/>
    <w:rsid w:val="00AC43AA"/>
    <w:rsid w:val="00AC4EB3"/>
    <w:rsid w:val="00AC679A"/>
    <w:rsid w:val="00AD0240"/>
    <w:rsid w:val="00AD1156"/>
    <w:rsid w:val="00AD23C7"/>
    <w:rsid w:val="00AD47B7"/>
    <w:rsid w:val="00AD4A6C"/>
    <w:rsid w:val="00AD73FC"/>
    <w:rsid w:val="00AE2957"/>
    <w:rsid w:val="00AE4812"/>
    <w:rsid w:val="00AE4AA3"/>
    <w:rsid w:val="00AE5EBD"/>
    <w:rsid w:val="00AF05B3"/>
    <w:rsid w:val="00AF1305"/>
    <w:rsid w:val="00AF36D0"/>
    <w:rsid w:val="00AF4730"/>
    <w:rsid w:val="00AF5595"/>
    <w:rsid w:val="00AF68E9"/>
    <w:rsid w:val="00AF6D39"/>
    <w:rsid w:val="00AF708F"/>
    <w:rsid w:val="00B00E90"/>
    <w:rsid w:val="00B05DC9"/>
    <w:rsid w:val="00B06194"/>
    <w:rsid w:val="00B06659"/>
    <w:rsid w:val="00B06F42"/>
    <w:rsid w:val="00B07103"/>
    <w:rsid w:val="00B11057"/>
    <w:rsid w:val="00B1154B"/>
    <w:rsid w:val="00B121E0"/>
    <w:rsid w:val="00B12FA0"/>
    <w:rsid w:val="00B13FD0"/>
    <w:rsid w:val="00B22996"/>
    <w:rsid w:val="00B23865"/>
    <w:rsid w:val="00B27D9E"/>
    <w:rsid w:val="00B31386"/>
    <w:rsid w:val="00B31E0C"/>
    <w:rsid w:val="00B3205E"/>
    <w:rsid w:val="00B32C00"/>
    <w:rsid w:val="00B3536D"/>
    <w:rsid w:val="00B411EF"/>
    <w:rsid w:val="00B42571"/>
    <w:rsid w:val="00B42C7B"/>
    <w:rsid w:val="00B44C17"/>
    <w:rsid w:val="00B457BF"/>
    <w:rsid w:val="00B50FF7"/>
    <w:rsid w:val="00B565F8"/>
    <w:rsid w:val="00B61488"/>
    <w:rsid w:val="00B704CC"/>
    <w:rsid w:val="00B72ED4"/>
    <w:rsid w:val="00B73D0B"/>
    <w:rsid w:val="00B740CE"/>
    <w:rsid w:val="00B74687"/>
    <w:rsid w:val="00B77138"/>
    <w:rsid w:val="00B77514"/>
    <w:rsid w:val="00B8037C"/>
    <w:rsid w:val="00B805E0"/>
    <w:rsid w:val="00B80696"/>
    <w:rsid w:val="00B808CD"/>
    <w:rsid w:val="00B827BB"/>
    <w:rsid w:val="00B82CBD"/>
    <w:rsid w:val="00B85037"/>
    <w:rsid w:val="00B863F1"/>
    <w:rsid w:val="00B874F8"/>
    <w:rsid w:val="00B877E2"/>
    <w:rsid w:val="00B87926"/>
    <w:rsid w:val="00B87D1F"/>
    <w:rsid w:val="00B901EB"/>
    <w:rsid w:val="00B92571"/>
    <w:rsid w:val="00B92DFE"/>
    <w:rsid w:val="00B94067"/>
    <w:rsid w:val="00B951AF"/>
    <w:rsid w:val="00B9718E"/>
    <w:rsid w:val="00BA1832"/>
    <w:rsid w:val="00BA3F9F"/>
    <w:rsid w:val="00BA4CA5"/>
    <w:rsid w:val="00BA5154"/>
    <w:rsid w:val="00BB12EF"/>
    <w:rsid w:val="00BB294D"/>
    <w:rsid w:val="00BB5658"/>
    <w:rsid w:val="00BB627F"/>
    <w:rsid w:val="00BB6A30"/>
    <w:rsid w:val="00BB6B8D"/>
    <w:rsid w:val="00BC03EA"/>
    <w:rsid w:val="00BC2ED8"/>
    <w:rsid w:val="00BC7C37"/>
    <w:rsid w:val="00BD2BA1"/>
    <w:rsid w:val="00BD4990"/>
    <w:rsid w:val="00BD7B5E"/>
    <w:rsid w:val="00BE0109"/>
    <w:rsid w:val="00BE236E"/>
    <w:rsid w:val="00BE314C"/>
    <w:rsid w:val="00BE388B"/>
    <w:rsid w:val="00BE4E8B"/>
    <w:rsid w:val="00BE506F"/>
    <w:rsid w:val="00BE6ADD"/>
    <w:rsid w:val="00BE70B5"/>
    <w:rsid w:val="00BE7299"/>
    <w:rsid w:val="00BF05CB"/>
    <w:rsid w:val="00BF09A1"/>
    <w:rsid w:val="00C0028C"/>
    <w:rsid w:val="00C01938"/>
    <w:rsid w:val="00C03A9B"/>
    <w:rsid w:val="00C04CA9"/>
    <w:rsid w:val="00C050E7"/>
    <w:rsid w:val="00C06310"/>
    <w:rsid w:val="00C06A09"/>
    <w:rsid w:val="00C07BB1"/>
    <w:rsid w:val="00C07F47"/>
    <w:rsid w:val="00C10445"/>
    <w:rsid w:val="00C10A25"/>
    <w:rsid w:val="00C11AA8"/>
    <w:rsid w:val="00C14DCE"/>
    <w:rsid w:val="00C15A86"/>
    <w:rsid w:val="00C24296"/>
    <w:rsid w:val="00C243FC"/>
    <w:rsid w:val="00C245E1"/>
    <w:rsid w:val="00C3099A"/>
    <w:rsid w:val="00C31231"/>
    <w:rsid w:val="00C31509"/>
    <w:rsid w:val="00C32C7A"/>
    <w:rsid w:val="00C33318"/>
    <w:rsid w:val="00C3565F"/>
    <w:rsid w:val="00C37D4E"/>
    <w:rsid w:val="00C41B5E"/>
    <w:rsid w:val="00C42386"/>
    <w:rsid w:val="00C43026"/>
    <w:rsid w:val="00C4469A"/>
    <w:rsid w:val="00C44FAC"/>
    <w:rsid w:val="00C47260"/>
    <w:rsid w:val="00C50DE9"/>
    <w:rsid w:val="00C51E6D"/>
    <w:rsid w:val="00C523CE"/>
    <w:rsid w:val="00C5371D"/>
    <w:rsid w:val="00C539E5"/>
    <w:rsid w:val="00C564E2"/>
    <w:rsid w:val="00C5689F"/>
    <w:rsid w:val="00C60A57"/>
    <w:rsid w:val="00C6250C"/>
    <w:rsid w:val="00C6280A"/>
    <w:rsid w:val="00C634DD"/>
    <w:rsid w:val="00C63E9D"/>
    <w:rsid w:val="00C63F4D"/>
    <w:rsid w:val="00C65209"/>
    <w:rsid w:val="00C657D6"/>
    <w:rsid w:val="00C65A7E"/>
    <w:rsid w:val="00C669F8"/>
    <w:rsid w:val="00C67469"/>
    <w:rsid w:val="00C70A4C"/>
    <w:rsid w:val="00C71103"/>
    <w:rsid w:val="00C712AA"/>
    <w:rsid w:val="00C71BB4"/>
    <w:rsid w:val="00C73FA3"/>
    <w:rsid w:val="00C7422E"/>
    <w:rsid w:val="00C770C3"/>
    <w:rsid w:val="00C82A92"/>
    <w:rsid w:val="00C82DEA"/>
    <w:rsid w:val="00C838C5"/>
    <w:rsid w:val="00C83B42"/>
    <w:rsid w:val="00C84EE1"/>
    <w:rsid w:val="00C84F42"/>
    <w:rsid w:val="00C8670B"/>
    <w:rsid w:val="00C870C6"/>
    <w:rsid w:val="00C903E4"/>
    <w:rsid w:val="00C90C00"/>
    <w:rsid w:val="00C90C77"/>
    <w:rsid w:val="00C9187D"/>
    <w:rsid w:val="00C96C74"/>
    <w:rsid w:val="00CA25E3"/>
    <w:rsid w:val="00CA4183"/>
    <w:rsid w:val="00CA4A10"/>
    <w:rsid w:val="00CA6C6D"/>
    <w:rsid w:val="00CA7009"/>
    <w:rsid w:val="00CB0820"/>
    <w:rsid w:val="00CB08C5"/>
    <w:rsid w:val="00CB09D6"/>
    <w:rsid w:val="00CB1CE8"/>
    <w:rsid w:val="00CB1DB0"/>
    <w:rsid w:val="00CB244D"/>
    <w:rsid w:val="00CB25A9"/>
    <w:rsid w:val="00CB3616"/>
    <w:rsid w:val="00CB54D5"/>
    <w:rsid w:val="00CC201E"/>
    <w:rsid w:val="00CC3740"/>
    <w:rsid w:val="00CC3EB3"/>
    <w:rsid w:val="00CC4B13"/>
    <w:rsid w:val="00CC69FD"/>
    <w:rsid w:val="00CC75CA"/>
    <w:rsid w:val="00CD0707"/>
    <w:rsid w:val="00CD0C69"/>
    <w:rsid w:val="00CD2082"/>
    <w:rsid w:val="00CD2FC2"/>
    <w:rsid w:val="00CD353D"/>
    <w:rsid w:val="00CD47D9"/>
    <w:rsid w:val="00CD4860"/>
    <w:rsid w:val="00CD5CD5"/>
    <w:rsid w:val="00CD60A8"/>
    <w:rsid w:val="00CD76D5"/>
    <w:rsid w:val="00CD7A4E"/>
    <w:rsid w:val="00CE1A9B"/>
    <w:rsid w:val="00CE20C0"/>
    <w:rsid w:val="00CE4245"/>
    <w:rsid w:val="00CE4359"/>
    <w:rsid w:val="00CE5653"/>
    <w:rsid w:val="00CE59DC"/>
    <w:rsid w:val="00CE60E6"/>
    <w:rsid w:val="00CE6BDC"/>
    <w:rsid w:val="00CF07F3"/>
    <w:rsid w:val="00CF09F0"/>
    <w:rsid w:val="00CF1904"/>
    <w:rsid w:val="00CF3E17"/>
    <w:rsid w:val="00CF5C3A"/>
    <w:rsid w:val="00CF7E48"/>
    <w:rsid w:val="00D025F4"/>
    <w:rsid w:val="00D02BBE"/>
    <w:rsid w:val="00D054E3"/>
    <w:rsid w:val="00D05660"/>
    <w:rsid w:val="00D0605F"/>
    <w:rsid w:val="00D06D39"/>
    <w:rsid w:val="00D07EFA"/>
    <w:rsid w:val="00D10036"/>
    <w:rsid w:val="00D10963"/>
    <w:rsid w:val="00D10BAA"/>
    <w:rsid w:val="00D10E0F"/>
    <w:rsid w:val="00D133EF"/>
    <w:rsid w:val="00D13801"/>
    <w:rsid w:val="00D1428B"/>
    <w:rsid w:val="00D15C44"/>
    <w:rsid w:val="00D178DA"/>
    <w:rsid w:val="00D17CBC"/>
    <w:rsid w:val="00D17CF6"/>
    <w:rsid w:val="00D17F3A"/>
    <w:rsid w:val="00D221CE"/>
    <w:rsid w:val="00D238CF"/>
    <w:rsid w:val="00D2456F"/>
    <w:rsid w:val="00D24B85"/>
    <w:rsid w:val="00D30939"/>
    <w:rsid w:val="00D32F6B"/>
    <w:rsid w:val="00D33EA0"/>
    <w:rsid w:val="00D353C9"/>
    <w:rsid w:val="00D35A35"/>
    <w:rsid w:val="00D35F6B"/>
    <w:rsid w:val="00D37912"/>
    <w:rsid w:val="00D40003"/>
    <w:rsid w:val="00D44412"/>
    <w:rsid w:val="00D44F30"/>
    <w:rsid w:val="00D474F1"/>
    <w:rsid w:val="00D474F8"/>
    <w:rsid w:val="00D52C32"/>
    <w:rsid w:val="00D54552"/>
    <w:rsid w:val="00D545C7"/>
    <w:rsid w:val="00D54C7A"/>
    <w:rsid w:val="00D55074"/>
    <w:rsid w:val="00D56272"/>
    <w:rsid w:val="00D5699C"/>
    <w:rsid w:val="00D56F12"/>
    <w:rsid w:val="00D60847"/>
    <w:rsid w:val="00D654FE"/>
    <w:rsid w:val="00D6784E"/>
    <w:rsid w:val="00D720CF"/>
    <w:rsid w:val="00D72BB9"/>
    <w:rsid w:val="00D73190"/>
    <w:rsid w:val="00D73221"/>
    <w:rsid w:val="00D739E8"/>
    <w:rsid w:val="00D77568"/>
    <w:rsid w:val="00D82648"/>
    <w:rsid w:val="00D84EE4"/>
    <w:rsid w:val="00D85DB5"/>
    <w:rsid w:val="00D86802"/>
    <w:rsid w:val="00D87C7B"/>
    <w:rsid w:val="00D915E4"/>
    <w:rsid w:val="00D91911"/>
    <w:rsid w:val="00D937E3"/>
    <w:rsid w:val="00D955F2"/>
    <w:rsid w:val="00DA11DC"/>
    <w:rsid w:val="00DA12BE"/>
    <w:rsid w:val="00DA2BC1"/>
    <w:rsid w:val="00DA4299"/>
    <w:rsid w:val="00DA5B72"/>
    <w:rsid w:val="00DA77C8"/>
    <w:rsid w:val="00DB1AFB"/>
    <w:rsid w:val="00DB5D54"/>
    <w:rsid w:val="00DC1047"/>
    <w:rsid w:val="00DC2197"/>
    <w:rsid w:val="00DC296D"/>
    <w:rsid w:val="00DC2A36"/>
    <w:rsid w:val="00DC56D7"/>
    <w:rsid w:val="00DC571C"/>
    <w:rsid w:val="00DC6A7E"/>
    <w:rsid w:val="00DC7440"/>
    <w:rsid w:val="00DC7752"/>
    <w:rsid w:val="00DD1F70"/>
    <w:rsid w:val="00DD3174"/>
    <w:rsid w:val="00DD4E51"/>
    <w:rsid w:val="00DD5512"/>
    <w:rsid w:val="00DE03B8"/>
    <w:rsid w:val="00DE436A"/>
    <w:rsid w:val="00DE497E"/>
    <w:rsid w:val="00DE5FB1"/>
    <w:rsid w:val="00DE6C2C"/>
    <w:rsid w:val="00DE6CF5"/>
    <w:rsid w:val="00DE708C"/>
    <w:rsid w:val="00DF1438"/>
    <w:rsid w:val="00DF15BC"/>
    <w:rsid w:val="00DF1C75"/>
    <w:rsid w:val="00DF4430"/>
    <w:rsid w:val="00DF46AA"/>
    <w:rsid w:val="00DF4740"/>
    <w:rsid w:val="00DF51E0"/>
    <w:rsid w:val="00DF55BB"/>
    <w:rsid w:val="00DF6304"/>
    <w:rsid w:val="00E00C06"/>
    <w:rsid w:val="00E01391"/>
    <w:rsid w:val="00E03C2D"/>
    <w:rsid w:val="00E057EC"/>
    <w:rsid w:val="00E063D4"/>
    <w:rsid w:val="00E13B3C"/>
    <w:rsid w:val="00E208A8"/>
    <w:rsid w:val="00E211CF"/>
    <w:rsid w:val="00E2222D"/>
    <w:rsid w:val="00E238C6"/>
    <w:rsid w:val="00E242E1"/>
    <w:rsid w:val="00E262AD"/>
    <w:rsid w:val="00E26F6A"/>
    <w:rsid w:val="00E32931"/>
    <w:rsid w:val="00E334C3"/>
    <w:rsid w:val="00E33B8F"/>
    <w:rsid w:val="00E33E2F"/>
    <w:rsid w:val="00E34655"/>
    <w:rsid w:val="00E36BBB"/>
    <w:rsid w:val="00E40F7A"/>
    <w:rsid w:val="00E4115A"/>
    <w:rsid w:val="00E4205E"/>
    <w:rsid w:val="00E43DD9"/>
    <w:rsid w:val="00E44A4E"/>
    <w:rsid w:val="00E44F13"/>
    <w:rsid w:val="00E4564A"/>
    <w:rsid w:val="00E4628A"/>
    <w:rsid w:val="00E46F4A"/>
    <w:rsid w:val="00E47EE4"/>
    <w:rsid w:val="00E50600"/>
    <w:rsid w:val="00E51E43"/>
    <w:rsid w:val="00E52916"/>
    <w:rsid w:val="00E52F67"/>
    <w:rsid w:val="00E5397F"/>
    <w:rsid w:val="00E539E0"/>
    <w:rsid w:val="00E53D98"/>
    <w:rsid w:val="00E5556F"/>
    <w:rsid w:val="00E559E4"/>
    <w:rsid w:val="00E56524"/>
    <w:rsid w:val="00E571A9"/>
    <w:rsid w:val="00E633C7"/>
    <w:rsid w:val="00E64AF8"/>
    <w:rsid w:val="00E727E4"/>
    <w:rsid w:val="00E745EA"/>
    <w:rsid w:val="00E75D88"/>
    <w:rsid w:val="00E77DB6"/>
    <w:rsid w:val="00E80DAD"/>
    <w:rsid w:val="00E80DDB"/>
    <w:rsid w:val="00E81691"/>
    <w:rsid w:val="00E81E0F"/>
    <w:rsid w:val="00E8263B"/>
    <w:rsid w:val="00E83AB6"/>
    <w:rsid w:val="00E83BD4"/>
    <w:rsid w:val="00E84E01"/>
    <w:rsid w:val="00E854DF"/>
    <w:rsid w:val="00E857AE"/>
    <w:rsid w:val="00E86996"/>
    <w:rsid w:val="00E94996"/>
    <w:rsid w:val="00E9641A"/>
    <w:rsid w:val="00EA171E"/>
    <w:rsid w:val="00EA3899"/>
    <w:rsid w:val="00EA4332"/>
    <w:rsid w:val="00EA6A99"/>
    <w:rsid w:val="00EA77B5"/>
    <w:rsid w:val="00EB045A"/>
    <w:rsid w:val="00EB0CEC"/>
    <w:rsid w:val="00EB0D23"/>
    <w:rsid w:val="00EB0D67"/>
    <w:rsid w:val="00EB2097"/>
    <w:rsid w:val="00EB4945"/>
    <w:rsid w:val="00EB637C"/>
    <w:rsid w:val="00EB7461"/>
    <w:rsid w:val="00EC1E1A"/>
    <w:rsid w:val="00EC4B38"/>
    <w:rsid w:val="00EC5483"/>
    <w:rsid w:val="00EC5817"/>
    <w:rsid w:val="00EC5C46"/>
    <w:rsid w:val="00EC66D6"/>
    <w:rsid w:val="00EC74C6"/>
    <w:rsid w:val="00EC79AE"/>
    <w:rsid w:val="00EC7AD4"/>
    <w:rsid w:val="00ED0EC9"/>
    <w:rsid w:val="00ED3DC0"/>
    <w:rsid w:val="00ED44F1"/>
    <w:rsid w:val="00EE029D"/>
    <w:rsid w:val="00EE32C7"/>
    <w:rsid w:val="00EE3764"/>
    <w:rsid w:val="00EE5C8F"/>
    <w:rsid w:val="00EE63E7"/>
    <w:rsid w:val="00EE6E3F"/>
    <w:rsid w:val="00EE6F07"/>
    <w:rsid w:val="00EF05B7"/>
    <w:rsid w:val="00EF1E7E"/>
    <w:rsid w:val="00EF286A"/>
    <w:rsid w:val="00EF32B3"/>
    <w:rsid w:val="00EF5649"/>
    <w:rsid w:val="00EF724A"/>
    <w:rsid w:val="00F00919"/>
    <w:rsid w:val="00F0116A"/>
    <w:rsid w:val="00F01330"/>
    <w:rsid w:val="00F024B8"/>
    <w:rsid w:val="00F056A9"/>
    <w:rsid w:val="00F069A7"/>
    <w:rsid w:val="00F106CF"/>
    <w:rsid w:val="00F10829"/>
    <w:rsid w:val="00F13395"/>
    <w:rsid w:val="00F139B7"/>
    <w:rsid w:val="00F14869"/>
    <w:rsid w:val="00F15999"/>
    <w:rsid w:val="00F174EA"/>
    <w:rsid w:val="00F208B0"/>
    <w:rsid w:val="00F21D05"/>
    <w:rsid w:val="00F22D26"/>
    <w:rsid w:val="00F240DB"/>
    <w:rsid w:val="00F264FE"/>
    <w:rsid w:val="00F311B2"/>
    <w:rsid w:val="00F33467"/>
    <w:rsid w:val="00F33E2B"/>
    <w:rsid w:val="00F354FC"/>
    <w:rsid w:val="00F424FA"/>
    <w:rsid w:val="00F4336B"/>
    <w:rsid w:val="00F46FA8"/>
    <w:rsid w:val="00F47C77"/>
    <w:rsid w:val="00F51937"/>
    <w:rsid w:val="00F522EE"/>
    <w:rsid w:val="00F53062"/>
    <w:rsid w:val="00F53517"/>
    <w:rsid w:val="00F53E6F"/>
    <w:rsid w:val="00F54230"/>
    <w:rsid w:val="00F552EA"/>
    <w:rsid w:val="00F563D1"/>
    <w:rsid w:val="00F56D0E"/>
    <w:rsid w:val="00F622AE"/>
    <w:rsid w:val="00F639A3"/>
    <w:rsid w:val="00F64B5C"/>
    <w:rsid w:val="00F65FFB"/>
    <w:rsid w:val="00F67149"/>
    <w:rsid w:val="00F7051B"/>
    <w:rsid w:val="00F70D8B"/>
    <w:rsid w:val="00F70E5F"/>
    <w:rsid w:val="00F71B5B"/>
    <w:rsid w:val="00F7473C"/>
    <w:rsid w:val="00F74E76"/>
    <w:rsid w:val="00F81B49"/>
    <w:rsid w:val="00F8274F"/>
    <w:rsid w:val="00F82E20"/>
    <w:rsid w:val="00F83FB6"/>
    <w:rsid w:val="00F84E72"/>
    <w:rsid w:val="00F8535D"/>
    <w:rsid w:val="00F86462"/>
    <w:rsid w:val="00F90E15"/>
    <w:rsid w:val="00F91C76"/>
    <w:rsid w:val="00F935D5"/>
    <w:rsid w:val="00F93A79"/>
    <w:rsid w:val="00F94F84"/>
    <w:rsid w:val="00F96B87"/>
    <w:rsid w:val="00F97FF7"/>
    <w:rsid w:val="00FA03B7"/>
    <w:rsid w:val="00FA0A2B"/>
    <w:rsid w:val="00FA1EE3"/>
    <w:rsid w:val="00FA24F9"/>
    <w:rsid w:val="00FA4788"/>
    <w:rsid w:val="00FA4D82"/>
    <w:rsid w:val="00FA71B5"/>
    <w:rsid w:val="00FB1A7E"/>
    <w:rsid w:val="00FB1AB1"/>
    <w:rsid w:val="00FB2197"/>
    <w:rsid w:val="00FB3B84"/>
    <w:rsid w:val="00FB57FB"/>
    <w:rsid w:val="00FB58B3"/>
    <w:rsid w:val="00FB63A7"/>
    <w:rsid w:val="00FB7281"/>
    <w:rsid w:val="00FC0660"/>
    <w:rsid w:val="00FC165E"/>
    <w:rsid w:val="00FC1A91"/>
    <w:rsid w:val="00FC1C6D"/>
    <w:rsid w:val="00FC3D9C"/>
    <w:rsid w:val="00FC4568"/>
    <w:rsid w:val="00FC586F"/>
    <w:rsid w:val="00FC678D"/>
    <w:rsid w:val="00FC6AA2"/>
    <w:rsid w:val="00FC7018"/>
    <w:rsid w:val="00FC77B5"/>
    <w:rsid w:val="00FD0112"/>
    <w:rsid w:val="00FD01A9"/>
    <w:rsid w:val="00FD1468"/>
    <w:rsid w:val="00FD1AB6"/>
    <w:rsid w:val="00FD21E8"/>
    <w:rsid w:val="00FD3D86"/>
    <w:rsid w:val="00FD5584"/>
    <w:rsid w:val="00FD5B5E"/>
    <w:rsid w:val="00FD5E9C"/>
    <w:rsid w:val="00FE12BE"/>
    <w:rsid w:val="00FE14EB"/>
    <w:rsid w:val="00FE4277"/>
    <w:rsid w:val="00FE447A"/>
    <w:rsid w:val="00FE45D5"/>
    <w:rsid w:val="00FE47F4"/>
    <w:rsid w:val="00FE4FF4"/>
    <w:rsid w:val="00FE7494"/>
    <w:rsid w:val="00FF1577"/>
    <w:rsid w:val="00FF61A5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9B4C77"/>
  <w15:chartTrackingRefBased/>
  <w15:docId w15:val="{70CFBBA4-0085-4E94-B6A5-28E2B1C5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6D4E"/>
    <w:pPr>
      <w:jc w:val="both"/>
    </w:pPr>
    <w:rPr>
      <w:color w:val="666666" w:themeColor="text1"/>
      <w:sz w:val="24"/>
    </w:rPr>
  </w:style>
  <w:style w:type="paragraph" w:styleId="Titre1">
    <w:name w:val="heading 1"/>
    <w:basedOn w:val="Normal"/>
    <w:next w:val="Normal"/>
    <w:link w:val="Titre1Car"/>
    <w:qFormat/>
    <w:rsid w:val="004D31DD"/>
    <w:pPr>
      <w:keepNext/>
      <w:keepLines/>
      <w:numPr>
        <w:numId w:val="2"/>
      </w:numPr>
      <w:spacing w:before="400" w:after="40" w:line="360" w:lineRule="auto"/>
      <w:outlineLvl w:val="0"/>
    </w:pPr>
    <w:rPr>
      <w:rFonts w:ascii="Franklin Gothic Demi Cond" w:eastAsiaTheme="majorEastAsia" w:hAnsi="Franklin Gothic Demi Cond" w:cstheme="majorBidi"/>
      <w:color w:val="A4C307" w:themeColor="accent5"/>
      <w:sz w:val="48"/>
      <w:szCs w:val="48"/>
    </w:rPr>
  </w:style>
  <w:style w:type="paragraph" w:styleId="Titre2">
    <w:name w:val="heading 2"/>
    <w:aliases w:val="Titre_chapitre"/>
    <w:basedOn w:val="Normal"/>
    <w:next w:val="Normal"/>
    <w:link w:val="Titre2Car"/>
    <w:unhideWhenUsed/>
    <w:qFormat/>
    <w:rsid w:val="001B3864"/>
    <w:pPr>
      <w:keepNext/>
      <w:keepLines/>
      <w:numPr>
        <w:numId w:val="4"/>
      </w:numPr>
      <w:spacing w:before="240" w:after="240" w:line="240" w:lineRule="auto"/>
      <w:outlineLvl w:val="1"/>
    </w:pPr>
    <w:rPr>
      <w:rFonts w:ascii="Roboto Medium" w:eastAsiaTheme="majorEastAsia" w:hAnsi="Roboto Medium" w:cstheme="majorBidi"/>
      <w:color w:val="A4C307" w:themeColor="accent5"/>
      <w:sz w:val="40"/>
      <w:szCs w:val="32"/>
    </w:rPr>
  </w:style>
  <w:style w:type="paragraph" w:styleId="Titre3">
    <w:name w:val="heading 3"/>
    <w:aliases w:val="Titre_partie"/>
    <w:basedOn w:val="Normal"/>
    <w:next w:val="Normal"/>
    <w:link w:val="Titre3Car"/>
    <w:unhideWhenUsed/>
    <w:qFormat/>
    <w:rsid w:val="005D0CD8"/>
    <w:pPr>
      <w:keepNext/>
      <w:keepLines/>
      <w:numPr>
        <w:numId w:val="3"/>
      </w:numPr>
      <w:spacing w:before="240" w:after="240" w:line="240" w:lineRule="auto"/>
      <w:outlineLvl w:val="2"/>
    </w:pPr>
    <w:rPr>
      <w:rFonts w:ascii="Roboto Medium" w:eastAsiaTheme="majorEastAsia" w:hAnsi="Roboto Medium" w:cstheme="majorBidi"/>
      <w:color w:val="4AB1F3" w:themeColor="accent3"/>
      <w:sz w:val="32"/>
      <w:szCs w:val="28"/>
    </w:rPr>
  </w:style>
  <w:style w:type="paragraph" w:styleId="Titre4">
    <w:name w:val="heading 4"/>
    <w:aliases w:val="Sous-partie"/>
    <w:basedOn w:val="Paragraphedeliste"/>
    <w:next w:val="Normal"/>
    <w:link w:val="Titre4Car"/>
    <w:unhideWhenUsed/>
    <w:qFormat/>
    <w:rsid w:val="005D0CD8"/>
    <w:pPr>
      <w:numPr>
        <w:numId w:val="1"/>
      </w:numPr>
      <w:outlineLvl w:val="3"/>
    </w:pPr>
    <w:rPr>
      <w:rFonts w:ascii="Roboto Medium" w:hAnsi="Roboto Medium"/>
      <w:b/>
      <w:sz w:val="28"/>
    </w:rPr>
  </w:style>
  <w:style w:type="paragraph" w:styleId="Titre5">
    <w:name w:val="heading 5"/>
    <w:basedOn w:val="Normal"/>
    <w:next w:val="Normal"/>
    <w:link w:val="Titre5Car"/>
    <w:unhideWhenUsed/>
    <w:qFormat/>
    <w:rsid w:val="008A74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32942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8A74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21B2C" w:themeColor="accent1" w:themeShade="80"/>
    </w:rPr>
  </w:style>
  <w:style w:type="paragraph" w:styleId="Titre7">
    <w:name w:val="heading 7"/>
    <w:basedOn w:val="Normal"/>
    <w:next w:val="Normal"/>
    <w:link w:val="Titre7Car"/>
    <w:unhideWhenUsed/>
    <w:qFormat/>
    <w:rsid w:val="008A74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21B2C" w:themeColor="accent1" w:themeShade="80"/>
    </w:rPr>
  </w:style>
  <w:style w:type="paragraph" w:styleId="Titre8">
    <w:name w:val="heading 8"/>
    <w:basedOn w:val="Normal"/>
    <w:next w:val="Normal"/>
    <w:link w:val="Titre8Car"/>
    <w:unhideWhenUsed/>
    <w:qFormat/>
    <w:rsid w:val="008A74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21B2C" w:themeColor="accent1" w:themeShade="80"/>
    </w:rPr>
  </w:style>
  <w:style w:type="paragraph" w:styleId="Titre9">
    <w:name w:val="heading 9"/>
    <w:basedOn w:val="Normal"/>
    <w:next w:val="Normal"/>
    <w:link w:val="Titre9Car"/>
    <w:unhideWhenUsed/>
    <w:qFormat/>
    <w:rsid w:val="008A74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21B2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4D31DD"/>
    <w:rPr>
      <w:rFonts w:ascii="Franklin Gothic Demi Cond" w:eastAsiaTheme="majorEastAsia" w:hAnsi="Franklin Gothic Demi Cond" w:cstheme="majorBidi"/>
      <w:color w:val="A4C307" w:themeColor="accent5"/>
      <w:sz w:val="48"/>
      <w:szCs w:val="48"/>
    </w:rPr>
  </w:style>
  <w:style w:type="character" w:customStyle="1" w:styleId="Titre2Car">
    <w:name w:val="Titre 2 Car"/>
    <w:aliases w:val="Titre_chapitre Car"/>
    <w:basedOn w:val="Policepardfaut"/>
    <w:link w:val="Titre2"/>
    <w:qFormat/>
    <w:rsid w:val="001B3864"/>
    <w:rPr>
      <w:rFonts w:ascii="Roboto Medium" w:eastAsiaTheme="majorEastAsia" w:hAnsi="Roboto Medium" w:cstheme="majorBidi"/>
      <w:color w:val="A4C307" w:themeColor="accent5"/>
      <w:sz w:val="40"/>
      <w:szCs w:val="32"/>
    </w:rPr>
  </w:style>
  <w:style w:type="character" w:customStyle="1" w:styleId="Titre3Car">
    <w:name w:val="Titre 3 Car"/>
    <w:aliases w:val="Titre_partie Car"/>
    <w:basedOn w:val="Policepardfaut"/>
    <w:link w:val="Titre3"/>
    <w:qFormat/>
    <w:rsid w:val="005D0CD8"/>
    <w:rPr>
      <w:rFonts w:ascii="Roboto Medium" w:eastAsiaTheme="majorEastAsia" w:hAnsi="Roboto Medium" w:cstheme="majorBidi"/>
      <w:color w:val="4AB1F3" w:themeColor="accent3"/>
      <w:sz w:val="32"/>
      <w:szCs w:val="28"/>
    </w:rPr>
  </w:style>
  <w:style w:type="character" w:customStyle="1" w:styleId="Titre4Car">
    <w:name w:val="Titre 4 Car"/>
    <w:aliases w:val="Sous-partie Car"/>
    <w:basedOn w:val="Policepardfaut"/>
    <w:link w:val="Titre4"/>
    <w:qFormat/>
    <w:rsid w:val="005D0CD8"/>
    <w:rPr>
      <w:rFonts w:ascii="Roboto Medium" w:hAnsi="Roboto Medium"/>
      <w:b/>
      <w:color w:val="666666" w:themeColor="text1"/>
      <w:sz w:val="28"/>
    </w:rPr>
  </w:style>
  <w:style w:type="character" w:customStyle="1" w:styleId="Titre5Car">
    <w:name w:val="Titre 5 Car"/>
    <w:basedOn w:val="Policepardfaut"/>
    <w:link w:val="Titre5"/>
    <w:rsid w:val="008A746F"/>
    <w:rPr>
      <w:rFonts w:asciiTheme="majorHAnsi" w:eastAsiaTheme="majorEastAsia" w:hAnsiTheme="majorHAnsi" w:cstheme="majorBidi"/>
      <w:caps/>
      <w:color w:val="032942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A746F"/>
    <w:rPr>
      <w:rFonts w:asciiTheme="majorHAnsi" w:eastAsiaTheme="majorEastAsia" w:hAnsiTheme="majorHAnsi" w:cstheme="majorBidi"/>
      <w:i/>
      <w:iCs/>
      <w:caps/>
      <w:color w:val="021B2C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8A746F"/>
    <w:rPr>
      <w:rFonts w:asciiTheme="majorHAnsi" w:eastAsiaTheme="majorEastAsia" w:hAnsiTheme="majorHAnsi" w:cstheme="majorBidi"/>
      <w:b/>
      <w:bCs/>
      <w:color w:val="021B2C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8A746F"/>
    <w:rPr>
      <w:rFonts w:asciiTheme="majorHAnsi" w:eastAsiaTheme="majorEastAsia" w:hAnsiTheme="majorHAnsi" w:cstheme="majorBidi"/>
      <w:b/>
      <w:bCs/>
      <w:i/>
      <w:iCs/>
      <w:color w:val="021B2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8A746F"/>
    <w:rPr>
      <w:rFonts w:asciiTheme="majorHAnsi" w:eastAsiaTheme="majorEastAsia" w:hAnsiTheme="majorHAnsi" w:cstheme="majorBidi"/>
      <w:i/>
      <w:iCs/>
      <w:color w:val="021B2C" w:themeColor="accent1" w:themeShade="80"/>
    </w:rPr>
  </w:style>
  <w:style w:type="paragraph" w:styleId="Lgende">
    <w:name w:val="caption"/>
    <w:basedOn w:val="Normal"/>
    <w:next w:val="Normal"/>
    <w:unhideWhenUsed/>
    <w:qFormat/>
    <w:rsid w:val="008A746F"/>
    <w:pPr>
      <w:spacing w:line="240" w:lineRule="auto"/>
    </w:pPr>
    <w:rPr>
      <w:b/>
      <w:bCs/>
      <w:smallCaps/>
      <w:color w:val="0B71B3" w:themeColor="text2"/>
    </w:rPr>
  </w:style>
  <w:style w:type="paragraph" w:styleId="Titre">
    <w:name w:val="Title"/>
    <w:aliases w:val="Grand_chapitre"/>
    <w:basedOn w:val="Normal"/>
    <w:next w:val="Normal"/>
    <w:link w:val="TitreCar"/>
    <w:qFormat/>
    <w:rsid w:val="005D0CD8"/>
    <w:pPr>
      <w:pBdr>
        <w:bottom w:val="single" w:sz="24" w:space="1" w:color="A4C307" w:themeColor="accent5"/>
      </w:pBdr>
      <w:spacing w:before="240" w:after="0" w:line="276" w:lineRule="auto"/>
      <w:contextualSpacing/>
      <w:outlineLvl w:val="0"/>
    </w:pPr>
    <w:rPr>
      <w:rFonts w:asciiTheme="majorHAnsi" w:eastAsiaTheme="majorEastAsia" w:hAnsiTheme="majorHAnsi" w:cstheme="majorBidi"/>
      <w:color w:val="0B71B3" w:themeColor="text2"/>
      <w:spacing w:val="-15"/>
      <w:sz w:val="56"/>
      <w:szCs w:val="80"/>
    </w:rPr>
  </w:style>
  <w:style w:type="character" w:customStyle="1" w:styleId="TitreCar">
    <w:name w:val="Titre Car"/>
    <w:aliases w:val="Grand_chapitre Car"/>
    <w:basedOn w:val="Policepardfaut"/>
    <w:link w:val="Titre"/>
    <w:rsid w:val="005D0CD8"/>
    <w:rPr>
      <w:rFonts w:asciiTheme="majorHAnsi" w:eastAsiaTheme="majorEastAsia" w:hAnsiTheme="majorHAnsi" w:cstheme="majorBidi"/>
      <w:color w:val="0B71B3" w:themeColor="text2"/>
      <w:spacing w:val="-15"/>
      <w:sz w:val="56"/>
      <w:szCs w:val="80"/>
    </w:rPr>
  </w:style>
  <w:style w:type="paragraph" w:styleId="Sous-titre">
    <w:name w:val="Subtitle"/>
    <w:basedOn w:val="Normal"/>
    <w:next w:val="Normal"/>
    <w:link w:val="Sous-titreCar"/>
    <w:qFormat/>
    <w:rsid w:val="008A746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053859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8A746F"/>
    <w:rPr>
      <w:rFonts w:asciiTheme="majorHAnsi" w:eastAsiaTheme="majorEastAsia" w:hAnsiTheme="majorHAnsi" w:cstheme="majorBidi"/>
      <w:color w:val="053859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8A746F"/>
    <w:rPr>
      <w:b/>
      <w:bCs/>
    </w:rPr>
  </w:style>
  <w:style w:type="character" w:styleId="Accentuation">
    <w:name w:val="Emphasis"/>
    <w:aliases w:val="Note"/>
    <w:qFormat/>
    <w:rsid w:val="0066158A"/>
    <w:rPr>
      <w:i/>
      <w:sz w:val="22"/>
      <w:lang w:val="en-US"/>
    </w:rPr>
  </w:style>
  <w:style w:type="paragraph" w:styleId="Sansinterligne">
    <w:name w:val="No Spacing"/>
    <w:link w:val="SansinterligneCar"/>
    <w:qFormat/>
    <w:rsid w:val="008A746F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rsid w:val="008A746F"/>
    <w:pPr>
      <w:spacing w:before="120" w:after="120"/>
      <w:ind w:left="720"/>
    </w:pPr>
    <w:rPr>
      <w:color w:val="0B71B3" w:themeColor="text2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8A746F"/>
    <w:rPr>
      <w:color w:val="0B71B3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8A746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B71B3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746F"/>
    <w:rPr>
      <w:rFonts w:asciiTheme="majorHAnsi" w:eastAsiaTheme="majorEastAsia" w:hAnsiTheme="majorHAnsi" w:cstheme="majorBidi"/>
      <w:color w:val="0B71B3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rsid w:val="008A746F"/>
    <w:rPr>
      <w:i/>
      <w:iCs/>
      <w:color w:val="9B9B9B" w:themeColor="text1" w:themeTint="A6"/>
    </w:rPr>
  </w:style>
  <w:style w:type="character" w:styleId="Accentuationintense">
    <w:name w:val="Intense Emphasis"/>
    <w:basedOn w:val="Policepardfaut"/>
    <w:uiPriority w:val="21"/>
    <w:rsid w:val="008A746F"/>
    <w:rPr>
      <w:b/>
      <w:bCs/>
      <w:i/>
      <w:iCs/>
    </w:rPr>
  </w:style>
  <w:style w:type="character" w:styleId="Rfrencelgre">
    <w:name w:val="Subtle Reference"/>
    <w:basedOn w:val="Policepardfaut"/>
    <w:uiPriority w:val="31"/>
    <w:rsid w:val="008A746F"/>
    <w:rPr>
      <w:smallCaps/>
      <w:color w:val="9B9B9B" w:themeColor="text1" w:themeTint="A6"/>
      <w:u w:val="none" w:color="B2B2B2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rsid w:val="008A746F"/>
    <w:rPr>
      <w:b/>
      <w:bCs/>
      <w:smallCaps/>
      <w:color w:val="0B71B3" w:themeColor="text2"/>
      <w:u w:val="single"/>
    </w:rPr>
  </w:style>
  <w:style w:type="character" w:styleId="Titredulivre">
    <w:name w:val="Book Title"/>
    <w:basedOn w:val="Policepardfaut"/>
    <w:qFormat/>
    <w:rsid w:val="008A746F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746F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A746F"/>
  </w:style>
  <w:style w:type="paragraph" w:styleId="En-tte">
    <w:name w:val="header"/>
    <w:basedOn w:val="Normal"/>
    <w:link w:val="En-tteCar"/>
    <w:uiPriority w:val="99"/>
    <w:unhideWhenUsed/>
    <w:rsid w:val="008A7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746F"/>
  </w:style>
  <w:style w:type="paragraph" w:styleId="Pieddepage">
    <w:name w:val="footer"/>
    <w:basedOn w:val="Normal"/>
    <w:link w:val="PieddepageCar"/>
    <w:unhideWhenUsed/>
    <w:rsid w:val="008A7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qFormat/>
    <w:rsid w:val="008A746F"/>
  </w:style>
  <w:style w:type="paragraph" w:styleId="Paragraphedeliste">
    <w:name w:val="List Paragraph"/>
    <w:basedOn w:val="Normal"/>
    <w:link w:val="ParagraphedelisteCar"/>
    <w:uiPriority w:val="34"/>
    <w:qFormat/>
    <w:rsid w:val="008F31B9"/>
    <w:pPr>
      <w:ind w:left="720"/>
      <w:contextualSpacing/>
    </w:pPr>
  </w:style>
  <w:style w:type="table" w:styleId="Grilledutableau">
    <w:name w:val="Table Grid"/>
    <w:basedOn w:val="TableauNormal"/>
    <w:rsid w:val="0080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14745"/>
    <w:rPr>
      <w:color w:val="EC900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032FC"/>
    <w:pPr>
      <w:spacing w:after="100"/>
    </w:pPr>
    <w:rPr>
      <w:b/>
      <w:color w:val="0B71B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54230"/>
    <w:pPr>
      <w:spacing w:after="100"/>
      <w:ind w:left="240"/>
    </w:pPr>
    <w:rPr>
      <w:color w:val="4AB1F3" w:themeColor="accent3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032FC"/>
    <w:pPr>
      <w:spacing w:after="100"/>
      <w:ind w:left="480"/>
    </w:pPr>
  </w:style>
  <w:style w:type="paragraph" w:customStyle="1" w:styleId="Style1">
    <w:name w:val="Style1"/>
    <w:basedOn w:val="Normal"/>
    <w:link w:val="Style1Car"/>
    <w:qFormat/>
    <w:rsid w:val="0066158A"/>
    <w:pPr>
      <w:shd w:val="clear" w:color="auto" w:fill="0B71B3" w:themeFill="text2"/>
      <w:jc w:val="center"/>
    </w:pPr>
    <w:rPr>
      <w:b/>
      <w:color w:val="FFFFFF" w:themeColor="background1"/>
      <w:sz w:val="28"/>
      <w:lang w:val="en-US"/>
    </w:rPr>
  </w:style>
  <w:style w:type="paragraph" w:customStyle="1" w:styleId="corpsdutext-osb">
    <w:name w:val="corpsdu text -osb"/>
    <w:basedOn w:val="Normal"/>
    <w:link w:val="corpsdutext-osbCar"/>
    <w:qFormat/>
    <w:rsid w:val="005D0CD8"/>
    <w:rPr>
      <w:lang w:val="en-US"/>
    </w:rPr>
  </w:style>
  <w:style w:type="character" w:customStyle="1" w:styleId="Style1Car">
    <w:name w:val="Style1 Car"/>
    <w:basedOn w:val="Policepardfaut"/>
    <w:link w:val="Style1"/>
    <w:qFormat/>
    <w:rsid w:val="0066158A"/>
    <w:rPr>
      <w:b/>
      <w:color w:val="FFFFFF" w:themeColor="background1"/>
      <w:sz w:val="28"/>
      <w:shd w:val="clear" w:color="auto" w:fill="0B71B3" w:themeFill="text2"/>
      <w:lang w:val="en-US"/>
    </w:rPr>
  </w:style>
  <w:style w:type="character" w:customStyle="1" w:styleId="corpsdutext-osbCar">
    <w:name w:val="corpsdu text -osb Car"/>
    <w:basedOn w:val="Policepardfaut"/>
    <w:link w:val="corpsdutext-osb"/>
    <w:rsid w:val="005D0CD8"/>
    <w:rPr>
      <w:color w:val="666666" w:themeColor="text1"/>
      <w:sz w:val="24"/>
      <w:lang w:val="en-US"/>
    </w:rPr>
  </w:style>
  <w:style w:type="paragraph" w:customStyle="1" w:styleId="ANNEXE-osb">
    <w:name w:val="ANNEXE-osb"/>
    <w:basedOn w:val="Normal"/>
    <w:link w:val="ANNEXE-osbCar"/>
    <w:qFormat/>
    <w:rsid w:val="005D0CD8"/>
    <w:pPr>
      <w:spacing w:after="200" w:line="276" w:lineRule="auto"/>
    </w:pPr>
    <w:rPr>
      <w:rFonts w:eastAsia="Calibri" w:cs="Arial"/>
      <w:i/>
      <w:color w:val="053859" w:themeColor="accent1"/>
      <w:lang w:val="en-US" w:eastAsia="fr-FR"/>
    </w:rPr>
  </w:style>
  <w:style w:type="character" w:customStyle="1" w:styleId="ANNEXE-osbCar">
    <w:name w:val="ANNEXE-osb Car"/>
    <w:basedOn w:val="Policepardfaut"/>
    <w:link w:val="ANNEXE-osb"/>
    <w:rsid w:val="005D0CD8"/>
    <w:rPr>
      <w:rFonts w:eastAsia="Calibri" w:cs="Arial"/>
      <w:i/>
      <w:color w:val="053859" w:themeColor="accent1"/>
      <w:sz w:val="24"/>
      <w:lang w:val="en-US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D0112"/>
    <w:rPr>
      <w:color w:val="605E5C"/>
      <w:shd w:val="clear" w:color="auto" w:fill="E1DFDD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E236E"/>
    <w:rPr>
      <w:color w:val="666666" w:themeColor="text1"/>
      <w:sz w:val="24"/>
    </w:rPr>
  </w:style>
  <w:style w:type="paragraph" w:customStyle="1" w:styleId="Soustitre1">
    <w:name w:val="Sous titre 1"/>
    <w:basedOn w:val="Paragraphedeliste"/>
    <w:link w:val="Soustitre1Car"/>
    <w:qFormat/>
    <w:rsid w:val="0045068D"/>
    <w:pPr>
      <w:numPr>
        <w:ilvl w:val="1"/>
        <w:numId w:val="4"/>
      </w:numPr>
    </w:pPr>
    <w:rPr>
      <w:color w:val="A4C307" w:themeColor="accent5"/>
      <w:sz w:val="32"/>
      <w:szCs w:val="32"/>
    </w:rPr>
  </w:style>
  <w:style w:type="character" w:customStyle="1" w:styleId="Soustitre1Car">
    <w:name w:val="Sous titre 1 Car"/>
    <w:basedOn w:val="ParagraphedelisteCar"/>
    <w:link w:val="Soustitre1"/>
    <w:rsid w:val="0045068D"/>
    <w:rPr>
      <w:color w:val="A4C307" w:themeColor="accent5"/>
      <w:sz w:val="32"/>
      <w:szCs w:val="32"/>
    </w:rPr>
  </w:style>
  <w:style w:type="table" w:customStyle="1" w:styleId="Grilledutableau11">
    <w:name w:val="Grille du tableau11"/>
    <w:basedOn w:val="TableauNormal"/>
    <w:next w:val="Grilledutableau"/>
    <w:uiPriority w:val="39"/>
    <w:rsid w:val="00755B33"/>
    <w:pPr>
      <w:spacing w:after="0" w:line="240" w:lineRule="auto"/>
    </w:pPr>
    <w:rPr>
      <w:rFonts w:eastAsiaTheme="minorHAnsi" w:cs="Open Sans"/>
      <w:color w:val="666666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">
    <w:name w:val="Aucune liste1"/>
    <w:next w:val="Aucuneliste"/>
    <w:uiPriority w:val="99"/>
    <w:semiHidden/>
    <w:unhideWhenUsed/>
    <w:rsid w:val="006F31E2"/>
  </w:style>
  <w:style w:type="character" w:customStyle="1" w:styleId="WW8Num2z0">
    <w:name w:val="WW8Num2z0"/>
    <w:qFormat/>
    <w:rsid w:val="006F31E2"/>
    <w:rPr>
      <w:rFonts w:ascii="Symbol" w:hAnsi="Symbol" w:cs="Symbol"/>
    </w:rPr>
  </w:style>
  <w:style w:type="character" w:customStyle="1" w:styleId="WW8Num3z0">
    <w:name w:val="WW8Num3z0"/>
    <w:qFormat/>
    <w:rsid w:val="006F31E2"/>
    <w:rPr>
      <w:rFonts w:ascii="Times New Roman" w:hAnsi="Times New Roman" w:cs="Times New Roman"/>
    </w:rPr>
  </w:style>
  <w:style w:type="character" w:customStyle="1" w:styleId="WW8Num4z0">
    <w:name w:val="WW8Num4z0"/>
    <w:qFormat/>
    <w:rsid w:val="006F31E2"/>
    <w:rPr>
      <w:rFonts w:ascii="Wingdings" w:hAnsi="Wingdings" w:cs="Wingdings"/>
    </w:rPr>
  </w:style>
  <w:style w:type="character" w:customStyle="1" w:styleId="WW8Num5z0">
    <w:name w:val="WW8Num5z0"/>
    <w:qFormat/>
    <w:rsid w:val="006F31E2"/>
    <w:rPr>
      <w:rFonts w:ascii="Times New Roman" w:hAnsi="Times New Roman" w:cs="Times New Roman"/>
    </w:rPr>
  </w:style>
  <w:style w:type="character" w:customStyle="1" w:styleId="WW8Num5z1">
    <w:name w:val="WW8Num5z1"/>
    <w:qFormat/>
    <w:rsid w:val="006F31E2"/>
    <w:rPr>
      <w:rFonts w:ascii="OpenSymbol" w:hAnsi="OpenSymbol" w:cs="OpenSymbol"/>
    </w:rPr>
  </w:style>
  <w:style w:type="character" w:customStyle="1" w:styleId="WW8Num5z2">
    <w:name w:val="WW8Num5z2"/>
    <w:qFormat/>
    <w:rsid w:val="006F31E2"/>
    <w:rPr>
      <w:rFonts w:ascii="Wingdings" w:hAnsi="Wingdings" w:cs="Wingdings"/>
    </w:rPr>
  </w:style>
  <w:style w:type="character" w:customStyle="1" w:styleId="WW8Num5z4">
    <w:name w:val="WW8Num5z4"/>
    <w:qFormat/>
    <w:rsid w:val="006F31E2"/>
    <w:rPr>
      <w:rFonts w:ascii="Courier New" w:hAnsi="Courier New" w:cs="Courier New"/>
    </w:rPr>
  </w:style>
  <w:style w:type="character" w:customStyle="1" w:styleId="WW8Num7z0">
    <w:name w:val="WW8Num7z0"/>
    <w:qFormat/>
    <w:rsid w:val="006F31E2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8z0">
    <w:name w:val="WW8Num8z0"/>
    <w:qFormat/>
    <w:rsid w:val="006F31E2"/>
    <w:rPr>
      <w:rFonts w:ascii="Times New Roman" w:hAnsi="Times New Roman" w:cs="Times New Roman"/>
    </w:rPr>
  </w:style>
  <w:style w:type="character" w:customStyle="1" w:styleId="WW8Num9z0">
    <w:name w:val="WW8Num9z0"/>
    <w:qFormat/>
    <w:rsid w:val="006F31E2"/>
    <w:rPr>
      <w:rFonts w:ascii="Symbol" w:hAnsi="Symbol" w:cs="Symbol"/>
    </w:rPr>
  </w:style>
  <w:style w:type="character" w:customStyle="1" w:styleId="WW8Num10z0">
    <w:name w:val="WW8Num10z0"/>
    <w:qFormat/>
    <w:rsid w:val="006F31E2"/>
    <w:rPr>
      <w:rFonts w:ascii="Times New Roman" w:hAnsi="Times New Roman" w:cs="Times New Roman"/>
    </w:rPr>
  </w:style>
  <w:style w:type="character" w:customStyle="1" w:styleId="WW8Num11z0">
    <w:name w:val="WW8Num11z0"/>
    <w:qFormat/>
    <w:rsid w:val="006F31E2"/>
    <w:rPr>
      <w:rFonts w:ascii="Times New Roman" w:hAnsi="Times New Roman" w:cs="Times New Roman"/>
    </w:rPr>
  </w:style>
  <w:style w:type="character" w:customStyle="1" w:styleId="WW8Num12z0">
    <w:name w:val="WW8Num12z0"/>
    <w:qFormat/>
    <w:rsid w:val="006F31E2"/>
    <w:rPr>
      <w:rFonts w:ascii="Times New Roman" w:hAnsi="Times New Roman" w:cs="Times New Roman"/>
    </w:rPr>
  </w:style>
  <w:style w:type="character" w:customStyle="1" w:styleId="WW8Num13z0">
    <w:name w:val="WW8Num13z0"/>
    <w:qFormat/>
    <w:rsid w:val="006F31E2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6F31E2"/>
    <w:rPr>
      <w:rFonts w:ascii="Courier New" w:hAnsi="Courier New" w:cs="Courier New"/>
    </w:rPr>
  </w:style>
  <w:style w:type="character" w:customStyle="1" w:styleId="WW8Num13z2">
    <w:name w:val="WW8Num13z2"/>
    <w:qFormat/>
    <w:rsid w:val="006F31E2"/>
    <w:rPr>
      <w:rFonts w:ascii="Wingdings" w:hAnsi="Wingdings" w:cs="Wingdings"/>
    </w:rPr>
  </w:style>
  <w:style w:type="character" w:customStyle="1" w:styleId="WW8Num13z3">
    <w:name w:val="WW8Num13z3"/>
    <w:qFormat/>
    <w:rsid w:val="006F31E2"/>
    <w:rPr>
      <w:rFonts w:ascii="Symbol" w:hAnsi="Symbol" w:cs="Symbol"/>
    </w:rPr>
  </w:style>
  <w:style w:type="character" w:customStyle="1" w:styleId="WW8Num14z0">
    <w:name w:val="WW8Num14z0"/>
    <w:qFormat/>
    <w:rsid w:val="006F31E2"/>
    <w:rPr>
      <w:rFonts w:ascii="Times New Roman" w:hAnsi="Times New Roman" w:cs="Times New Roman"/>
    </w:rPr>
  </w:style>
  <w:style w:type="character" w:customStyle="1" w:styleId="WW8Num14z1">
    <w:name w:val="WW8Num14z1"/>
    <w:qFormat/>
    <w:rsid w:val="006F31E2"/>
    <w:rPr>
      <w:rFonts w:ascii="Courier New" w:hAnsi="Courier New" w:cs="Times New Roman"/>
    </w:rPr>
  </w:style>
  <w:style w:type="character" w:customStyle="1" w:styleId="WW8Num14z2">
    <w:name w:val="WW8Num14z2"/>
    <w:qFormat/>
    <w:rsid w:val="006F31E2"/>
    <w:rPr>
      <w:rFonts w:ascii="Wingdings" w:hAnsi="Wingdings" w:cs="Wingdings"/>
    </w:rPr>
  </w:style>
  <w:style w:type="character" w:customStyle="1" w:styleId="WW8Num14z3">
    <w:name w:val="WW8Num14z3"/>
    <w:qFormat/>
    <w:rsid w:val="006F31E2"/>
    <w:rPr>
      <w:rFonts w:ascii="Symbol" w:hAnsi="Symbol" w:cs="Symbol"/>
    </w:rPr>
  </w:style>
  <w:style w:type="character" w:customStyle="1" w:styleId="Absatz-Standardschriftart">
    <w:name w:val="Absatz-Standardschriftart"/>
    <w:qFormat/>
    <w:rsid w:val="006F31E2"/>
  </w:style>
  <w:style w:type="character" w:customStyle="1" w:styleId="WW8Num7z1">
    <w:name w:val="WW8Num7z1"/>
    <w:qFormat/>
    <w:rsid w:val="006F31E2"/>
    <w:rPr>
      <w:rFonts w:ascii="OpenSymbol" w:hAnsi="OpenSymbol" w:cs="OpenSymbol"/>
    </w:rPr>
  </w:style>
  <w:style w:type="character" w:customStyle="1" w:styleId="WW8Num7z2">
    <w:name w:val="WW8Num7z2"/>
    <w:qFormat/>
    <w:rsid w:val="006F31E2"/>
    <w:rPr>
      <w:rFonts w:ascii="Wingdings" w:hAnsi="Wingdings" w:cs="Wingdings"/>
    </w:rPr>
  </w:style>
  <w:style w:type="character" w:customStyle="1" w:styleId="WW8Num7z4">
    <w:name w:val="WW8Num7z4"/>
    <w:qFormat/>
    <w:rsid w:val="006F31E2"/>
    <w:rPr>
      <w:rFonts w:ascii="Courier New" w:hAnsi="Courier New" w:cs="Courier New"/>
    </w:rPr>
  </w:style>
  <w:style w:type="character" w:customStyle="1" w:styleId="WW8Num16z0">
    <w:name w:val="WW8Num16z0"/>
    <w:qFormat/>
    <w:rsid w:val="006F31E2"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  <w:rsid w:val="006F31E2"/>
    <w:rPr>
      <w:rFonts w:ascii="Times New Roman" w:hAnsi="Times New Roman" w:cs="Times New Roman"/>
    </w:rPr>
  </w:style>
  <w:style w:type="character" w:customStyle="1" w:styleId="WW8Num18z0">
    <w:name w:val="WW8Num18z0"/>
    <w:qFormat/>
    <w:rsid w:val="006F31E2"/>
    <w:rPr>
      <w:rFonts w:ascii="Wingdings" w:hAnsi="Wingdings" w:cs="Wingdings"/>
    </w:rPr>
  </w:style>
  <w:style w:type="character" w:customStyle="1" w:styleId="WW8Num20z0">
    <w:name w:val="WW8Num20z0"/>
    <w:qFormat/>
    <w:rsid w:val="006F31E2"/>
    <w:rPr>
      <w:rFonts w:ascii="Times New Roman" w:eastAsia="Times New Roman" w:hAnsi="Times New Roman" w:cs="Times New Roman"/>
    </w:rPr>
  </w:style>
  <w:style w:type="character" w:customStyle="1" w:styleId="WW8Num21z0">
    <w:name w:val="WW8Num21z0"/>
    <w:qFormat/>
    <w:rsid w:val="006F31E2"/>
    <w:rPr>
      <w:rFonts w:ascii="Times New Roman" w:hAnsi="Times New Roman" w:cs="Times New Roman"/>
    </w:rPr>
  </w:style>
  <w:style w:type="character" w:customStyle="1" w:styleId="WW8Num21z1">
    <w:name w:val="WW8Num21z1"/>
    <w:qFormat/>
    <w:rsid w:val="006F31E2"/>
    <w:rPr>
      <w:rFonts w:ascii="Courier New" w:hAnsi="Courier New" w:cs="Courier New"/>
    </w:rPr>
  </w:style>
  <w:style w:type="character" w:customStyle="1" w:styleId="WW8Num21z2">
    <w:name w:val="WW8Num21z2"/>
    <w:qFormat/>
    <w:rsid w:val="006F31E2"/>
    <w:rPr>
      <w:rFonts w:ascii="Wingdings" w:hAnsi="Wingdings" w:cs="Wingdings"/>
    </w:rPr>
  </w:style>
  <w:style w:type="character" w:customStyle="1" w:styleId="WW8Num21z3">
    <w:name w:val="WW8Num21z3"/>
    <w:qFormat/>
    <w:rsid w:val="006F31E2"/>
    <w:rPr>
      <w:rFonts w:ascii="Symbol" w:hAnsi="Symbol" w:cs="Symbol"/>
    </w:rPr>
  </w:style>
  <w:style w:type="character" w:customStyle="1" w:styleId="WW8Num22z0">
    <w:name w:val="WW8Num22z0"/>
    <w:qFormat/>
    <w:rsid w:val="006F31E2"/>
    <w:rPr>
      <w:rFonts w:ascii="Wingdings" w:hAnsi="Wingdings" w:cs="Wingdings"/>
    </w:rPr>
  </w:style>
  <w:style w:type="character" w:customStyle="1" w:styleId="WW8Num22z1">
    <w:name w:val="WW8Num22z1"/>
    <w:qFormat/>
    <w:rsid w:val="006F31E2"/>
    <w:rPr>
      <w:rFonts w:ascii="Times New Roman" w:eastAsia="Times New Roman" w:hAnsi="Times New Roman" w:cs="Times New Roman"/>
    </w:rPr>
  </w:style>
  <w:style w:type="character" w:customStyle="1" w:styleId="WW8Num22z2">
    <w:name w:val="WW8Num22z2"/>
    <w:qFormat/>
    <w:rsid w:val="006F31E2"/>
    <w:rPr>
      <w:rFonts w:ascii="Wingdings" w:hAnsi="Wingdings" w:cs="Wingdings"/>
    </w:rPr>
  </w:style>
  <w:style w:type="character" w:customStyle="1" w:styleId="WW8Num22z3">
    <w:name w:val="WW8Num22z3"/>
    <w:qFormat/>
    <w:rsid w:val="006F31E2"/>
    <w:rPr>
      <w:rFonts w:ascii="Symbol" w:hAnsi="Symbol" w:cs="Symbol"/>
    </w:rPr>
  </w:style>
  <w:style w:type="character" w:customStyle="1" w:styleId="WW8Num23z0">
    <w:name w:val="WW8Num23z0"/>
    <w:qFormat/>
    <w:rsid w:val="006F31E2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6F31E2"/>
    <w:rPr>
      <w:rFonts w:ascii="Courier New" w:hAnsi="Courier New" w:cs="Courier New"/>
    </w:rPr>
  </w:style>
  <w:style w:type="character" w:customStyle="1" w:styleId="WW8Num23z2">
    <w:name w:val="WW8Num23z2"/>
    <w:qFormat/>
    <w:rsid w:val="006F31E2"/>
    <w:rPr>
      <w:rFonts w:ascii="Wingdings" w:hAnsi="Wingdings" w:cs="Wingdings"/>
    </w:rPr>
  </w:style>
  <w:style w:type="character" w:customStyle="1" w:styleId="WW8Num23z3">
    <w:name w:val="WW8Num23z3"/>
    <w:qFormat/>
    <w:rsid w:val="006F31E2"/>
    <w:rPr>
      <w:rFonts w:ascii="Symbol" w:hAnsi="Symbol" w:cs="Symbol"/>
    </w:rPr>
  </w:style>
  <w:style w:type="character" w:customStyle="1" w:styleId="Policepardfaut2">
    <w:name w:val="Police par défaut2"/>
    <w:semiHidden/>
    <w:qFormat/>
    <w:rsid w:val="006F31E2"/>
  </w:style>
  <w:style w:type="character" w:customStyle="1" w:styleId="WW-Policepardfaut">
    <w:name w:val="WW-Police par défaut"/>
    <w:qFormat/>
    <w:rsid w:val="006F31E2"/>
  </w:style>
  <w:style w:type="character" w:customStyle="1" w:styleId="WW-Absatz-Standardschriftart">
    <w:name w:val="WW-Absatz-Standardschriftart"/>
    <w:qFormat/>
    <w:rsid w:val="006F31E2"/>
  </w:style>
  <w:style w:type="character" w:customStyle="1" w:styleId="WW-Absatz-Standardschriftart1">
    <w:name w:val="WW-Absatz-Standardschriftart1"/>
    <w:qFormat/>
    <w:rsid w:val="006F31E2"/>
  </w:style>
  <w:style w:type="character" w:customStyle="1" w:styleId="WW-Absatz-Standardschriftart11">
    <w:name w:val="WW-Absatz-Standardschriftart11"/>
    <w:qFormat/>
    <w:rsid w:val="006F31E2"/>
  </w:style>
  <w:style w:type="character" w:customStyle="1" w:styleId="WW8Num1z0">
    <w:name w:val="WW8Num1z0"/>
    <w:qFormat/>
    <w:rsid w:val="006F31E2"/>
    <w:rPr>
      <w:rFonts w:ascii="Symbol" w:hAnsi="Symbol" w:cs="Symbol"/>
    </w:rPr>
  </w:style>
  <w:style w:type="character" w:customStyle="1" w:styleId="WW8Num4z1">
    <w:name w:val="WW8Num4z1"/>
    <w:qFormat/>
    <w:rsid w:val="006F31E2"/>
    <w:rPr>
      <w:rFonts w:ascii="Times New Roman" w:eastAsia="Times New Roman" w:hAnsi="Times New Roman" w:cs="Times New Roman"/>
    </w:rPr>
  </w:style>
  <w:style w:type="character" w:customStyle="1" w:styleId="WW8Num4z3">
    <w:name w:val="WW8Num4z3"/>
    <w:qFormat/>
    <w:rsid w:val="006F31E2"/>
    <w:rPr>
      <w:rFonts w:ascii="Symbol" w:hAnsi="Symbol" w:cs="Symbol"/>
    </w:rPr>
  </w:style>
  <w:style w:type="character" w:customStyle="1" w:styleId="WW8Num4z4">
    <w:name w:val="WW8Num4z4"/>
    <w:qFormat/>
    <w:rsid w:val="006F31E2"/>
    <w:rPr>
      <w:rFonts w:ascii="Courier New" w:hAnsi="Courier New" w:cs="Courier New"/>
    </w:rPr>
  </w:style>
  <w:style w:type="character" w:customStyle="1" w:styleId="WW8Num6z0">
    <w:name w:val="WW8Num6z0"/>
    <w:qFormat/>
    <w:rsid w:val="006F31E2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6F31E2"/>
    <w:rPr>
      <w:rFonts w:ascii="Courier New" w:hAnsi="Courier New" w:cs="Courier New"/>
    </w:rPr>
  </w:style>
  <w:style w:type="character" w:customStyle="1" w:styleId="WW8Num6z2">
    <w:name w:val="WW8Num6z2"/>
    <w:qFormat/>
    <w:rsid w:val="006F31E2"/>
    <w:rPr>
      <w:rFonts w:ascii="Wingdings" w:hAnsi="Wingdings" w:cs="Wingdings"/>
    </w:rPr>
  </w:style>
  <w:style w:type="character" w:customStyle="1" w:styleId="WW8Num6z3">
    <w:name w:val="WW8Num6z3"/>
    <w:qFormat/>
    <w:rsid w:val="006F31E2"/>
    <w:rPr>
      <w:rFonts w:ascii="Symbol" w:hAnsi="Symbol" w:cs="Symbol"/>
    </w:rPr>
  </w:style>
  <w:style w:type="character" w:customStyle="1" w:styleId="WW8Num9z2">
    <w:name w:val="WW8Num9z2"/>
    <w:qFormat/>
    <w:rsid w:val="006F31E2"/>
    <w:rPr>
      <w:rFonts w:ascii="Wingdings" w:hAnsi="Wingdings" w:cs="Wingdings"/>
    </w:rPr>
  </w:style>
  <w:style w:type="character" w:customStyle="1" w:styleId="WW8Num9z4">
    <w:name w:val="WW8Num9z4"/>
    <w:qFormat/>
    <w:rsid w:val="006F31E2"/>
    <w:rPr>
      <w:rFonts w:ascii="Courier New" w:hAnsi="Courier New" w:cs="Courier New"/>
    </w:rPr>
  </w:style>
  <w:style w:type="character" w:customStyle="1" w:styleId="WW8Num16z1">
    <w:name w:val="WW8Num16z1"/>
    <w:qFormat/>
    <w:rsid w:val="006F31E2"/>
    <w:rPr>
      <w:rFonts w:ascii="Times New Roman" w:hAnsi="Times New Roman" w:cs="Times New Roman"/>
    </w:rPr>
  </w:style>
  <w:style w:type="character" w:customStyle="1" w:styleId="WW8Num16z2">
    <w:name w:val="WW8Num16z2"/>
    <w:qFormat/>
    <w:rsid w:val="006F31E2"/>
    <w:rPr>
      <w:rFonts w:ascii="Wingdings" w:hAnsi="Wingdings" w:cs="Wingdings"/>
    </w:rPr>
  </w:style>
  <w:style w:type="character" w:customStyle="1" w:styleId="WW8Num16z3">
    <w:name w:val="WW8Num16z3"/>
    <w:qFormat/>
    <w:rsid w:val="006F31E2"/>
    <w:rPr>
      <w:rFonts w:ascii="Symbol" w:hAnsi="Symbol" w:cs="Symbol"/>
    </w:rPr>
  </w:style>
  <w:style w:type="character" w:customStyle="1" w:styleId="WW8Num16z4">
    <w:name w:val="WW8Num16z4"/>
    <w:qFormat/>
    <w:rsid w:val="006F31E2"/>
    <w:rPr>
      <w:rFonts w:ascii="Courier New" w:hAnsi="Courier New" w:cs="Courier New"/>
    </w:rPr>
  </w:style>
  <w:style w:type="character" w:customStyle="1" w:styleId="WW8Num19z0">
    <w:name w:val="WW8Num19z0"/>
    <w:qFormat/>
    <w:rsid w:val="006F31E2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6F31E2"/>
    <w:rPr>
      <w:rFonts w:ascii="Courier New" w:hAnsi="Courier New" w:cs="Courier New"/>
    </w:rPr>
  </w:style>
  <w:style w:type="character" w:customStyle="1" w:styleId="WW8Num19z2">
    <w:name w:val="WW8Num19z2"/>
    <w:qFormat/>
    <w:rsid w:val="006F31E2"/>
    <w:rPr>
      <w:rFonts w:ascii="Wingdings" w:hAnsi="Wingdings" w:cs="Wingdings"/>
    </w:rPr>
  </w:style>
  <w:style w:type="character" w:customStyle="1" w:styleId="WW8Num19z3">
    <w:name w:val="WW8Num19z3"/>
    <w:qFormat/>
    <w:rsid w:val="006F31E2"/>
    <w:rPr>
      <w:rFonts w:ascii="Symbol" w:hAnsi="Symbol" w:cs="Symbol"/>
    </w:rPr>
  </w:style>
  <w:style w:type="character" w:customStyle="1" w:styleId="WW8Num20z1">
    <w:name w:val="WW8Num20z1"/>
    <w:qFormat/>
    <w:rsid w:val="006F31E2"/>
    <w:rPr>
      <w:rFonts w:ascii="Courier New" w:hAnsi="Courier New" w:cs="Courier New"/>
    </w:rPr>
  </w:style>
  <w:style w:type="character" w:customStyle="1" w:styleId="WW8Num20z2">
    <w:name w:val="WW8Num20z2"/>
    <w:qFormat/>
    <w:rsid w:val="006F31E2"/>
    <w:rPr>
      <w:rFonts w:ascii="Wingdings" w:hAnsi="Wingdings" w:cs="Wingdings"/>
    </w:rPr>
  </w:style>
  <w:style w:type="character" w:customStyle="1" w:styleId="WW8Num20z3">
    <w:name w:val="WW8Num20z3"/>
    <w:qFormat/>
    <w:rsid w:val="006F31E2"/>
    <w:rPr>
      <w:rFonts w:ascii="Symbol" w:hAnsi="Symbol" w:cs="Symbol"/>
    </w:rPr>
  </w:style>
  <w:style w:type="character" w:customStyle="1" w:styleId="WW8Num22z4">
    <w:name w:val="WW8Num22z4"/>
    <w:qFormat/>
    <w:rsid w:val="006F31E2"/>
    <w:rPr>
      <w:rFonts w:ascii="Courier New" w:hAnsi="Courier New" w:cs="Courier New"/>
    </w:rPr>
  </w:style>
  <w:style w:type="character" w:customStyle="1" w:styleId="WW8Num24z0">
    <w:name w:val="WW8Num24z0"/>
    <w:qFormat/>
    <w:rsid w:val="006F31E2"/>
    <w:rPr>
      <w:rFonts w:ascii="Times New Roman" w:hAnsi="Times New Roman" w:cs="Times New Roman"/>
    </w:rPr>
  </w:style>
  <w:style w:type="character" w:customStyle="1" w:styleId="WW8Num24z1">
    <w:name w:val="WW8Num24z1"/>
    <w:qFormat/>
    <w:rsid w:val="006F31E2"/>
    <w:rPr>
      <w:rFonts w:ascii="Courier New" w:hAnsi="Courier New" w:cs="Courier New"/>
    </w:rPr>
  </w:style>
  <w:style w:type="character" w:customStyle="1" w:styleId="WW8Num24z2">
    <w:name w:val="WW8Num24z2"/>
    <w:qFormat/>
    <w:rsid w:val="006F31E2"/>
    <w:rPr>
      <w:rFonts w:ascii="Wingdings" w:hAnsi="Wingdings" w:cs="Wingdings"/>
    </w:rPr>
  </w:style>
  <w:style w:type="character" w:customStyle="1" w:styleId="WW8Num24z3">
    <w:name w:val="WW8Num24z3"/>
    <w:qFormat/>
    <w:rsid w:val="006F31E2"/>
    <w:rPr>
      <w:rFonts w:ascii="Symbol" w:hAnsi="Symbol" w:cs="Symbol"/>
    </w:rPr>
  </w:style>
  <w:style w:type="character" w:customStyle="1" w:styleId="WW8Num25z0">
    <w:name w:val="WW8Num25z0"/>
    <w:qFormat/>
    <w:rsid w:val="006F31E2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6F31E2"/>
    <w:rPr>
      <w:rFonts w:ascii="Courier New" w:hAnsi="Courier New" w:cs="Courier New"/>
    </w:rPr>
  </w:style>
  <w:style w:type="character" w:customStyle="1" w:styleId="WW8Num25z2">
    <w:name w:val="WW8Num25z2"/>
    <w:qFormat/>
    <w:rsid w:val="006F31E2"/>
    <w:rPr>
      <w:rFonts w:ascii="Wingdings" w:hAnsi="Wingdings" w:cs="Wingdings"/>
    </w:rPr>
  </w:style>
  <w:style w:type="character" w:customStyle="1" w:styleId="WW8Num25z3">
    <w:name w:val="WW8Num25z3"/>
    <w:qFormat/>
    <w:rsid w:val="006F31E2"/>
    <w:rPr>
      <w:rFonts w:ascii="Symbol" w:hAnsi="Symbol" w:cs="Symbol"/>
    </w:rPr>
  </w:style>
  <w:style w:type="character" w:customStyle="1" w:styleId="WW8Num26z0">
    <w:name w:val="WW8Num26z0"/>
    <w:qFormat/>
    <w:rsid w:val="006F31E2"/>
    <w:rPr>
      <w:rFonts w:ascii="Symbol" w:hAnsi="Symbol" w:cs="Symbol"/>
      <w:sz w:val="24"/>
    </w:rPr>
  </w:style>
  <w:style w:type="character" w:customStyle="1" w:styleId="WW8Num26z1">
    <w:name w:val="WW8Num26z1"/>
    <w:qFormat/>
    <w:rsid w:val="006F31E2"/>
    <w:rPr>
      <w:rFonts w:ascii="Courier New" w:hAnsi="Courier New" w:cs="Courier New"/>
    </w:rPr>
  </w:style>
  <w:style w:type="character" w:customStyle="1" w:styleId="WW8Num26z2">
    <w:name w:val="WW8Num26z2"/>
    <w:qFormat/>
    <w:rsid w:val="006F31E2"/>
    <w:rPr>
      <w:rFonts w:ascii="Wingdings" w:hAnsi="Wingdings" w:cs="Wingdings"/>
    </w:rPr>
  </w:style>
  <w:style w:type="character" w:customStyle="1" w:styleId="WW8Num26z3">
    <w:name w:val="WW8Num26z3"/>
    <w:qFormat/>
    <w:rsid w:val="006F31E2"/>
    <w:rPr>
      <w:rFonts w:ascii="Symbol" w:hAnsi="Symbol" w:cs="Symbol"/>
    </w:rPr>
  </w:style>
  <w:style w:type="character" w:customStyle="1" w:styleId="Policepardfaut1">
    <w:name w:val="Police par défaut1"/>
    <w:qFormat/>
    <w:rsid w:val="006F31E2"/>
  </w:style>
  <w:style w:type="character" w:customStyle="1" w:styleId="LienInternet">
    <w:name w:val="Lien Internet"/>
    <w:uiPriority w:val="99"/>
    <w:rsid w:val="006F31E2"/>
    <w:rPr>
      <w:color w:val="0000FF"/>
      <w:u w:val="single"/>
    </w:rPr>
  </w:style>
  <w:style w:type="character" w:styleId="Lienhypertextesuivivisit">
    <w:name w:val="FollowedHyperlink"/>
    <w:qFormat/>
    <w:rsid w:val="006F31E2"/>
    <w:rPr>
      <w:color w:val="800080"/>
      <w:u w:val="single"/>
    </w:rPr>
  </w:style>
  <w:style w:type="character" w:customStyle="1" w:styleId="Sautdindex">
    <w:name w:val="Saut d'index"/>
    <w:qFormat/>
    <w:rsid w:val="006F31E2"/>
  </w:style>
  <w:style w:type="character" w:customStyle="1" w:styleId="Caractresdenumrotation">
    <w:name w:val="Caractères de numérotation"/>
    <w:qFormat/>
    <w:rsid w:val="006F31E2"/>
  </w:style>
  <w:style w:type="character" w:styleId="Numrodepage">
    <w:name w:val="page number"/>
    <w:qFormat/>
    <w:rsid w:val="006F31E2"/>
  </w:style>
  <w:style w:type="character" w:customStyle="1" w:styleId="Retraitcorpsdetexte2Car">
    <w:name w:val="Retrait corps de texte 2 Car"/>
    <w:link w:val="Retraitcorpsdetexte2"/>
    <w:semiHidden/>
    <w:qFormat/>
    <w:rsid w:val="006F31E2"/>
    <w:rPr>
      <w:rFonts w:ascii="Arial" w:hAnsi="Arial" w:cs="Arial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semiHidden/>
    <w:qFormat/>
    <w:rsid w:val="006F31E2"/>
    <w:pPr>
      <w:suppressAutoHyphens/>
      <w:spacing w:after="0" w:line="240" w:lineRule="auto"/>
      <w:ind w:left="1276"/>
    </w:pPr>
    <w:rPr>
      <w:rFonts w:ascii="Arial" w:hAnsi="Arial" w:cs="Arial"/>
      <w:color w:val="auto"/>
      <w:sz w:val="22"/>
      <w:szCs w:val="24"/>
      <w:lang w:eastAsia="fr-FR"/>
    </w:rPr>
  </w:style>
  <w:style w:type="character" w:customStyle="1" w:styleId="Retraitcorpsdetexte2Car1">
    <w:name w:val="Retrait corps de texte 2 Car1"/>
    <w:basedOn w:val="Policepardfaut"/>
    <w:uiPriority w:val="99"/>
    <w:semiHidden/>
    <w:rsid w:val="006F31E2"/>
    <w:rPr>
      <w:color w:val="666666" w:themeColor="text1"/>
      <w:sz w:val="24"/>
    </w:rPr>
  </w:style>
  <w:style w:type="character" w:customStyle="1" w:styleId="NotedebasdepageCar">
    <w:name w:val="Note de bas de page Car"/>
    <w:link w:val="Notedebasdepage"/>
    <w:qFormat/>
    <w:rsid w:val="006F31E2"/>
    <w:rPr>
      <w:lang w:eastAsia="fr-FR"/>
    </w:rPr>
  </w:style>
  <w:style w:type="paragraph" w:styleId="Notedebasdepage">
    <w:name w:val="footnote text"/>
    <w:basedOn w:val="Normal"/>
    <w:link w:val="NotedebasdepageCar"/>
    <w:qFormat/>
    <w:rsid w:val="006F31E2"/>
    <w:pPr>
      <w:suppressAutoHyphens/>
      <w:spacing w:after="0" w:line="240" w:lineRule="auto"/>
      <w:jc w:val="left"/>
    </w:pPr>
    <w:rPr>
      <w:color w:val="auto"/>
      <w:sz w:val="22"/>
      <w:lang w:eastAsia="fr-FR"/>
    </w:rPr>
  </w:style>
  <w:style w:type="character" w:customStyle="1" w:styleId="NotedebasdepageCar1">
    <w:name w:val="Note de bas de page Car1"/>
    <w:basedOn w:val="Policepardfaut"/>
    <w:uiPriority w:val="99"/>
    <w:semiHidden/>
    <w:rsid w:val="006F31E2"/>
    <w:rPr>
      <w:color w:val="666666" w:themeColor="text1"/>
      <w:sz w:val="20"/>
      <w:szCs w:val="20"/>
    </w:rPr>
  </w:style>
  <w:style w:type="character" w:customStyle="1" w:styleId="CommentaireCar">
    <w:name w:val="Commentaire Car"/>
    <w:link w:val="Commentaire"/>
    <w:qFormat/>
    <w:rsid w:val="006F31E2"/>
    <w:rPr>
      <w:rFonts w:ascii="Arial" w:hAnsi="Arial" w:cs="Arial"/>
    </w:rPr>
  </w:style>
  <w:style w:type="paragraph" w:styleId="Commentaire">
    <w:name w:val="annotation text"/>
    <w:basedOn w:val="Normal"/>
    <w:link w:val="CommentaireCar"/>
    <w:unhideWhenUsed/>
    <w:qFormat/>
    <w:rsid w:val="006F31E2"/>
    <w:pPr>
      <w:suppressAutoHyphens/>
      <w:spacing w:after="0" w:line="240" w:lineRule="auto"/>
      <w:jc w:val="left"/>
    </w:pPr>
    <w:rPr>
      <w:rFonts w:ascii="Arial" w:hAnsi="Arial" w:cs="Arial"/>
      <w:color w:val="auto"/>
      <w:sz w:val="22"/>
    </w:rPr>
  </w:style>
  <w:style w:type="character" w:customStyle="1" w:styleId="CommentaireCar1">
    <w:name w:val="Commentaire Car1"/>
    <w:basedOn w:val="Policepardfaut"/>
    <w:uiPriority w:val="99"/>
    <w:semiHidden/>
    <w:rsid w:val="006F31E2"/>
    <w:rPr>
      <w:color w:val="666666" w:themeColor="text1"/>
      <w:sz w:val="20"/>
      <w:szCs w:val="20"/>
    </w:rPr>
  </w:style>
  <w:style w:type="character" w:customStyle="1" w:styleId="Paragraphe2Car">
    <w:name w:val="Paragraphe 2 Car"/>
    <w:link w:val="Paragraphe2"/>
    <w:qFormat/>
    <w:locked/>
    <w:rsid w:val="006F31E2"/>
    <w:rPr>
      <w:rFonts w:ascii="Calibri" w:hAnsi="Calibri"/>
    </w:rPr>
  </w:style>
  <w:style w:type="paragraph" w:customStyle="1" w:styleId="Paragraphe2">
    <w:name w:val="Paragraphe 2"/>
    <w:basedOn w:val="Normal"/>
    <w:link w:val="Paragraphe2Car"/>
    <w:qFormat/>
    <w:rsid w:val="006F31E2"/>
    <w:pPr>
      <w:spacing w:before="120" w:after="120" w:line="240" w:lineRule="auto"/>
      <w:ind w:left="567"/>
    </w:pPr>
    <w:rPr>
      <w:rFonts w:ascii="Calibri" w:hAnsi="Calibri"/>
      <w:color w:val="auto"/>
      <w:sz w:val="22"/>
    </w:rPr>
  </w:style>
  <w:style w:type="character" w:customStyle="1" w:styleId="PUCEN2Car">
    <w:name w:val="PUCE N° 2 Car"/>
    <w:link w:val="PUCEN2"/>
    <w:qFormat/>
    <w:locked/>
    <w:rsid w:val="006F31E2"/>
    <w:rPr>
      <w:rFonts w:ascii="Calibri" w:hAnsi="Calibri"/>
    </w:rPr>
  </w:style>
  <w:style w:type="paragraph" w:customStyle="1" w:styleId="PUCEN2">
    <w:name w:val="PUCE N° 2"/>
    <w:basedOn w:val="Normal"/>
    <w:link w:val="PUCEN2Car"/>
    <w:qFormat/>
    <w:rsid w:val="006F31E2"/>
    <w:pPr>
      <w:tabs>
        <w:tab w:val="left" w:pos="1134"/>
      </w:tabs>
      <w:spacing w:before="60" w:after="120" w:line="240" w:lineRule="auto"/>
      <w:ind w:left="1134"/>
    </w:pPr>
    <w:rPr>
      <w:rFonts w:ascii="Calibri" w:hAnsi="Calibri"/>
      <w:color w:val="auto"/>
      <w:sz w:val="22"/>
    </w:rPr>
  </w:style>
  <w:style w:type="character" w:styleId="Marquedecommentaire">
    <w:name w:val="annotation reference"/>
    <w:uiPriority w:val="99"/>
    <w:semiHidden/>
    <w:unhideWhenUsed/>
    <w:qFormat/>
    <w:rsid w:val="006F31E2"/>
    <w:rPr>
      <w:sz w:val="16"/>
      <w:szCs w:val="16"/>
    </w:rPr>
  </w:style>
  <w:style w:type="character" w:customStyle="1" w:styleId="ObjetducommentaireCar">
    <w:name w:val="Objet du commentaire Car"/>
    <w:link w:val="Objetducommentaire"/>
    <w:uiPriority w:val="99"/>
    <w:semiHidden/>
    <w:qFormat/>
    <w:rsid w:val="006F31E2"/>
    <w:rPr>
      <w:rFonts w:ascii="Arial" w:hAnsi="Arial" w:cs="Arial"/>
      <w:b/>
      <w:bCs/>
      <w:lang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6F31E2"/>
    <w:rPr>
      <w:b/>
      <w:bCs/>
      <w:lang w:eastAsia="fr-FR"/>
    </w:rPr>
  </w:style>
  <w:style w:type="character" w:customStyle="1" w:styleId="ObjetducommentaireCar1">
    <w:name w:val="Objet du commentaire Car1"/>
    <w:basedOn w:val="CommentaireCar1"/>
    <w:uiPriority w:val="99"/>
    <w:semiHidden/>
    <w:rsid w:val="006F31E2"/>
    <w:rPr>
      <w:b/>
      <w:bCs/>
      <w:color w:val="666666" w:themeColor="text1"/>
      <w:sz w:val="20"/>
      <w:szCs w:val="20"/>
    </w:rPr>
  </w:style>
  <w:style w:type="character" w:customStyle="1" w:styleId="ListLabel1">
    <w:name w:val="ListLabel 1"/>
    <w:qFormat/>
    <w:rsid w:val="006F31E2"/>
    <w:rPr>
      <w:rFonts w:cs="Symbol"/>
    </w:rPr>
  </w:style>
  <w:style w:type="character" w:customStyle="1" w:styleId="ListLabel2">
    <w:name w:val="ListLabel 2"/>
    <w:qFormat/>
    <w:rsid w:val="006F31E2"/>
    <w:rPr>
      <w:rFonts w:cs="Times New Roman"/>
    </w:rPr>
  </w:style>
  <w:style w:type="character" w:customStyle="1" w:styleId="ListLabel3">
    <w:name w:val="ListLabel 3"/>
    <w:qFormat/>
    <w:rsid w:val="006F31E2"/>
    <w:rPr>
      <w:rFonts w:cs="Wingdings"/>
    </w:rPr>
  </w:style>
  <w:style w:type="character" w:customStyle="1" w:styleId="ListLabel4">
    <w:name w:val="ListLabel 4"/>
    <w:qFormat/>
    <w:rsid w:val="006F31E2"/>
    <w:rPr>
      <w:rFonts w:cs="Times New Roman"/>
    </w:rPr>
  </w:style>
  <w:style w:type="character" w:customStyle="1" w:styleId="ListLabel5">
    <w:name w:val="ListLabel 5"/>
    <w:qFormat/>
    <w:rsid w:val="006F31E2"/>
    <w:rPr>
      <w:rFonts w:cs="OpenSymbol"/>
    </w:rPr>
  </w:style>
  <w:style w:type="character" w:customStyle="1" w:styleId="ListLabel6">
    <w:name w:val="ListLabel 6"/>
    <w:qFormat/>
    <w:rsid w:val="006F31E2"/>
    <w:rPr>
      <w:rFonts w:cs="Wingdings"/>
    </w:rPr>
  </w:style>
  <w:style w:type="character" w:customStyle="1" w:styleId="ListLabel7">
    <w:name w:val="ListLabel 7"/>
    <w:qFormat/>
    <w:rsid w:val="006F31E2"/>
    <w:rPr>
      <w:rFonts w:cs="Times New Roman"/>
    </w:rPr>
  </w:style>
  <w:style w:type="character" w:customStyle="1" w:styleId="ListLabel8">
    <w:name w:val="ListLabel 8"/>
    <w:qFormat/>
    <w:rsid w:val="006F31E2"/>
    <w:rPr>
      <w:rFonts w:cs="Courier New"/>
    </w:rPr>
  </w:style>
  <w:style w:type="character" w:customStyle="1" w:styleId="ListLabel9">
    <w:name w:val="ListLabel 9"/>
    <w:qFormat/>
    <w:rsid w:val="006F31E2"/>
    <w:rPr>
      <w:rFonts w:cs="Wingdings"/>
    </w:rPr>
  </w:style>
  <w:style w:type="character" w:customStyle="1" w:styleId="ListLabel10">
    <w:name w:val="ListLabel 10"/>
    <w:qFormat/>
    <w:rsid w:val="006F31E2"/>
    <w:rPr>
      <w:rFonts w:cs="Times New Roman"/>
    </w:rPr>
  </w:style>
  <w:style w:type="character" w:customStyle="1" w:styleId="ListLabel11">
    <w:name w:val="ListLabel 11"/>
    <w:qFormat/>
    <w:rsid w:val="006F31E2"/>
    <w:rPr>
      <w:rFonts w:cs="Courier New"/>
    </w:rPr>
  </w:style>
  <w:style w:type="character" w:customStyle="1" w:styleId="ListLabel12">
    <w:name w:val="ListLabel 12"/>
    <w:qFormat/>
    <w:rsid w:val="006F31E2"/>
    <w:rPr>
      <w:rFonts w:cs="Wingdings"/>
    </w:rPr>
  </w:style>
  <w:style w:type="character" w:customStyle="1" w:styleId="ListLabel13">
    <w:name w:val="ListLabel 13"/>
    <w:qFormat/>
    <w:rsid w:val="006F31E2"/>
    <w:rPr>
      <w:rFonts w:cs="Times New Roman"/>
    </w:rPr>
  </w:style>
  <w:style w:type="character" w:customStyle="1" w:styleId="ListLabel14">
    <w:name w:val="ListLabel 14"/>
    <w:qFormat/>
    <w:rsid w:val="006F31E2"/>
    <w:rPr>
      <w:rFonts w:cs="Times New Roman"/>
    </w:rPr>
  </w:style>
  <w:style w:type="character" w:customStyle="1" w:styleId="ListLabel15">
    <w:name w:val="ListLabel 15"/>
    <w:qFormat/>
    <w:rsid w:val="006F31E2"/>
    <w:rPr>
      <w:rFonts w:cs="Times New Roman"/>
    </w:rPr>
  </w:style>
  <w:style w:type="character" w:customStyle="1" w:styleId="ListLabel16">
    <w:name w:val="ListLabel 16"/>
    <w:qFormat/>
    <w:rsid w:val="006F31E2"/>
    <w:rPr>
      <w:rFonts w:cs="Times New Roman"/>
    </w:rPr>
  </w:style>
  <w:style w:type="character" w:customStyle="1" w:styleId="ListLabel17">
    <w:name w:val="ListLabel 17"/>
    <w:qFormat/>
    <w:rsid w:val="006F31E2"/>
    <w:rPr>
      <w:rFonts w:cs="Times New Roman"/>
    </w:rPr>
  </w:style>
  <w:style w:type="character" w:customStyle="1" w:styleId="ListLabel18">
    <w:name w:val="ListLabel 18"/>
    <w:qFormat/>
    <w:rsid w:val="006F31E2"/>
    <w:rPr>
      <w:rFonts w:cs="Times New Roman"/>
    </w:rPr>
  </w:style>
  <w:style w:type="character" w:customStyle="1" w:styleId="ListLabel19">
    <w:name w:val="ListLabel 19"/>
    <w:qFormat/>
    <w:rsid w:val="006F31E2"/>
    <w:rPr>
      <w:rFonts w:cs="Times New Roman"/>
    </w:rPr>
  </w:style>
  <w:style w:type="character" w:customStyle="1" w:styleId="ListLabel20">
    <w:name w:val="ListLabel 20"/>
    <w:qFormat/>
    <w:rsid w:val="006F31E2"/>
    <w:rPr>
      <w:rFonts w:cs="Times New Roman"/>
    </w:rPr>
  </w:style>
  <w:style w:type="character" w:customStyle="1" w:styleId="ListLabel21">
    <w:name w:val="ListLabel 21"/>
    <w:qFormat/>
    <w:rsid w:val="006F31E2"/>
    <w:rPr>
      <w:rFonts w:cs="Times New Roman"/>
    </w:rPr>
  </w:style>
  <w:style w:type="character" w:customStyle="1" w:styleId="ListLabel22">
    <w:name w:val="ListLabel 22"/>
    <w:qFormat/>
    <w:rsid w:val="006F31E2"/>
    <w:rPr>
      <w:rFonts w:cs="Wingdings"/>
    </w:rPr>
  </w:style>
  <w:style w:type="character" w:customStyle="1" w:styleId="ListLabel23">
    <w:name w:val="ListLabel 23"/>
    <w:qFormat/>
    <w:rsid w:val="006F31E2"/>
    <w:rPr>
      <w:rFonts w:cs="Symbol"/>
    </w:rPr>
  </w:style>
  <w:style w:type="character" w:customStyle="1" w:styleId="ListLabel24">
    <w:name w:val="ListLabel 24"/>
    <w:qFormat/>
    <w:rsid w:val="006F31E2"/>
    <w:rPr>
      <w:rFonts w:cs="Courier New"/>
    </w:rPr>
  </w:style>
  <w:style w:type="character" w:customStyle="1" w:styleId="ListLabel25">
    <w:name w:val="ListLabel 25"/>
    <w:qFormat/>
    <w:rsid w:val="006F31E2"/>
    <w:rPr>
      <w:rFonts w:cs="Wingdings"/>
    </w:rPr>
  </w:style>
  <w:style w:type="character" w:customStyle="1" w:styleId="ListLabel26">
    <w:name w:val="ListLabel 26"/>
    <w:qFormat/>
    <w:rsid w:val="006F31E2"/>
    <w:rPr>
      <w:rFonts w:cs="Symbol"/>
    </w:rPr>
  </w:style>
  <w:style w:type="character" w:customStyle="1" w:styleId="ListLabel27">
    <w:name w:val="ListLabel 27"/>
    <w:qFormat/>
    <w:rsid w:val="006F31E2"/>
    <w:rPr>
      <w:rFonts w:cs="Courier New"/>
    </w:rPr>
  </w:style>
  <w:style w:type="character" w:customStyle="1" w:styleId="ListLabel28">
    <w:name w:val="ListLabel 28"/>
    <w:qFormat/>
    <w:rsid w:val="006F31E2"/>
    <w:rPr>
      <w:rFonts w:cs="Wingdings"/>
    </w:rPr>
  </w:style>
  <w:style w:type="character" w:customStyle="1" w:styleId="ListLabel29">
    <w:name w:val="ListLabel 29"/>
    <w:qFormat/>
    <w:rsid w:val="006F31E2"/>
    <w:rPr>
      <w:rFonts w:cs="Times New Roman"/>
    </w:rPr>
  </w:style>
  <w:style w:type="character" w:customStyle="1" w:styleId="ListLabel30">
    <w:name w:val="ListLabel 30"/>
    <w:qFormat/>
    <w:rsid w:val="006F31E2"/>
    <w:rPr>
      <w:rFonts w:cs="Times New Roman"/>
    </w:rPr>
  </w:style>
  <w:style w:type="character" w:customStyle="1" w:styleId="ListLabel31">
    <w:name w:val="ListLabel 31"/>
    <w:qFormat/>
    <w:rsid w:val="006F31E2"/>
    <w:rPr>
      <w:rFonts w:cs="Wingdings"/>
    </w:rPr>
  </w:style>
  <w:style w:type="character" w:customStyle="1" w:styleId="ListLabel32">
    <w:name w:val="ListLabel 32"/>
    <w:qFormat/>
    <w:rsid w:val="006F31E2"/>
    <w:rPr>
      <w:rFonts w:cs="Symbol"/>
    </w:rPr>
  </w:style>
  <w:style w:type="character" w:customStyle="1" w:styleId="ListLabel33">
    <w:name w:val="ListLabel 33"/>
    <w:qFormat/>
    <w:rsid w:val="006F31E2"/>
    <w:rPr>
      <w:rFonts w:cs="Times New Roman"/>
    </w:rPr>
  </w:style>
  <w:style w:type="character" w:customStyle="1" w:styleId="ListLabel34">
    <w:name w:val="ListLabel 34"/>
    <w:qFormat/>
    <w:rsid w:val="006F31E2"/>
    <w:rPr>
      <w:rFonts w:cs="Wingdings"/>
    </w:rPr>
  </w:style>
  <w:style w:type="character" w:customStyle="1" w:styleId="ListLabel35">
    <w:name w:val="ListLabel 35"/>
    <w:qFormat/>
    <w:rsid w:val="006F31E2"/>
    <w:rPr>
      <w:rFonts w:cs="Symbol"/>
    </w:rPr>
  </w:style>
  <w:style w:type="character" w:customStyle="1" w:styleId="ListLabel36">
    <w:name w:val="ListLabel 36"/>
    <w:qFormat/>
    <w:rsid w:val="006F31E2"/>
    <w:rPr>
      <w:rFonts w:cs="Times New Roman"/>
    </w:rPr>
  </w:style>
  <w:style w:type="character" w:customStyle="1" w:styleId="ListLabel37">
    <w:name w:val="ListLabel 37"/>
    <w:qFormat/>
    <w:rsid w:val="006F31E2"/>
    <w:rPr>
      <w:rFonts w:cs="Wingdings"/>
    </w:rPr>
  </w:style>
  <w:style w:type="character" w:customStyle="1" w:styleId="ListLabel38">
    <w:name w:val="ListLabel 38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39">
    <w:name w:val="ListLabel 39"/>
    <w:qFormat/>
    <w:rsid w:val="006F31E2"/>
    <w:rPr>
      <w:rFonts w:cs="Courier New"/>
    </w:rPr>
  </w:style>
  <w:style w:type="character" w:customStyle="1" w:styleId="ListLabel40">
    <w:name w:val="ListLabel 40"/>
    <w:qFormat/>
    <w:rsid w:val="006F31E2"/>
    <w:rPr>
      <w:rFonts w:cs="Courier New"/>
    </w:rPr>
  </w:style>
  <w:style w:type="character" w:customStyle="1" w:styleId="ListLabel41">
    <w:name w:val="ListLabel 41"/>
    <w:qFormat/>
    <w:rsid w:val="006F31E2"/>
    <w:rPr>
      <w:rFonts w:cs="Courier New"/>
    </w:rPr>
  </w:style>
  <w:style w:type="character" w:customStyle="1" w:styleId="ListLabel42">
    <w:name w:val="ListLabel 42"/>
    <w:qFormat/>
    <w:rsid w:val="006F31E2"/>
    <w:rPr>
      <w:rFonts w:cs="Courier New"/>
    </w:rPr>
  </w:style>
  <w:style w:type="character" w:customStyle="1" w:styleId="ListLabel43">
    <w:name w:val="ListLabel 43"/>
    <w:qFormat/>
    <w:rsid w:val="006F31E2"/>
    <w:rPr>
      <w:rFonts w:cs="Courier New"/>
    </w:rPr>
  </w:style>
  <w:style w:type="character" w:customStyle="1" w:styleId="ListLabel44">
    <w:name w:val="ListLabel 44"/>
    <w:qFormat/>
    <w:rsid w:val="006F31E2"/>
    <w:rPr>
      <w:rFonts w:cs="Courier New"/>
    </w:rPr>
  </w:style>
  <w:style w:type="character" w:customStyle="1" w:styleId="ListLabel45">
    <w:name w:val="ListLabel 45"/>
    <w:qFormat/>
    <w:rsid w:val="006F31E2"/>
    <w:rPr>
      <w:rFonts w:cs="Courier New"/>
    </w:rPr>
  </w:style>
  <w:style w:type="character" w:customStyle="1" w:styleId="ListLabel46">
    <w:name w:val="ListLabel 46"/>
    <w:qFormat/>
    <w:rsid w:val="006F31E2"/>
    <w:rPr>
      <w:rFonts w:cs="Courier New"/>
    </w:rPr>
  </w:style>
  <w:style w:type="character" w:customStyle="1" w:styleId="ListLabel47">
    <w:name w:val="ListLabel 47"/>
    <w:qFormat/>
    <w:rsid w:val="006F31E2"/>
    <w:rPr>
      <w:rFonts w:cs="Courier New"/>
    </w:rPr>
  </w:style>
  <w:style w:type="character" w:customStyle="1" w:styleId="ListLabel48">
    <w:name w:val="ListLabel 48"/>
    <w:qFormat/>
    <w:rsid w:val="006F31E2"/>
    <w:rPr>
      <w:rFonts w:cs="Courier New"/>
    </w:rPr>
  </w:style>
  <w:style w:type="character" w:customStyle="1" w:styleId="ListLabel49">
    <w:name w:val="ListLabel 49"/>
    <w:qFormat/>
    <w:rsid w:val="006F31E2"/>
    <w:rPr>
      <w:rFonts w:cs="Courier New"/>
    </w:rPr>
  </w:style>
  <w:style w:type="character" w:customStyle="1" w:styleId="ListLabel50">
    <w:name w:val="ListLabel 50"/>
    <w:qFormat/>
    <w:rsid w:val="006F31E2"/>
    <w:rPr>
      <w:rFonts w:cs="Courier New"/>
    </w:rPr>
  </w:style>
  <w:style w:type="character" w:customStyle="1" w:styleId="ListLabel51">
    <w:name w:val="ListLabel 51"/>
    <w:qFormat/>
    <w:rsid w:val="006F31E2"/>
    <w:rPr>
      <w:rFonts w:cs="Wingdings"/>
    </w:rPr>
  </w:style>
  <w:style w:type="character" w:customStyle="1" w:styleId="ListLabel52">
    <w:name w:val="ListLabel 52"/>
    <w:qFormat/>
    <w:rsid w:val="006F31E2"/>
    <w:rPr>
      <w:rFonts w:cs="Symbol"/>
    </w:rPr>
  </w:style>
  <w:style w:type="character" w:customStyle="1" w:styleId="ListLabel53">
    <w:name w:val="ListLabel 53"/>
    <w:qFormat/>
    <w:rsid w:val="006F31E2"/>
    <w:rPr>
      <w:rFonts w:cs="Courier New"/>
    </w:rPr>
  </w:style>
  <w:style w:type="character" w:customStyle="1" w:styleId="ListLabel54">
    <w:name w:val="ListLabel 54"/>
    <w:qFormat/>
    <w:rsid w:val="006F31E2"/>
    <w:rPr>
      <w:rFonts w:cs="Wingdings"/>
    </w:rPr>
  </w:style>
  <w:style w:type="character" w:customStyle="1" w:styleId="ListLabel55">
    <w:name w:val="ListLabel 55"/>
    <w:qFormat/>
    <w:rsid w:val="006F31E2"/>
    <w:rPr>
      <w:rFonts w:cs="Symbol"/>
    </w:rPr>
  </w:style>
  <w:style w:type="character" w:customStyle="1" w:styleId="ListLabel56">
    <w:name w:val="ListLabel 56"/>
    <w:qFormat/>
    <w:rsid w:val="006F31E2"/>
    <w:rPr>
      <w:rFonts w:cs="Courier New"/>
    </w:rPr>
  </w:style>
  <w:style w:type="character" w:customStyle="1" w:styleId="ListLabel57">
    <w:name w:val="ListLabel 57"/>
    <w:qFormat/>
    <w:rsid w:val="006F31E2"/>
    <w:rPr>
      <w:rFonts w:cs="Wingdings"/>
    </w:rPr>
  </w:style>
  <w:style w:type="character" w:customStyle="1" w:styleId="ListLabel58">
    <w:name w:val="ListLabel 58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59">
    <w:name w:val="ListLabel 59"/>
    <w:qFormat/>
    <w:rsid w:val="006F31E2"/>
    <w:rPr>
      <w:color w:val="808080"/>
      <w:position w:val="0"/>
      <w:sz w:val="20"/>
      <w:vertAlign w:val="baseline"/>
    </w:rPr>
  </w:style>
  <w:style w:type="character" w:customStyle="1" w:styleId="ListLabel60">
    <w:name w:val="ListLabel 60"/>
    <w:qFormat/>
    <w:rsid w:val="006F31E2"/>
    <w:rPr>
      <w:rFonts w:cs="Times New Roman"/>
    </w:rPr>
  </w:style>
  <w:style w:type="character" w:customStyle="1" w:styleId="ListLabel61">
    <w:name w:val="ListLabel 61"/>
    <w:qFormat/>
    <w:rsid w:val="006F31E2"/>
    <w:rPr>
      <w:rFonts w:cs="Times New Roman"/>
    </w:rPr>
  </w:style>
  <w:style w:type="character" w:customStyle="1" w:styleId="ListLabel62">
    <w:name w:val="ListLabel 62"/>
    <w:qFormat/>
    <w:rsid w:val="006F31E2"/>
    <w:rPr>
      <w:rFonts w:cs="Times New Roman"/>
    </w:rPr>
  </w:style>
  <w:style w:type="character" w:customStyle="1" w:styleId="ListLabel63">
    <w:name w:val="ListLabel 63"/>
    <w:qFormat/>
    <w:rsid w:val="006F31E2"/>
    <w:rPr>
      <w:rFonts w:cs="Courier New"/>
    </w:rPr>
  </w:style>
  <w:style w:type="character" w:customStyle="1" w:styleId="ListLabel64">
    <w:name w:val="ListLabel 64"/>
    <w:qFormat/>
    <w:rsid w:val="006F31E2"/>
    <w:rPr>
      <w:rFonts w:cs="Courier New"/>
    </w:rPr>
  </w:style>
  <w:style w:type="character" w:customStyle="1" w:styleId="ListLabel65">
    <w:name w:val="ListLabel 65"/>
    <w:qFormat/>
    <w:rsid w:val="006F31E2"/>
    <w:rPr>
      <w:rFonts w:cs="Courier New"/>
    </w:rPr>
  </w:style>
  <w:style w:type="character" w:customStyle="1" w:styleId="ListLabel66">
    <w:name w:val="ListLabel 66"/>
    <w:qFormat/>
    <w:rsid w:val="006F31E2"/>
    <w:rPr>
      <w:rFonts w:eastAsia="Calibri" w:cs="Times New Roman"/>
    </w:rPr>
  </w:style>
  <w:style w:type="character" w:customStyle="1" w:styleId="ListLabel67">
    <w:name w:val="ListLabel 67"/>
    <w:qFormat/>
    <w:rsid w:val="006F31E2"/>
    <w:rPr>
      <w:rFonts w:cs="Courier New"/>
    </w:rPr>
  </w:style>
  <w:style w:type="character" w:customStyle="1" w:styleId="ListLabel68">
    <w:name w:val="ListLabel 68"/>
    <w:qFormat/>
    <w:rsid w:val="006F31E2"/>
    <w:rPr>
      <w:rFonts w:cs="Courier New"/>
    </w:rPr>
  </w:style>
  <w:style w:type="character" w:customStyle="1" w:styleId="ListLabel69">
    <w:name w:val="ListLabel 69"/>
    <w:qFormat/>
    <w:rsid w:val="006F31E2"/>
    <w:rPr>
      <w:rFonts w:cs="Courier New"/>
    </w:rPr>
  </w:style>
  <w:style w:type="character" w:customStyle="1" w:styleId="ListLabel70">
    <w:name w:val="ListLabel 70"/>
    <w:qFormat/>
    <w:rsid w:val="006F31E2"/>
    <w:rPr>
      <w:rFonts w:cs="Courier New"/>
    </w:rPr>
  </w:style>
  <w:style w:type="character" w:customStyle="1" w:styleId="ListLabel71">
    <w:name w:val="ListLabel 71"/>
    <w:qFormat/>
    <w:rsid w:val="006F31E2"/>
    <w:rPr>
      <w:rFonts w:cs="Courier New"/>
    </w:rPr>
  </w:style>
  <w:style w:type="character" w:customStyle="1" w:styleId="ListLabel72">
    <w:name w:val="ListLabel 72"/>
    <w:qFormat/>
    <w:rsid w:val="006F31E2"/>
    <w:rPr>
      <w:rFonts w:cs="Courier New"/>
    </w:rPr>
  </w:style>
  <w:style w:type="character" w:customStyle="1" w:styleId="ListLabel73">
    <w:name w:val="ListLabel 73"/>
    <w:qFormat/>
    <w:rsid w:val="006F31E2"/>
    <w:rPr>
      <w:rFonts w:cs="Times New Roman"/>
    </w:rPr>
  </w:style>
  <w:style w:type="character" w:customStyle="1" w:styleId="ListLabel74">
    <w:name w:val="ListLabel 74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75">
    <w:name w:val="ListLabel 75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76">
    <w:name w:val="ListLabel 76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77">
    <w:name w:val="ListLabel 77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78">
    <w:name w:val="ListLabel 78"/>
    <w:qFormat/>
    <w:rsid w:val="006F31E2"/>
    <w:rPr>
      <w:rFonts w:cs="Courier New"/>
    </w:rPr>
  </w:style>
  <w:style w:type="character" w:customStyle="1" w:styleId="ListLabel79">
    <w:name w:val="ListLabel 79"/>
    <w:qFormat/>
    <w:rsid w:val="006F31E2"/>
    <w:rPr>
      <w:rFonts w:cs="Courier New"/>
    </w:rPr>
  </w:style>
  <w:style w:type="character" w:customStyle="1" w:styleId="ListLabel80">
    <w:name w:val="ListLabel 80"/>
    <w:qFormat/>
    <w:rsid w:val="006F31E2"/>
    <w:rPr>
      <w:rFonts w:cs="Courier New"/>
    </w:rPr>
  </w:style>
  <w:style w:type="character" w:customStyle="1" w:styleId="ListLabel81">
    <w:name w:val="ListLabel 81"/>
    <w:qFormat/>
    <w:rsid w:val="006F31E2"/>
    <w:rPr>
      <w:rFonts w:cs="Wingdings"/>
    </w:rPr>
  </w:style>
  <w:style w:type="character" w:customStyle="1" w:styleId="ListLabel82">
    <w:name w:val="ListLabel 82"/>
    <w:qFormat/>
    <w:rsid w:val="006F31E2"/>
    <w:rPr>
      <w:rFonts w:cs="Courier New"/>
    </w:rPr>
  </w:style>
  <w:style w:type="character" w:customStyle="1" w:styleId="ListLabel83">
    <w:name w:val="ListLabel 83"/>
    <w:qFormat/>
    <w:rsid w:val="006F31E2"/>
    <w:rPr>
      <w:rFonts w:cs="Courier New"/>
    </w:rPr>
  </w:style>
  <w:style w:type="character" w:customStyle="1" w:styleId="ListLabel84">
    <w:name w:val="ListLabel 84"/>
    <w:qFormat/>
    <w:rsid w:val="006F31E2"/>
    <w:rPr>
      <w:rFonts w:cs="Courier New"/>
    </w:rPr>
  </w:style>
  <w:style w:type="character" w:customStyle="1" w:styleId="ListLabel85">
    <w:name w:val="ListLabel 85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86">
    <w:name w:val="ListLabel 86"/>
    <w:qFormat/>
    <w:rsid w:val="006F31E2"/>
    <w:rPr>
      <w:color w:val="7030A0"/>
    </w:rPr>
  </w:style>
  <w:style w:type="character" w:customStyle="1" w:styleId="ListLabel87">
    <w:name w:val="ListLabel 87"/>
    <w:qFormat/>
    <w:rsid w:val="006F31E2"/>
    <w:rPr>
      <w:rFonts w:cs="Courier New"/>
    </w:rPr>
  </w:style>
  <w:style w:type="character" w:customStyle="1" w:styleId="ListLabel88">
    <w:name w:val="ListLabel 88"/>
    <w:qFormat/>
    <w:rsid w:val="006F31E2"/>
    <w:rPr>
      <w:rFonts w:cs="Courier New"/>
    </w:rPr>
  </w:style>
  <w:style w:type="character" w:customStyle="1" w:styleId="ListLabel89">
    <w:name w:val="ListLabel 89"/>
    <w:qFormat/>
    <w:rsid w:val="006F31E2"/>
    <w:rPr>
      <w:rFonts w:cs="Courier New"/>
    </w:rPr>
  </w:style>
  <w:style w:type="character" w:customStyle="1" w:styleId="ListLabel90">
    <w:name w:val="ListLabel 90"/>
    <w:qFormat/>
    <w:rsid w:val="006F31E2"/>
    <w:rPr>
      <w:rFonts w:cs="Courier New"/>
    </w:rPr>
  </w:style>
  <w:style w:type="character" w:customStyle="1" w:styleId="ListLabel91">
    <w:name w:val="ListLabel 91"/>
    <w:qFormat/>
    <w:rsid w:val="006F31E2"/>
    <w:rPr>
      <w:rFonts w:cs="Courier New"/>
    </w:rPr>
  </w:style>
  <w:style w:type="character" w:customStyle="1" w:styleId="ListLabel92">
    <w:name w:val="ListLabel 92"/>
    <w:qFormat/>
    <w:rsid w:val="006F31E2"/>
    <w:rPr>
      <w:rFonts w:cs="Courier New"/>
    </w:rPr>
  </w:style>
  <w:style w:type="character" w:customStyle="1" w:styleId="ListLabel93">
    <w:name w:val="ListLabel 93"/>
    <w:qFormat/>
    <w:rsid w:val="006F31E2"/>
    <w:rPr>
      <w:rFonts w:eastAsia="Arial" w:cs="Arial"/>
      <w:i/>
      <w:spacing w:val="-1"/>
      <w:w w:val="99"/>
      <w:sz w:val="20"/>
      <w:szCs w:val="20"/>
    </w:rPr>
  </w:style>
  <w:style w:type="character" w:customStyle="1" w:styleId="ListLabel94">
    <w:name w:val="ListLabel 94"/>
    <w:qFormat/>
    <w:rsid w:val="006F31E2"/>
    <w:rPr>
      <w:rFonts w:eastAsia="Symbol" w:cs="Symbol"/>
      <w:w w:val="99"/>
      <w:sz w:val="20"/>
      <w:szCs w:val="20"/>
    </w:rPr>
  </w:style>
  <w:style w:type="character" w:customStyle="1" w:styleId="ListLabel95">
    <w:name w:val="ListLabel 95"/>
    <w:qFormat/>
    <w:rsid w:val="006F31E2"/>
    <w:rPr>
      <w:rFonts w:eastAsia="Symbol" w:cs="Symbol"/>
      <w:w w:val="99"/>
      <w:sz w:val="20"/>
      <w:szCs w:val="20"/>
    </w:rPr>
  </w:style>
  <w:style w:type="character" w:customStyle="1" w:styleId="ListLabel96">
    <w:name w:val="ListLabel 96"/>
    <w:qFormat/>
    <w:rsid w:val="006F31E2"/>
    <w:rPr>
      <w:rFonts w:eastAsia="Symbol" w:cs="Symbol"/>
      <w:w w:val="99"/>
      <w:sz w:val="20"/>
      <w:szCs w:val="20"/>
    </w:rPr>
  </w:style>
  <w:style w:type="character" w:customStyle="1" w:styleId="ListLabel97">
    <w:name w:val="ListLabel 97"/>
    <w:qFormat/>
    <w:rsid w:val="006F31E2"/>
    <w:rPr>
      <w:rFonts w:eastAsia="Symbol" w:cs="Symbol"/>
      <w:w w:val="99"/>
      <w:sz w:val="20"/>
      <w:szCs w:val="20"/>
    </w:rPr>
  </w:style>
  <w:style w:type="character" w:customStyle="1" w:styleId="ListLabel98">
    <w:name w:val="ListLabel 98"/>
    <w:qFormat/>
    <w:rsid w:val="006F31E2"/>
    <w:rPr>
      <w:rFonts w:eastAsia="Times New Roman" w:cs="Times New Roman"/>
      <w:w w:val="99"/>
      <w:sz w:val="20"/>
      <w:szCs w:val="20"/>
    </w:rPr>
  </w:style>
  <w:style w:type="character" w:customStyle="1" w:styleId="ListLabel99">
    <w:name w:val="ListLabel 99"/>
    <w:qFormat/>
    <w:rsid w:val="006F31E2"/>
    <w:rPr>
      <w:rFonts w:eastAsia="Arial" w:cs="Arial"/>
      <w:spacing w:val="-1"/>
      <w:w w:val="99"/>
      <w:sz w:val="20"/>
      <w:szCs w:val="20"/>
    </w:rPr>
  </w:style>
  <w:style w:type="character" w:customStyle="1" w:styleId="ListLabel100">
    <w:name w:val="ListLabel 100"/>
    <w:qFormat/>
    <w:rsid w:val="006F31E2"/>
    <w:rPr>
      <w:rFonts w:eastAsia="Times New Roman" w:cs="Times New Roman"/>
      <w:w w:val="99"/>
      <w:sz w:val="20"/>
      <w:szCs w:val="20"/>
    </w:rPr>
  </w:style>
  <w:style w:type="character" w:customStyle="1" w:styleId="ListLabel101">
    <w:name w:val="ListLabel 101"/>
    <w:qFormat/>
    <w:rsid w:val="006F31E2"/>
    <w:rPr>
      <w:rFonts w:eastAsia="Arial" w:cs="Arial"/>
      <w:b/>
      <w:bCs/>
      <w:color w:val="C00000"/>
      <w:w w:val="99"/>
      <w:sz w:val="20"/>
      <w:szCs w:val="20"/>
    </w:rPr>
  </w:style>
  <w:style w:type="character" w:customStyle="1" w:styleId="ListLabel102">
    <w:name w:val="ListLabel 102"/>
    <w:qFormat/>
    <w:rsid w:val="006F31E2"/>
    <w:rPr>
      <w:rFonts w:eastAsia="Arial" w:cs="Arial"/>
      <w:b/>
      <w:bCs/>
      <w:spacing w:val="-1"/>
      <w:w w:val="99"/>
      <w:sz w:val="20"/>
      <w:szCs w:val="20"/>
    </w:rPr>
  </w:style>
  <w:style w:type="character" w:customStyle="1" w:styleId="ListLabel103">
    <w:name w:val="ListLabel 103"/>
    <w:qFormat/>
    <w:rsid w:val="006F31E2"/>
    <w:rPr>
      <w:rFonts w:eastAsia="Arial" w:cs="Arial"/>
      <w:spacing w:val="-1"/>
      <w:w w:val="99"/>
      <w:sz w:val="20"/>
      <w:szCs w:val="20"/>
    </w:rPr>
  </w:style>
  <w:style w:type="character" w:customStyle="1" w:styleId="ListLabel104">
    <w:name w:val="ListLabel 104"/>
    <w:qFormat/>
    <w:rsid w:val="006F31E2"/>
    <w:rPr>
      <w:rFonts w:eastAsia="Times New Roman" w:cs="Times New Roman"/>
      <w:w w:val="99"/>
      <w:sz w:val="20"/>
      <w:szCs w:val="20"/>
    </w:rPr>
  </w:style>
  <w:style w:type="character" w:customStyle="1" w:styleId="ListLabel105">
    <w:name w:val="ListLabel 105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06">
    <w:name w:val="ListLabel 106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07">
    <w:name w:val="ListLabel 107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08">
    <w:name w:val="ListLabel 108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09">
    <w:name w:val="ListLabel 109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10">
    <w:name w:val="ListLabel 110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11">
    <w:name w:val="ListLabel 111"/>
    <w:qFormat/>
    <w:rsid w:val="006F31E2"/>
    <w:rPr>
      <w:caps w:val="0"/>
      <w:smallCaps w:val="0"/>
      <w:strike w:val="0"/>
      <w:dstrike w:val="0"/>
      <w:vanish w:val="0"/>
      <w:color w:val="808080"/>
      <w:position w:val="0"/>
      <w:sz w:val="24"/>
      <w:szCs w:val="22"/>
      <w:vertAlign w:val="baseline"/>
    </w:rPr>
  </w:style>
  <w:style w:type="character" w:customStyle="1" w:styleId="ListLabel112">
    <w:name w:val="ListLabel 112"/>
    <w:qFormat/>
    <w:rsid w:val="006F31E2"/>
    <w:rPr>
      <w:rFonts w:cs="Courier New"/>
    </w:rPr>
  </w:style>
  <w:style w:type="character" w:customStyle="1" w:styleId="ListLabel113">
    <w:name w:val="ListLabel 113"/>
    <w:qFormat/>
    <w:rsid w:val="006F31E2"/>
    <w:rPr>
      <w:rFonts w:cs="Courier New"/>
    </w:rPr>
  </w:style>
  <w:style w:type="character" w:customStyle="1" w:styleId="ListLabel114">
    <w:name w:val="ListLabel 114"/>
    <w:qFormat/>
    <w:rsid w:val="006F31E2"/>
    <w:rPr>
      <w:rFonts w:cs="Courier New"/>
    </w:rPr>
  </w:style>
  <w:style w:type="character" w:customStyle="1" w:styleId="ListLabel115">
    <w:name w:val="ListLabel 115"/>
    <w:qFormat/>
    <w:rsid w:val="006F31E2"/>
    <w:rPr>
      <w:rFonts w:eastAsia="Times New Roman"/>
    </w:rPr>
  </w:style>
  <w:style w:type="character" w:customStyle="1" w:styleId="ListLabel116">
    <w:name w:val="ListLabel 116"/>
    <w:qFormat/>
    <w:rsid w:val="006F31E2"/>
    <w:rPr>
      <w:color w:val="00000A"/>
    </w:rPr>
  </w:style>
  <w:style w:type="character" w:customStyle="1" w:styleId="ListLabel117">
    <w:name w:val="ListLabel 117"/>
    <w:qFormat/>
    <w:rsid w:val="006F31E2"/>
    <w:rPr>
      <w:rFonts w:cs="Courier New"/>
    </w:rPr>
  </w:style>
  <w:style w:type="character" w:customStyle="1" w:styleId="ListLabel118">
    <w:name w:val="ListLabel 118"/>
    <w:qFormat/>
    <w:rsid w:val="006F31E2"/>
    <w:rPr>
      <w:rFonts w:cs="Courier New"/>
    </w:rPr>
  </w:style>
  <w:style w:type="character" w:customStyle="1" w:styleId="ListLabel119">
    <w:name w:val="ListLabel 119"/>
    <w:qFormat/>
    <w:rsid w:val="006F31E2"/>
    <w:rPr>
      <w:rFonts w:cs="Courier New"/>
    </w:rPr>
  </w:style>
  <w:style w:type="character" w:customStyle="1" w:styleId="ListLabel120">
    <w:name w:val="ListLabel 120"/>
    <w:qFormat/>
    <w:rsid w:val="006F31E2"/>
    <w:rPr>
      <w:rFonts w:cs="Courier New"/>
    </w:rPr>
  </w:style>
  <w:style w:type="character" w:customStyle="1" w:styleId="ListLabel121">
    <w:name w:val="ListLabel 121"/>
    <w:qFormat/>
    <w:rsid w:val="006F31E2"/>
    <w:rPr>
      <w:rFonts w:cs="Courier New"/>
    </w:rPr>
  </w:style>
  <w:style w:type="character" w:customStyle="1" w:styleId="ListLabel122">
    <w:name w:val="ListLabel 122"/>
    <w:qFormat/>
    <w:rsid w:val="006F31E2"/>
    <w:rPr>
      <w:b/>
      <w:bCs/>
    </w:rPr>
  </w:style>
  <w:style w:type="character" w:customStyle="1" w:styleId="ListLabel123">
    <w:name w:val="ListLabel 123"/>
    <w:qFormat/>
    <w:rsid w:val="006F31E2"/>
    <w:rPr>
      <w:rFonts w:cs="Wingdings"/>
    </w:rPr>
  </w:style>
  <w:style w:type="character" w:customStyle="1" w:styleId="ListLabel124">
    <w:name w:val="ListLabel 124"/>
    <w:qFormat/>
    <w:rsid w:val="006F31E2"/>
    <w:rPr>
      <w:rFonts w:cs="Symbol"/>
    </w:rPr>
  </w:style>
  <w:style w:type="character" w:customStyle="1" w:styleId="ListLabel125">
    <w:name w:val="ListLabel 125"/>
    <w:qFormat/>
    <w:rsid w:val="006F31E2"/>
    <w:rPr>
      <w:rFonts w:cs="Courier New"/>
    </w:rPr>
  </w:style>
  <w:style w:type="character" w:customStyle="1" w:styleId="ListLabel126">
    <w:name w:val="ListLabel 126"/>
    <w:qFormat/>
    <w:rsid w:val="006F31E2"/>
    <w:rPr>
      <w:rFonts w:cs="Wingdings"/>
    </w:rPr>
  </w:style>
  <w:style w:type="character" w:customStyle="1" w:styleId="ListLabel127">
    <w:name w:val="ListLabel 127"/>
    <w:qFormat/>
    <w:rsid w:val="006F31E2"/>
    <w:rPr>
      <w:rFonts w:cs="Symbol"/>
    </w:rPr>
  </w:style>
  <w:style w:type="character" w:customStyle="1" w:styleId="ListLabel128">
    <w:name w:val="ListLabel 128"/>
    <w:qFormat/>
    <w:rsid w:val="006F31E2"/>
    <w:rPr>
      <w:rFonts w:cs="Courier New"/>
    </w:rPr>
  </w:style>
  <w:style w:type="character" w:customStyle="1" w:styleId="ListLabel129">
    <w:name w:val="ListLabel 129"/>
    <w:qFormat/>
    <w:rsid w:val="006F31E2"/>
    <w:rPr>
      <w:rFonts w:cs="Wingdings"/>
    </w:rPr>
  </w:style>
  <w:style w:type="character" w:customStyle="1" w:styleId="ListLabel130">
    <w:name w:val="ListLabel 130"/>
    <w:qFormat/>
    <w:rsid w:val="006F31E2"/>
    <w:rPr>
      <w:rFonts w:cs="Wingdings"/>
    </w:rPr>
  </w:style>
  <w:style w:type="character" w:customStyle="1" w:styleId="ListLabel131">
    <w:name w:val="ListLabel 131"/>
    <w:qFormat/>
    <w:rsid w:val="006F31E2"/>
    <w:rPr>
      <w:rFonts w:cs="Symbol"/>
    </w:rPr>
  </w:style>
  <w:style w:type="character" w:customStyle="1" w:styleId="ListLabel132">
    <w:name w:val="ListLabel 132"/>
    <w:qFormat/>
    <w:rsid w:val="006F31E2"/>
    <w:rPr>
      <w:rFonts w:cs="Courier New"/>
    </w:rPr>
  </w:style>
  <w:style w:type="character" w:customStyle="1" w:styleId="ListLabel133">
    <w:name w:val="ListLabel 133"/>
    <w:qFormat/>
    <w:rsid w:val="006F31E2"/>
    <w:rPr>
      <w:rFonts w:cs="Wingdings"/>
    </w:rPr>
  </w:style>
  <w:style w:type="character" w:customStyle="1" w:styleId="ListLabel134">
    <w:name w:val="ListLabel 134"/>
    <w:qFormat/>
    <w:rsid w:val="006F31E2"/>
    <w:rPr>
      <w:rFonts w:cs="Symbol"/>
    </w:rPr>
  </w:style>
  <w:style w:type="character" w:customStyle="1" w:styleId="ListLabel135">
    <w:name w:val="ListLabel 135"/>
    <w:qFormat/>
    <w:rsid w:val="006F31E2"/>
    <w:rPr>
      <w:rFonts w:cs="Courier New"/>
    </w:rPr>
  </w:style>
  <w:style w:type="character" w:customStyle="1" w:styleId="ListLabel136">
    <w:name w:val="ListLabel 136"/>
    <w:qFormat/>
    <w:rsid w:val="006F31E2"/>
    <w:rPr>
      <w:rFonts w:cs="Wingdings"/>
    </w:rPr>
  </w:style>
  <w:style w:type="character" w:customStyle="1" w:styleId="ListLabel137">
    <w:name w:val="ListLabel 137"/>
    <w:qFormat/>
    <w:rsid w:val="006F31E2"/>
    <w:rPr>
      <w:rFonts w:cs="Wingdings"/>
    </w:rPr>
  </w:style>
  <w:style w:type="character" w:customStyle="1" w:styleId="ListLabel138">
    <w:name w:val="ListLabel 138"/>
    <w:qFormat/>
    <w:rsid w:val="006F31E2"/>
    <w:rPr>
      <w:rFonts w:cs="Symbol"/>
    </w:rPr>
  </w:style>
  <w:style w:type="character" w:customStyle="1" w:styleId="ListLabel139">
    <w:name w:val="ListLabel 139"/>
    <w:qFormat/>
    <w:rsid w:val="006F31E2"/>
    <w:rPr>
      <w:rFonts w:cs="Courier New"/>
    </w:rPr>
  </w:style>
  <w:style w:type="character" w:customStyle="1" w:styleId="ListLabel140">
    <w:name w:val="ListLabel 140"/>
    <w:qFormat/>
    <w:rsid w:val="006F31E2"/>
    <w:rPr>
      <w:rFonts w:cs="Wingdings"/>
    </w:rPr>
  </w:style>
  <w:style w:type="character" w:customStyle="1" w:styleId="ListLabel141">
    <w:name w:val="ListLabel 141"/>
    <w:qFormat/>
    <w:rsid w:val="006F31E2"/>
    <w:rPr>
      <w:rFonts w:cs="Symbol"/>
    </w:rPr>
  </w:style>
  <w:style w:type="character" w:customStyle="1" w:styleId="ListLabel142">
    <w:name w:val="ListLabel 142"/>
    <w:qFormat/>
    <w:rsid w:val="006F31E2"/>
    <w:rPr>
      <w:rFonts w:cs="Courier New"/>
    </w:rPr>
  </w:style>
  <w:style w:type="character" w:customStyle="1" w:styleId="ListLabel143">
    <w:name w:val="ListLabel 143"/>
    <w:qFormat/>
    <w:rsid w:val="006F31E2"/>
    <w:rPr>
      <w:rFonts w:cs="Wingdings"/>
    </w:rPr>
  </w:style>
  <w:style w:type="character" w:customStyle="1" w:styleId="ListLabel144">
    <w:name w:val="ListLabel 144"/>
    <w:qFormat/>
    <w:rsid w:val="006F31E2"/>
    <w:rPr>
      <w:rFonts w:eastAsia="Calibri" w:cs="Times New Roman"/>
    </w:rPr>
  </w:style>
  <w:style w:type="character" w:customStyle="1" w:styleId="ListLabel145">
    <w:name w:val="ListLabel 145"/>
    <w:qFormat/>
    <w:rsid w:val="006F31E2"/>
    <w:rPr>
      <w:rFonts w:cs="Wingdings"/>
    </w:rPr>
  </w:style>
  <w:style w:type="character" w:customStyle="1" w:styleId="ListLabel146">
    <w:name w:val="ListLabel 146"/>
    <w:qFormat/>
    <w:rsid w:val="006F31E2"/>
    <w:rPr>
      <w:rFonts w:cs="Symbol"/>
    </w:rPr>
  </w:style>
  <w:style w:type="character" w:customStyle="1" w:styleId="ListLabel147">
    <w:name w:val="ListLabel 147"/>
    <w:qFormat/>
    <w:rsid w:val="006F31E2"/>
    <w:rPr>
      <w:rFonts w:cs="Courier New"/>
    </w:rPr>
  </w:style>
  <w:style w:type="character" w:customStyle="1" w:styleId="ListLabel148">
    <w:name w:val="ListLabel 148"/>
    <w:qFormat/>
    <w:rsid w:val="006F31E2"/>
    <w:rPr>
      <w:rFonts w:cs="Wingdings"/>
    </w:rPr>
  </w:style>
  <w:style w:type="character" w:customStyle="1" w:styleId="ListLabel149">
    <w:name w:val="ListLabel 149"/>
    <w:qFormat/>
    <w:rsid w:val="006F31E2"/>
    <w:rPr>
      <w:rFonts w:cs="Symbol"/>
    </w:rPr>
  </w:style>
  <w:style w:type="character" w:customStyle="1" w:styleId="ListLabel150">
    <w:name w:val="ListLabel 150"/>
    <w:qFormat/>
    <w:rsid w:val="006F31E2"/>
    <w:rPr>
      <w:rFonts w:cs="Courier New"/>
    </w:rPr>
  </w:style>
  <w:style w:type="character" w:customStyle="1" w:styleId="ListLabel151">
    <w:name w:val="ListLabel 151"/>
    <w:qFormat/>
    <w:rsid w:val="006F31E2"/>
    <w:rPr>
      <w:rFonts w:cs="Wingdings"/>
    </w:rPr>
  </w:style>
  <w:style w:type="character" w:customStyle="1" w:styleId="ListLabel152">
    <w:name w:val="ListLabel 152"/>
    <w:qFormat/>
    <w:rsid w:val="006F31E2"/>
    <w:rPr>
      <w:rFonts w:cs="Courier New"/>
    </w:rPr>
  </w:style>
  <w:style w:type="character" w:customStyle="1" w:styleId="ListLabel153">
    <w:name w:val="ListLabel 153"/>
    <w:qFormat/>
    <w:rsid w:val="006F31E2"/>
    <w:rPr>
      <w:rFonts w:cs="Courier New"/>
    </w:rPr>
  </w:style>
  <w:style w:type="character" w:customStyle="1" w:styleId="ListLabel154">
    <w:name w:val="ListLabel 154"/>
    <w:qFormat/>
    <w:rsid w:val="006F31E2"/>
    <w:rPr>
      <w:rFonts w:cs="Courier New"/>
    </w:rPr>
  </w:style>
  <w:style w:type="character" w:customStyle="1" w:styleId="ListLabel155">
    <w:name w:val="ListLabel 155"/>
    <w:qFormat/>
    <w:rsid w:val="006F31E2"/>
    <w:rPr>
      <w:rFonts w:cs="Courier New"/>
    </w:rPr>
  </w:style>
  <w:style w:type="character" w:customStyle="1" w:styleId="ListLabel156">
    <w:name w:val="ListLabel 156"/>
    <w:qFormat/>
    <w:rsid w:val="006F31E2"/>
    <w:rPr>
      <w:rFonts w:cs="Courier New"/>
    </w:rPr>
  </w:style>
  <w:style w:type="character" w:customStyle="1" w:styleId="ListLabel157">
    <w:name w:val="ListLabel 157"/>
    <w:qFormat/>
    <w:rsid w:val="006F31E2"/>
    <w:rPr>
      <w:rFonts w:cs="Courier New"/>
    </w:rPr>
  </w:style>
  <w:style w:type="character" w:customStyle="1" w:styleId="ListLabel158">
    <w:name w:val="ListLabel 158"/>
    <w:qFormat/>
    <w:rsid w:val="006F31E2"/>
    <w:rPr>
      <w:rFonts w:cs="Courier New"/>
    </w:rPr>
  </w:style>
  <w:style w:type="character" w:customStyle="1" w:styleId="ListLabel159">
    <w:name w:val="ListLabel 159"/>
    <w:qFormat/>
    <w:rsid w:val="006F31E2"/>
    <w:rPr>
      <w:rFonts w:cs="Courier New"/>
    </w:rPr>
  </w:style>
  <w:style w:type="character" w:customStyle="1" w:styleId="ListLabel160">
    <w:name w:val="ListLabel 160"/>
    <w:qFormat/>
    <w:rsid w:val="006F31E2"/>
    <w:rPr>
      <w:rFonts w:cs="Courier New"/>
    </w:rPr>
  </w:style>
  <w:style w:type="character" w:customStyle="1" w:styleId="ListLabel161">
    <w:name w:val="ListLabel 161"/>
    <w:qFormat/>
    <w:rsid w:val="006F31E2"/>
    <w:rPr>
      <w:rFonts w:cs="Courier New"/>
    </w:rPr>
  </w:style>
  <w:style w:type="character" w:customStyle="1" w:styleId="ListLabel162">
    <w:name w:val="ListLabel 162"/>
    <w:qFormat/>
    <w:rsid w:val="006F31E2"/>
    <w:rPr>
      <w:rFonts w:cs="Courier New"/>
    </w:rPr>
  </w:style>
  <w:style w:type="character" w:customStyle="1" w:styleId="ListLabel163">
    <w:name w:val="ListLabel 163"/>
    <w:qFormat/>
    <w:rsid w:val="006F31E2"/>
    <w:rPr>
      <w:rFonts w:cs="Courier New"/>
    </w:rPr>
  </w:style>
  <w:style w:type="character" w:customStyle="1" w:styleId="ListLabel164">
    <w:name w:val="ListLabel 164"/>
    <w:qFormat/>
    <w:rsid w:val="006F31E2"/>
    <w:rPr>
      <w:rFonts w:cs="Courier New"/>
    </w:rPr>
  </w:style>
  <w:style w:type="character" w:customStyle="1" w:styleId="ListLabel165">
    <w:name w:val="ListLabel 165"/>
    <w:qFormat/>
    <w:rsid w:val="006F31E2"/>
    <w:rPr>
      <w:rFonts w:cs="Courier New"/>
    </w:rPr>
  </w:style>
  <w:style w:type="character" w:customStyle="1" w:styleId="ListLabel166">
    <w:name w:val="ListLabel 166"/>
    <w:qFormat/>
    <w:rsid w:val="006F31E2"/>
    <w:rPr>
      <w:rFonts w:cs="Courier New"/>
    </w:rPr>
  </w:style>
  <w:style w:type="character" w:customStyle="1" w:styleId="ListLabel167">
    <w:name w:val="ListLabel 167"/>
    <w:qFormat/>
    <w:rsid w:val="006F31E2"/>
    <w:rPr>
      <w:rFonts w:eastAsia="Calibri" w:cs="Times New Roman"/>
    </w:rPr>
  </w:style>
  <w:style w:type="character" w:customStyle="1" w:styleId="ListLabel168">
    <w:name w:val="ListLabel 168"/>
    <w:qFormat/>
    <w:rsid w:val="006F31E2"/>
    <w:rPr>
      <w:rFonts w:cs="Courier New"/>
    </w:rPr>
  </w:style>
  <w:style w:type="character" w:customStyle="1" w:styleId="ListLabel169">
    <w:name w:val="ListLabel 169"/>
    <w:qFormat/>
    <w:rsid w:val="006F31E2"/>
    <w:rPr>
      <w:rFonts w:cs="Courier New"/>
    </w:rPr>
  </w:style>
  <w:style w:type="character" w:customStyle="1" w:styleId="ListLabel170">
    <w:name w:val="ListLabel 170"/>
    <w:qFormat/>
    <w:rsid w:val="006F31E2"/>
    <w:rPr>
      <w:rFonts w:cs="Courier New"/>
    </w:rPr>
  </w:style>
  <w:style w:type="character" w:customStyle="1" w:styleId="ListLabel171">
    <w:name w:val="ListLabel 171"/>
    <w:qFormat/>
    <w:rsid w:val="006F31E2"/>
    <w:rPr>
      <w:rFonts w:cs="Courier New"/>
    </w:rPr>
  </w:style>
  <w:style w:type="character" w:customStyle="1" w:styleId="ListLabel172">
    <w:name w:val="ListLabel 172"/>
    <w:qFormat/>
    <w:rsid w:val="006F31E2"/>
    <w:rPr>
      <w:rFonts w:cs="Courier New"/>
    </w:rPr>
  </w:style>
  <w:style w:type="character" w:customStyle="1" w:styleId="ListLabel173">
    <w:name w:val="ListLabel 173"/>
    <w:qFormat/>
    <w:rsid w:val="006F31E2"/>
    <w:rPr>
      <w:rFonts w:cs="Courier New"/>
    </w:rPr>
  </w:style>
  <w:style w:type="character" w:customStyle="1" w:styleId="ListLabel174">
    <w:name w:val="ListLabel 174"/>
    <w:qFormat/>
    <w:rsid w:val="006F31E2"/>
    <w:rPr>
      <w:rFonts w:cs="Courier New"/>
    </w:rPr>
  </w:style>
  <w:style w:type="character" w:customStyle="1" w:styleId="ListLabel175">
    <w:name w:val="ListLabel 175"/>
    <w:qFormat/>
    <w:rsid w:val="006F31E2"/>
    <w:rPr>
      <w:rFonts w:cs="Courier New"/>
    </w:rPr>
  </w:style>
  <w:style w:type="character" w:customStyle="1" w:styleId="ListLabel176">
    <w:name w:val="ListLabel 176"/>
    <w:qFormat/>
    <w:rsid w:val="006F31E2"/>
    <w:rPr>
      <w:rFonts w:cs="Courier New"/>
    </w:rPr>
  </w:style>
  <w:style w:type="character" w:customStyle="1" w:styleId="ListLabel177">
    <w:name w:val="ListLabel 177"/>
    <w:qFormat/>
    <w:rsid w:val="006F31E2"/>
    <w:rPr>
      <w:rFonts w:cs="Courier New"/>
    </w:rPr>
  </w:style>
  <w:style w:type="character" w:customStyle="1" w:styleId="ListLabel178">
    <w:name w:val="ListLabel 178"/>
    <w:qFormat/>
    <w:rsid w:val="006F31E2"/>
    <w:rPr>
      <w:rFonts w:cs="Courier New"/>
    </w:rPr>
  </w:style>
  <w:style w:type="character" w:customStyle="1" w:styleId="ListLabel179">
    <w:name w:val="ListLabel 179"/>
    <w:qFormat/>
    <w:rsid w:val="006F31E2"/>
    <w:rPr>
      <w:rFonts w:eastAsia="Calibri" w:cs="Times New Roman"/>
    </w:rPr>
  </w:style>
  <w:style w:type="character" w:customStyle="1" w:styleId="ListLabel180">
    <w:name w:val="ListLabel 180"/>
    <w:qFormat/>
    <w:rsid w:val="006F31E2"/>
    <w:rPr>
      <w:rFonts w:cs="Courier New"/>
    </w:rPr>
  </w:style>
  <w:style w:type="character" w:customStyle="1" w:styleId="ListLabel181">
    <w:name w:val="ListLabel 181"/>
    <w:qFormat/>
    <w:rsid w:val="006F31E2"/>
    <w:rPr>
      <w:rFonts w:cs="Courier New"/>
    </w:rPr>
  </w:style>
  <w:style w:type="character" w:customStyle="1" w:styleId="ListLabel182">
    <w:name w:val="ListLabel 182"/>
    <w:qFormat/>
    <w:rsid w:val="006F31E2"/>
    <w:rPr>
      <w:rFonts w:cs="Courier New"/>
    </w:rPr>
  </w:style>
  <w:style w:type="character" w:customStyle="1" w:styleId="ListLabel183">
    <w:name w:val="ListLabel 183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4">
    <w:name w:val="ListLabel 184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5">
    <w:name w:val="ListLabel 185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6">
    <w:name w:val="ListLabel 186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7">
    <w:name w:val="ListLabel 187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8">
    <w:name w:val="ListLabel 188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89">
    <w:name w:val="ListLabel 189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0">
    <w:name w:val="ListLabel 190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1">
    <w:name w:val="ListLabel 191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2">
    <w:name w:val="ListLabel 192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3">
    <w:name w:val="ListLabel 193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4">
    <w:name w:val="ListLabel 194"/>
    <w:qFormat/>
    <w:rsid w:val="006F31E2"/>
    <w:rPr>
      <w:rFonts w:cs="Courier New"/>
    </w:rPr>
  </w:style>
  <w:style w:type="character" w:customStyle="1" w:styleId="ListLabel195">
    <w:name w:val="ListLabel 195"/>
    <w:qFormat/>
    <w:rsid w:val="006F31E2"/>
    <w:rPr>
      <w:rFonts w:cs="Courier New"/>
    </w:rPr>
  </w:style>
  <w:style w:type="character" w:customStyle="1" w:styleId="ListLabel196">
    <w:name w:val="ListLabel 196"/>
    <w:qFormat/>
    <w:rsid w:val="006F31E2"/>
    <w:rPr>
      <w:rFonts w:cs="Courier New"/>
    </w:rPr>
  </w:style>
  <w:style w:type="character" w:customStyle="1" w:styleId="ListLabel197">
    <w:name w:val="ListLabel 197"/>
    <w:qFormat/>
    <w:rsid w:val="006F31E2"/>
    <w:rPr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98">
    <w:name w:val="ListLabel 198"/>
    <w:qFormat/>
    <w:rsid w:val="006F31E2"/>
    <w:rPr>
      <w:rFonts w:cs="Courier New"/>
    </w:rPr>
  </w:style>
  <w:style w:type="character" w:customStyle="1" w:styleId="ListLabel199">
    <w:name w:val="ListLabel 199"/>
    <w:qFormat/>
    <w:rsid w:val="006F31E2"/>
    <w:rPr>
      <w:rFonts w:cs="Courier New"/>
    </w:rPr>
  </w:style>
  <w:style w:type="character" w:customStyle="1" w:styleId="ListLabel200">
    <w:name w:val="ListLabel 200"/>
    <w:qFormat/>
    <w:rsid w:val="006F31E2"/>
    <w:rPr>
      <w:rFonts w:cs="Courier New"/>
    </w:rPr>
  </w:style>
  <w:style w:type="character" w:customStyle="1" w:styleId="ListLabel201">
    <w:name w:val="ListLabel 201"/>
    <w:qFormat/>
    <w:rsid w:val="006F31E2"/>
    <w:rPr>
      <w:rFonts w:cs="Courier New"/>
    </w:rPr>
  </w:style>
  <w:style w:type="character" w:customStyle="1" w:styleId="ListLabel202">
    <w:name w:val="ListLabel 202"/>
    <w:qFormat/>
    <w:rsid w:val="006F31E2"/>
    <w:rPr>
      <w:rFonts w:cs="Courier New"/>
    </w:rPr>
  </w:style>
  <w:style w:type="character" w:customStyle="1" w:styleId="ListLabel203">
    <w:name w:val="ListLabel 203"/>
    <w:qFormat/>
    <w:rsid w:val="006F31E2"/>
    <w:rPr>
      <w:rFonts w:cs="Courier New"/>
    </w:rPr>
  </w:style>
  <w:style w:type="character" w:customStyle="1" w:styleId="ListLabel204">
    <w:name w:val="ListLabel 204"/>
    <w:qFormat/>
    <w:rsid w:val="006F31E2"/>
    <w:rPr>
      <w:rFonts w:eastAsia="Calibri" w:cs="Times New Roman"/>
    </w:rPr>
  </w:style>
  <w:style w:type="character" w:customStyle="1" w:styleId="ListLabel205">
    <w:name w:val="ListLabel 205"/>
    <w:qFormat/>
    <w:rsid w:val="006F31E2"/>
    <w:rPr>
      <w:rFonts w:cs="Wingdings"/>
    </w:rPr>
  </w:style>
  <w:style w:type="character" w:customStyle="1" w:styleId="ListLabel206">
    <w:name w:val="ListLabel 206"/>
    <w:qFormat/>
    <w:rsid w:val="006F31E2"/>
    <w:rPr>
      <w:rFonts w:cs="Symbol"/>
    </w:rPr>
  </w:style>
  <w:style w:type="character" w:customStyle="1" w:styleId="ListLabel207">
    <w:name w:val="ListLabel 207"/>
    <w:qFormat/>
    <w:rsid w:val="006F31E2"/>
    <w:rPr>
      <w:rFonts w:cs="Courier New"/>
    </w:rPr>
  </w:style>
  <w:style w:type="character" w:customStyle="1" w:styleId="ListLabel208">
    <w:name w:val="ListLabel 208"/>
    <w:qFormat/>
    <w:rsid w:val="006F31E2"/>
    <w:rPr>
      <w:rFonts w:cs="Wingdings"/>
    </w:rPr>
  </w:style>
  <w:style w:type="character" w:customStyle="1" w:styleId="ListLabel209">
    <w:name w:val="ListLabel 209"/>
    <w:qFormat/>
    <w:rsid w:val="006F31E2"/>
    <w:rPr>
      <w:rFonts w:cs="Symbol"/>
    </w:rPr>
  </w:style>
  <w:style w:type="character" w:customStyle="1" w:styleId="ListLabel210">
    <w:name w:val="ListLabel 210"/>
    <w:qFormat/>
    <w:rsid w:val="006F31E2"/>
    <w:rPr>
      <w:rFonts w:cs="Courier New"/>
    </w:rPr>
  </w:style>
  <w:style w:type="character" w:customStyle="1" w:styleId="ListLabel211">
    <w:name w:val="ListLabel 211"/>
    <w:qFormat/>
    <w:rsid w:val="006F31E2"/>
    <w:rPr>
      <w:rFonts w:cs="Wingdings"/>
    </w:rPr>
  </w:style>
  <w:style w:type="character" w:customStyle="1" w:styleId="ListLabel212">
    <w:name w:val="ListLabel 212"/>
    <w:qFormat/>
    <w:rsid w:val="006F31E2"/>
    <w:rPr>
      <w:rFonts w:cs="Courier New"/>
    </w:rPr>
  </w:style>
  <w:style w:type="character" w:customStyle="1" w:styleId="ListLabel213">
    <w:name w:val="ListLabel 213"/>
    <w:qFormat/>
    <w:rsid w:val="006F31E2"/>
    <w:rPr>
      <w:rFonts w:cs="Courier New"/>
    </w:rPr>
  </w:style>
  <w:style w:type="character" w:customStyle="1" w:styleId="ListLabel214">
    <w:name w:val="ListLabel 214"/>
    <w:qFormat/>
    <w:rsid w:val="006F31E2"/>
    <w:rPr>
      <w:rFonts w:cs="Courier New"/>
    </w:rPr>
  </w:style>
  <w:style w:type="character" w:customStyle="1" w:styleId="ListLabel215">
    <w:name w:val="ListLabel 215"/>
    <w:qFormat/>
    <w:rsid w:val="006F31E2"/>
    <w:rPr>
      <w:rFonts w:cs="Courier New"/>
    </w:rPr>
  </w:style>
  <w:style w:type="character" w:customStyle="1" w:styleId="ListLabel216">
    <w:name w:val="ListLabel 216"/>
    <w:qFormat/>
    <w:rsid w:val="006F31E2"/>
    <w:rPr>
      <w:rFonts w:cs="Courier New"/>
    </w:rPr>
  </w:style>
  <w:style w:type="character" w:customStyle="1" w:styleId="ListLabel217">
    <w:name w:val="ListLabel 217"/>
    <w:qFormat/>
    <w:rsid w:val="006F31E2"/>
    <w:rPr>
      <w:rFonts w:cs="Courier New"/>
    </w:rPr>
  </w:style>
  <w:style w:type="character" w:customStyle="1" w:styleId="ListLabel218">
    <w:name w:val="ListLabel 218"/>
    <w:qFormat/>
    <w:rsid w:val="006F31E2"/>
    <w:rPr>
      <w:rFonts w:eastAsia="Times New Roman" w:cs="Arial"/>
    </w:rPr>
  </w:style>
  <w:style w:type="character" w:customStyle="1" w:styleId="ListLabel219">
    <w:name w:val="ListLabel 219"/>
    <w:qFormat/>
    <w:rsid w:val="006F31E2"/>
    <w:rPr>
      <w:rFonts w:cs="Courier New"/>
    </w:rPr>
  </w:style>
  <w:style w:type="character" w:customStyle="1" w:styleId="ListLabel220">
    <w:name w:val="ListLabel 220"/>
    <w:qFormat/>
    <w:rsid w:val="006F31E2"/>
    <w:rPr>
      <w:rFonts w:cs="Courier New"/>
    </w:rPr>
  </w:style>
  <w:style w:type="character" w:customStyle="1" w:styleId="ListLabel221">
    <w:name w:val="ListLabel 221"/>
    <w:qFormat/>
    <w:rsid w:val="006F31E2"/>
    <w:rPr>
      <w:rFonts w:cs="Courier New"/>
    </w:rPr>
  </w:style>
  <w:style w:type="character" w:customStyle="1" w:styleId="ListLabel222">
    <w:name w:val="ListLabel 222"/>
    <w:qFormat/>
    <w:rsid w:val="006F31E2"/>
    <w:rPr>
      <w:rFonts w:eastAsia="Times New Roman" w:cs="Arial"/>
    </w:rPr>
  </w:style>
  <w:style w:type="character" w:customStyle="1" w:styleId="ListLabel223">
    <w:name w:val="ListLabel 223"/>
    <w:qFormat/>
    <w:rsid w:val="006F31E2"/>
    <w:rPr>
      <w:rFonts w:cs="Courier New"/>
    </w:rPr>
  </w:style>
  <w:style w:type="character" w:customStyle="1" w:styleId="ListLabel224">
    <w:name w:val="ListLabel 224"/>
    <w:qFormat/>
    <w:rsid w:val="006F31E2"/>
    <w:rPr>
      <w:rFonts w:cs="Courier New"/>
    </w:rPr>
  </w:style>
  <w:style w:type="character" w:customStyle="1" w:styleId="ListLabel225">
    <w:name w:val="ListLabel 225"/>
    <w:qFormat/>
    <w:rsid w:val="006F31E2"/>
    <w:rPr>
      <w:rFonts w:cs="Courier New"/>
    </w:rPr>
  </w:style>
  <w:style w:type="paragraph" w:styleId="Corpsdetexte">
    <w:name w:val="Body Text"/>
    <w:basedOn w:val="Normal"/>
    <w:link w:val="CorpsdetexteCar"/>
    <w:semiHidden/>
    <w:rsid w:val="006F31E2"/>
    <w:pPr>
      <w:suppressAutoHyphens/>
      <w:spacing w:after="120" w:line="240" w:lineRule="auto"/>
      <w:ind w:left="340" w:right="142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6F31E2"/>
    <w:rPr>
      <w:rFonts w:ascii="Arial" w:eastAsia="Times New Roman" w:hAnsi="Arial" w:cs="Arial"/>
      <w:sz w:val="20"/>
      <w:szCs w:val="24"/>
      <w:lang w:eastAsia="fr-FR"/>
    </w:rPr>
  </w:style>
  <w:style w:type="paragraph" w:styleId="Liste">
    <w:name w:val="List"/>
    <w:basedOn w:val="Corpsdetexte"/>
    <w:semiHidden/>
    <w:rsid w:val="006F31E2"/>
    <w:rPr>
      <w:rFonts w:ascii="Liberation Sans" w:hAnsi="Liberation Sans" w:cs="Mangal"/>
    </w:rPr>
  </w:style>
  <w:style w:type="paragraph" w:customStyle="1" w:styleId="Index">
    <w:name w:val="Index"/>
    <w:basedOn w:val="Normal"/>
    <w:qFormat/>
    <w:rsid w:val="006F31E2"/>
    <w:pPr>
      <w:suppressLineNumbers/>
      <w:suppressAutoHyphens/>
      <w:spacing w:after="0" w:line="240" w:lineRule="auto"/>
      <w:jc w:val="left"/>
    </w:pPr>
    <w:rPr>
      <w:rFonts w:ascii="Liberation Sans" w:eastAsia="Times New Roman" w:hAnsi="Liberation Sans" w:cs="Mangal"/>
      <w:color w:val="auto"/>
      <w:sz w:val="20"/>
      <w:szCs w:val="24"/>
      <w:lang w:eastAsia="fr-FR"/>
    </w:rPr>
  </w:style>
  <w:style w:type="paragraph" w:customStyle="1" w:styleId="Titre10">
    <w:name w:val="Titre1"/>
    <w:basedOn w:val="Normal"/>
    <w:qFormat/>
    <w:rsid w:val="006F31E2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Mangal"/>
      <w:color w:val="auto"/>
      <w:sz w:val="28"/>
      <w:szCs w:val="28"/>
      <w:lang w:eastAsia="fr-FR"/>
    </w:rPr>
  </w:style>
  <w:style w:type="paragraph" w:customStyle="1" w:styleId="Listemoyenne2-Accent21">
    <w:name w:val="Liste moyenne 2 - Accent 21"/>
    <w:qFormat/>
    <w:rsid w:val="006F31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ramecouleur-Accent11">
    <w:name w:val="Trame couleur - Accent 11"/>
    <w:qFormat/>
    <w:rsid w:val="006F31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qFormat/>
    <w:rsid w:val="006F31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normal1">
    <w:name w:val="Retrait normal1"/>
    <w:basedOn w:val="Normal"/>
    <w:qFormat/>
    <w:rsid w:val="006F31E2"/>
    <w:pPr>
      <w:suppressAutoHyphens/>
      <w:spacing w:after="0" w:line="240" w:lineRule="auto"/>
      <w:ind w:left="1418"/>
      <w:textAlignment w:val="baseline"/>
    </w:pPr>
    <w:rPr>
      <w:rFonts w:ascii="Helv" w:eastAsia="Times New Roman" w:hAnsi="Helv" w:cs="Helv"/>
      <w:color w:val="auto"/>
      <w:sz w:val="20"/>
      <w:szCs w:val="20"/>
      <w:lang w:eastAsia="fr-FR"/>
    </w:rPr>
  </w:style>
  <w:style w:type="paragraph" w:customStyle="1" w:styleId="Normalcentr1">
    <w:name w:val="Normal centré1"/>
    <w:basedOn w:val="Normal"/>
    <w:qFormat/>
    <w:rsid w:val="006F31E2"/>
    <w:pPr>
      <w:suppressAutoHyphens/>
      <w:spacing w:after="0" w:line="240" w:lineRule="auto"/>
      <w:ind w:left="900" w:right="-288"/>
      <w:jc w:val="left"/>
    </w:pPr>
    <w:rPr>
      <w:rFonts w:ascii="Arial" w:eastAsia="Times New Roman" w:hAnsi="Arial" w:cs="Arial"/>
      <w:i/>
      <w:iCs/>
      <w:color w:val="auto"/>
      <w:sz w:val="20"/>
      <w:szCs w:val="24"/>
      <w:lang w:eastAsia="fr-FR"/>
    </w:rPr>
  </w:style>
  <w:style w:type="paragraph" w:customStyle="1" w:styleId="normal3">
    <w:name w:val="normal 3"/>
    <w:basedOn w:val="Normal"/>
    <w:qFormat/>
    <w:rsid w:val="006F31E2"/>
    <w:pPr>
      <w:suppressAutoHyphens/>
      <w:spacing w:before="120" w:after="120" w:line="240" w:lineRule="auto"/>
      <w:ind w:left="1134"/>
    </w:pPr>
    <w:rPr>
      <w:rFonts w:ascii="Arial" w:eastAsia="Times New Roman" w:hAnsi="Arial" w:cs="Arial"/>
      <w:color w:val="auto"/>
      <w:sz w:val="22"/>
      <w:szCs w:val="24"/>
      <w:lang w:eastAsia="fr-FR"/>
    </w:rPr>
  </w:style>
  <w:style w:type="paragraph" w:customStyle="1" w:styleId="Corpsdetexte21">
    <w:name w:val="Corps de texte 21"/>
    <w:basedOn w:val="Normal"/>
    <w:qFormat/>
    <w:rsid w:val="006F31E2"/>
    <w:pPr>
      <w:suppressAutoHyphens/>
      <w:spacing w:before="120" w:after="120" w:line="240" w:lineRule="auto"/>
      <w:jc w:val="left"/>
    </w:pPr>
    <w:rPr>
      <w:rFonts w:ascii="Arial" w:eastAsia="Times New Roman" w:hAnsi="Arial" w:cs="Arial"/>
      <w:color w:val="auto"/>
      <w:sz w:val="20"/>
      <w:szCs w:val="24"/>
      <w:u w:val="single"/>
      <w:lang w:eastAsia="fr-FR"/>
    </w:rPr>
  </w:style>
  <w:style w:type="paragraph" w:customStyle="1" w:styleId="Corpsdetexte31">
    <w:name w:val="Corps de texte 31"/>
    <w:basedOn w:val="Normal"/>
    <w:qFormat/>
    <w:rsid w:val="006F31E2"/>
    <w:pPr>
      <w:suppressAutoHyphens/>
      <w:spacing w:before="120" w:after="120" w:line="240" w:lineRule="auto"/>
      <w:ind w:right="74"/>
    </w:pPr>
    <w:rPr>
      <w:rFonts w:ascii="Arial" w:eastAsia="Times New Roman" w:hAnsi="Arial" w:cs="Arial"/>
      <w:color w:val="000000"/>
      <w:sz w:val="20"/>
      <w:szCs w:val="18"/>
      <w:lang w:eastAsia="fr-FR"/>
    </w:rPr>
  </w:style>
  <w:style w:type="paragraph" w:styleId="TM4">
    <w:name w:val="toc 4"/>
    <w:basedOn w:val="Normal"/>
    <w:next w:val="Normal"/>
    <w:rsid w:val="006F31E2"/>
    <w:pPr>
      <w:suppressAutoHyphens/>
      <w:spacing w:after="0" w:line="240" w:lineRule="auto"/>
      <w:ind w:left="6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TM5">
    <w:name w:val="toc 5"/>
    <w:basedOn w:val="Normal"/>
    <w:next w:val="Normal"/>
    <w:rsid w:val="006F31E2"/>
    <w:pPr>
      <w:suppressAutoHyphens/>
      <w:spacing w:after="0" w:line="240" w:lineRule="auto"/>
      <w:ind w:left="8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TM6">
    <w:name w:val="toc 6"/>
    <w:basedOn w:val="Normal"/>
    <w:next w:val="Normal"/>
    <w:rsid w:val="006F31E2"/>
    <w:pPr>
      <w:suppressAutoHyphens/>
      <w:spacing w:after="0" w:line="240" w:lineRule="auto"/>
      <w:ind w:left="10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TM7">
    <w:name w:val="toc 7"/>
    <w:basedOn w:val="Normal"/>
    <w:next w:val="Normal"/>
    <w:rsid w:val="006F31E2"/>
    <w:pPr>
      <w:suppressAutoHyphens/>
      <w:spacing w:after="0" w:line="240" w:lineRule="auto"/>
      <w:ind w:left="12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TM8">
    <w:name w:val="toc 8"/>
    <w:basedOn w:val="Normal"/>
    <w:next w:val="Normal"/>
    <w:rsid w:val="006F31E2"/>
    <w:pPr>
      <w:suppressAutoHyphens/>
      <w:spacing w:after="0" w:line="240" w:lineRule="auto"/>
      <w:ind w:left="14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TM9">
    <w:name w:val="toc 9"/>
    <w:basedOn w:val="Normal"/>
    <w:next w:val="Normal"/>
    <w:rsid w:val="006F31E2"/>
    <w:pPr>
      <w:suppressAutoHyphens/>
      <w:spacing w:after="0" w:line="240" w:lineRule="auto"/>
      <w:ind w:left="1600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customStyle="1" w:styleId="RETRAIT1">
    <w:name w:val="RETRAIT1"/>
    <w:basedOn w:val="Normal"/>
    <w:qFormat/>
    <w:rsid w:val="006F31E2"/>
    <w:pPr>
      <w:tabs>
        <w:tab w:val="left" w:pos="567"/>
      </w:tabs>
      <w:suppressAutoHyphens/>
      <w:spacing w:after="120" w:line="240" w:lineRule="auto"/>
      <w:ind w:left="567" w:hanging="567"/>
      <w:jc w:val="left"/>
    </w:pPr>
    <w:rPr>
      <w:rFonts w:ascii="Arial" w:eastAsia="Times New Roman" w:hAnsi="Arial" w:cs="Arial"/>
      <w:color w:val="auto"/>
      <w:sz w:val="20"/>
      <w:szCs w:val="20"/>
      <w:lang w:eastAsia="fr-FR"/>
    </w:rPr>
  </w:style>
  <w:style w:type="paragraph" w:customStyle="1" w:styleId="sommaire">
    <w:name w:val="sommaire"/>
    <w:basedOn w:val="Normal"/>
    <w:qFormat/>
    <w:rsid w:val="006F31E2"/>
    <w:pPr>
      <w:suppressAutoHyphens/>
      <w:spacing w:before="240" w:after="360" w:line="240" w:lineRule="auto"/>
      <w:ind w:left="737"/>
      <w:jc w:val="center"/>
    </w:pPr>
    <w:rPr>
      <w:rFonts w:ascii="Arial" w:eastAsia="Times New Roman" w:hAnsi="Arial" w:cs="Arial"/>
      <w:b/>
      <w:caps/>
      <w:color w:val="auto"/>
      <w:sz w:val="32"/>
      <w:szCs w:val="20"/>
      <w:lang w:eastAsia="fr-FR"/>
    </w:rPr>
  </w:style>
  <w:style w:type="paragraph" w:styleId="Textedebulles">
    <w:name w:val="Balloon Text"/>
    <w:basedOn w:val="Normal"/>
    <w:link w:val="TextedebullesCar"/>
    <w:qFormat/>
    <w:rsid w:val="006F31E2"/>
    <w:pPr>
      <w:suppressAutoHyphens/>
      <w:spacing w:after="0" w:line="240" w:lineRule="auto"/>
      <w:jc w:val="left"/>
    </w:pPr>
    <w:rPr>
      <w:rFonts w:ascii="Tahoma" w:eastAsia="Times New Roman" w:hAnsi="Tahoma" w:cs="Tahoma"/>
      <w:color w:val="auto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6F31E2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AODocTxt">
    <w:name w:val="AODocTxt"/>
    <w:basedOn w:val="Normal"/>
    <w:qFormat/>
    <w:rsid w:val="006F31E2"/>
    <w:pPr>
      <w:suppressAutoHyphens/>
      <w:spacing w:before="240" w:after="0" w:line="260" w:lineRule="atLeast"/>
    </w:pPr>
    <w:rPr>
      <w:rFonts w:ascii="Times New Roman" w:eastAsia="Times New Roman" w:hAnsi="Times New Roman" w:cs="Times New Roman"/>
      <w:color w:val="auto"/>
      <w:sz w:val="22"/>
      <w:lang w:val="en-GB" w:eastAsia="fr-FR"/>
    </w:rPr>
  </w:style>
  <w:style w:type="paragraph" w:customStyle="1" w:styleId="AODocTxtL1">
    <w:name w:val="AODocTxtL1"/>
    <w:basedOn w:val="AODocTxt"/>
    <w:qFormat/>
    <w:rsid w:val="006F31E2"/>
    <w:pPr>
      <w:tabs>
        <w:tab w:val="left" w:pos="576"/>
        <w:tab w:val="left" w:pos="1080"/>
      </w:tabs>
      <w:ind w:left="576" w:hanging="360"/>
    </w:pPr>
  </w:style>
  <w:style w:type="paragraph" w:customStyle="1" w:styleId="AODocTxtL2">
    <w:name w:val="AODocTxtL2"/>
    <w:basedOn w:val="AODocTxt"/>
    <w:qFormat/>
    <w:rsid w:val="006F31E2"/>
    <w:pPr>
      <w:tabs>
        <w:tab w:val="left" w:pos="720"/>
        <w:tab w:val="left" w:pos="1800"/>
      </w:tabs>
      <w:ind w:left="720" w:hanging="360"/>
    </w:pPr>
  </w:style>
  <w:style w:type="paragraph" w:customStyle="1" w:styleId="AODocTxtL3">
    <w:name w:val="AODocTxtL3"/>
    <w:basedOn w:val="AODocTxt"/>
    <w:qFormat/>
    <w:rsid w:val="006F31E2"/>
    <w:pPr>
      <w:tabs>
        <w:tab w:val="left" w:pos="864"/>
        <w:tab w:val="left" w:pos="2520"/>
      </w:tabs>
      <w:ind w:left="864" w:hanging="360"/>
    </w:pPr>
  </w:style>
  <w:style w:type="paragraph" w:customStyle="1" w:styleId="AODocTxtL4">
    <w:name w:val="AODocTxtL4"/>
    <w:basedOn w:val="AODocTxt"/>
    <w:qFormat/>
    <w:rsid w:val="006F31E2"/>
    <w:pPr>
      <w:tabs>
        <w:tab w:val="left" w:pos="1008"/>
        <w:tab w:val="left" w:pos="3240"/>
      </w:tabs>
      <w:ind w:left="1008" w:hanging="360"/>
    </w:pPr>
  </w:style>
  <w:style w:type="paragraph" w:customStyle="1" w:styleId="AODocTxtL5">
    <w:name w:val="AODocTxtL5"/>
    <w:basedOn w:val="AODocTxt"/>
    <w:qFormat/>
    <w:rsid w:val="006F31E2"/>
    <w:pPr>
      <w:tabs>
        <w:tab w:val="left" w:pos="1152"/>
        <w:tab w:val="left" w:pos="3960"/>
      </w:tabs>
      <w:ind w:left="1152" w:hanging="360"/>
    </w:pPr>
  </w:style>
  <w:style w:type="paragraph" w:customStyle="1" w:styleId="AODocTxtL6">
    <w:name w:val="AODocTxtL6"/>
    <w:basedOn w:val="AODocTxt"/>
    <w:qFormat/>
    <w:rsid w:val="006F31E2"/>
    <w:pPr>
      <w:tabs>
        <w:tab w:val="left" w:pos="1296"/>
        <w:tab w:val="left" w:pos="4680"/>
      </w:tabs>
      <w:ind w:left="1296" w:hanging="360"/>
    </w:pPr>
  </w:style>
  <w:style w:type="paragraph" w:customStyle="1" w:styleId="AODocTxtL7">
    <w:name w:val="AODocTxtL7"/>
    <w:basedOn w:val="AODocTxt"/>
    <w:qFormat/>
    <w:rsid w:val="006F31E2"/>
    <w:pPr>
      <w:tabs>
        <w:tab w:val="left" w:pos="1440"/>
        <w:tab w:val="left" w:pos="5400"/>
      </w:tabs>
      <w:ind w:left="1440" w:hanging="360"/>
    </w:pPr>
  </w:style>
  <w:style w:type="paragraph" w:customStyle="1" w:styleId="AODocTxtL8">
    <w:name w:val="AODocTxtL8"/>
    <w:basedOn w:val="AODocTxt"/>
    <w:qFormat/>
    <w:rsid w:val="006F31E2"/>
    <w:pPr>
      <w:tabs>
        <w:tab w:val="left" w:pos="1584"/>
        <w:tab w:val="left" w:pos="6120"/>
      </w:tabs>
      <w:ind w:left="1584" w:hanging="360"/>
    </w:pPr>
  </w:style>
  <w:style w:type="paragraph" w:customStyle="1" w:styleId="Corpsdetexte22">
    <w:name w:val="Corps de texte 22"/>
    <w:basedOn w:val="Normal"/>
    <w:qFormat/>
    <w:rsid w:val="006F31E2"/>
    <w:pPr>
      <w:suppressAutoHyphens/>
      <w:spacing w:after="0" w:line="240" w:lineRule="auto"/>
      <w:ind w:left="1418"/>
    </w:pPr>
    <w:rPr>
      <w:rFonts w:ascii="Helv" w:eastAsia="Times New Roman" w:hAnsi="Helv" w:cs="Helv"/>
      <w:color w:val="auto"/>
      <w:sz w:val="20"/>
      <w:szCs w:val="20"/>
      <w:lang w:eastAsia="fr-FR"/>
    </w:rPr>
  </w:style>
  <w:style w:type="paragraph" w:customStyle="1" w:styleId="Texte">
    <w:name w:val="Texte"/>
    <w:basedOn w:val="Normal"/>
    <w:qFormat/>
    <w:rsid w:val="006F31E2"/>
    <w:pPr>
      <w:keepNext/>
      <w:keepLines/>
      <w:suppressAutoHyphens/>
      <w:spacing w:after="120" w:line="240" w:lineRule="auto"/>
      <w:ind w:left="851"/>
    </w:pPr>
    <w:rPr>
      <w:rFonts w:ascii="Arial" w:eastAsia="Times New Roman" w:hAnsi="Arial" w:cs="Arial"/>
      <w:color w:val="auto"/>
      <w:sz w:val="20"/>
      <w:szCs w:val="20"/>
      <w:lang w:eastAsia="fr-FR"/>
    </w:rPr>
  </w:style>
  <w:style w:type="paragraph" w:customStyle="1" w:styleId="ListeTiret">
    <w:name w:val="ListeTiret"/>
    <w:basedOn w:val="Normal"/>
    <w:qFormat/>
    <w:rsid w:val="006F31E2"/>
    <w:pPr>
      <w:suppressAutoHyphens/>
      <w:spacing w:after="0" w:line="240" w:lineRule="auto"/>
      <w:ind w:left="567" w:hanging="227"/>
    </w:pPr>
    <w:rPr>
      <w:rFonts w:ascii="Times New Roman" w:eastAsia="Times New Roman" w:hAnsi="Times New Roman" w:cs="Times New Roman"/>
      <w:color w:val="auto"/>
      <w:szCs w:val="20"/>
      <w:lang w:eastAsia="fr-FR"/>
    </w:rPr>
  </w:style>
  <w:style w:type="paragraph" w:customStyle="1" w:styleId="ANNEXE">
    <w:name w:val="ANNEXE"/>
    <w:basedOn w:val="Normal"/>
    <w:next w:val="Normal"/>
    <w:qFormat/>
    <w:rsid w:val="006F31E2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color w:val="000000"/>
      <w:szCs w:val="24"/>
      <w:lang w:eastAsia="fr-FR"/>
    </w:rPr>
  </w:style>
  <w:style w:type="paragraph" w:customStyle="1" w:styleId="Listepuces21">
    <w:name w:val="Liste à puces 21"/>
    <w:basedOn w:val="Normal"/>
    <w:qFormat/>
    <w:rsid w:val="006F31E2"/>
    <w:pPr>
      <w:suppressAutoHyphens/>
      <w:spacing w:after="0" w:line="240" w:lineRule="auto"/>
      <w:jc w:val="left"/>
    </w:pPr>
    <w:rPr>
      <w:rFonts w:ascii="Arial" w:eastAsia="Times New Roman" w:hAnsi="Arial" w:cs="Arial"/>
      <w:b/>
      <w:color w:val="auto"/>
      <w:sz w:val="22"/>
      <w:szCs w:val="20"/>
      <w:lang w:eastAsia="fr-FR"/>
    </w:rPr>
  </w:style>
  <w:style w:type="paragraph" w:customStyle="1" w:styleId="PUCE">
    <w:name w:val="PUCE"/>
    <w:basedOn w:val="Normal"/>
    <w:qFormat/>
    <w:rsid w:val="006F31E2"/>
    <w:pPr>
      <w:tabs>
        <w:tab w:val="left" w:pos="1418"/>
        <w:tab w:val="left" w:pos="4500"/>
        <w:tab w:val="left" w:pos="4680"/>
      </w:tabs>
      <w:suppressAutoHyphens/>
      <w:spacing w:after="0" w:line="240" w:lineRule="auto"/>
      <w:ind w:left="1418" w:right="425" w:hanging="141"/>
    </w:pPr>
    <w:rPr>
      <w:rFonts w:ascii="Arial" w:eastAsia="Times New Roman" w:hAnsi="Arial" w:cs="Arial"/>
      <w:color w:val="auto"/>
      <w:sz w:val="22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6F31E2"/>
    <w:pPr>
      <w:suppressAutoHyphens/>
      <w:spacing w:after="0" w:line="240" w:lineRule="auto"/>
      <w:ind w:left="203" w:hanging="23"/>
      <w:jc w:val="left"/>
    </w:pPr>
    <w:rPr>
      <w:rFonts w:ascii="Arial" w:eastAsia="Times New Roman" w:hAnsi="Arial" w:cs="Arial"/>
      <w:color w:val="auto"/>
      <w:sz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F31E2"/>
    <w:rPr>
      <w:rFonts w:ascii="Arial" w:eastAsia="Times New Roman" w:hAnsi="Arial" w:cs="Arial"/>
      <w:sz w:val="20"/>
      <w:lang w:eastAsia="fr-FR"/>
    </w:rPr>
  </w:style>
  <w:style w:type="paragraph" w:customStyle="1" w:styleId="Listepuces1">
    <w:name w:val="Liste à puces1"/>
    <w:basedOn w:val="Normal"/>
    <w:qFormat/>
    <w:rsid w:val="006F31E2"/>
    <w:pPr>
      <w:suppressAutoHyphens/>
      <w:spacing w:after="0" w:line="240" w:lineRule="auto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customStyle="1" w:styleId="Retraitcorpsdetexte31">
    <w:name w:val="Retrait corps de texte 31"/>
    <w:basedOn w:val="Normal"/>
    <w:qFormat/>
    <w:rsid w:val="006F31E2"/>
    <w:pPr>
      <w:suppressAutoHyphens/>
      <w:spacing w:after="120" w:line="240" w:lineRule="auto"/>
      <w:ind w:left="283"/>
      <w:jc w:val="left"/>
    </w:pPr>
    <w:rPr>
      <w:rFonts w:ascii="Arial" w:eastAsia="Times New Roman" w:hAnsi="Arial" w:cs="Arial"/>
      <w:color w:val="auto"/>
      <w:sz w:val="16"/>
      <w:szCs w:val="16"/>
      <w:lang w:eastAsia="fr-FR"/>
    </w:rPr>
  </w:style>
  <w:style w:type="paragraph" w:customStyle="1" w:styleId="Retraitcorpsdetexte21">
    <w:name w:val="Retrait corps de texte 21"/>
    <w:basedOn w:val="Normal"/>
    <w:qFormat/>
    <w:rsid w:val="006F31E2"/>
    <w:pPr>
      <w:suppressAutoHyphens/>
      <w:spacing w:after="0" w:line="240" w:lineRule="auto"/>
      <w:ind w:left="540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customStyle="1" w:styleId="Contenudetableau">
    <w:name w:val="Contenu de tableau"/>
    <w:basedOn w:val="Normal"/>
    <w:qFormat/>
    <w:rsid w:val="006F31E2"/>
    <w:pPr>
      <w:suppressLineNumbers/>
      <w:suppressAutoHyphens/>
      <w:spacing w:after="0" w:line="240" w:lineRule="auto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customStyle="1" w:styleId="Titredetableau">
    <w:name w:val="Titre de tableau"/>
    <w:basedOn w:val="Contenudetableau"/>
    <w:qFormat/>
    <w:rsid w:val="006F31E2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rsid w:val="006F31E2"/>
    <w:pPr>
      <w:tabs>
        <w:tab w:val="right" w:leader="dot" w:pos="7091"/>
      </w:tabs>
      <w:ind w:left="2547"/>
    </w:pPr>
  </w:style>
  <w:style w:type="paragraph" w:customStyle="1" w:styleId="Contenuducadre">
    <w:name w:val="Contenu du cadre"/>
    <w:basedOn w:val="Corpsdetexte"/>
    <w:qFormat/>
    <w:rsid w:val="006F31E2"/>
  </w:style>
  <w:style w:type="paragraph" w:styleId="Retraitcorpsdetexte3">
    <w:name w:val="Body Text Indent 3"/>
    <w:basedOn w:val="Normal"/>
    <w:link w:val="Retraitcorpsdetexte3Car"/>
    <w:semiHidden/>
    <w:qFormat/>
    <w:rsid w:val="006F31E2"/>
    <w:pPr>
      <w:suppressAutoHyphens/>
      <w:spacing w:after="0" w:line="240" w:lineRule="auto"/>
      <w:jc w:val="left"/>
    </w:pPr>
    <w:rPr>
      <w:rFonts w:ascii="Arial" w:eastAsia="Times New Roman" w:hAnsi="Arial" w:cs="Arial"/>
      <w:color w:val="auto"/>
      <w:sz w:val="20"/>
      <w:szCs w:val="24"/>
      <w:shd w:val="clear" w:color="auto" w:fill="00FF0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6F31E2"/>
    <w:rPr>
      <w:rFonts w:ascii="Arial" w:eastAsia="Times New Roman" w:hAnsi="Arial" w:cs="Arial"/>
      <w:sz w:val="20"/>
      <w:szCs w:val="24"/>
      <w:lang w:eastAsia="fr-FR"/>
    </w:rPr>
  </w:style>
  <w:style w:type="paragraph" w:styleId="Normalcentr">
    <w:name w:val="Block Text"/>
    <w:basedOn w:val="Normal"/>
    <w:semiHidden/>
    <w:qFormat/>
    <w:rsid w:val="006F31E2"/>
    <w:pPr>
      <w:keepNext/>
      <w:suppressAutoHyphens/>
      <w:spacing w:before="60" w:after="60" w:line="240" w:lineRule="auto"/>
      <w:ind w:left="142" w:right="214"/>
    </w:pPr>
    <w:rPr>
      <w:rFonts w:ascii="Arial" w:eastAsia="Arial" w:hAnsi="Arial" w:cs="Arial"/>
      <w:color w:val="000000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semiHidden/>
    <w:qFormat/>
    <w:rsid w:val="006F31E2"/>
    <w:pPr>
      <w:suppressAutoHyphens/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6F31E2"/>
    <w:rPr>
      <w:rFonts w:ascii="Arial" w:eastAsia="Arial" w:hAnsi="Arial" w:cs="Arial"/>
      <w:color w:val="000000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qFormat/>
    <w:rsid w:val="006F31E2"/>
    <w:pPr>
      <w:keepNext/>
      <w:suppressAutoHyphens/>
      <w:spacing w:before="60" w:after="60" w:line="240" w:lineRule="auto"/>
      <w:ind w:right="213"/>
    </w:pPr>
    <w:rPr>
      <w:rFonts w:ascii="Arial" w:eastAsia="Arial" w:hAnsi="Arial" w:cs="Arial"/>
      <w:color w:val="000000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6F31E2"/>
    <w:rPr>
      <w:rFonts w:ascii="Arial" w:eastAsia="Arial" w:hAnsi="Arial" w:cs="Arial"/>
      <w:color w:val="000000"/>
      <w:sz w:val="20"/>
      <w:szCs w:val="20"/>
      <w:lang w:eastAsia="fr-FR"/>
    </w:rPr>
  </w:style>
  <w:style w:type="paragraph" w:customStyle="1" w:styleId="Listecouleur-Accent11">
    <w:name w:val="Liste couleur - Accent 11"/>
    <w:basedOn w:val="Normal"/>
    <w:qFormat/>
    <w:rsid w:val="006F31E2"/>
    <w:pPr>
      <w:suppressAutoHyphens/>
      <w:spacing w:after="0" w:line="240" w:lineRule="auto"/>
      <w:ind w:left="708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paragraph" w:styleId="NormalWeb">
    <w:name w:val="Normal (Web)"/>
    <w:basedOn w:val="Normal"/>
    <w:uiPriority w:val="99"/>
    <w:unhideWhenUsed/>
    <w:qFormat/>
    <w:rsid w:val="006F31E2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paragraph" w:customStyle="1" w:styleId="Paragraphe3">
    <w:name w:val="Paragraphe 3"/>
    <w:basedOn w:val="Paragraphe2"/>
    <w:qFormat/>
    <w:rsid w:val="006F31E2"/>
  </w:style>
  <w:style w:type="paragraph" w:customStyle="1" w:styleId="CarCarCar1CarCarCarCarCarCarCar">
    <w:name w:val="Car Car Car1 Car Car Car Car Car Car Car"/>
    <w:basedOn w:val="Normal"/>
    <w:qFormat/>
    <w:rsid w:val="006F31E2"/>
    <w:pPr>
      <w:spacing w:line="240" w:lineRule="exact"/>
    </w:pPr>
    <w:rPr>
      <w:rFonts w:ascii="Verdana" w:eastAsia="Times New Roman" w:hAnsi="Verdana" w:cs="Arial"/>
      <w:color w:val="auto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6F31E2"/>
    <w:pPr>
      <w:widowControl w:val="0"/>
      <w:spacing w:after="0" w:line="240" w:lineRule="auto"/>
      <w:jc w:val="left"/>
    </w:pPr>
    <w:rPr>
      <w:rFonts w:ascii="Arial" w:eastAsia="Arial" w:hAnsi="Arial" w:cs="Arial"/>
      <w:color w:val="auto"/>
      <w:sz w:val="22"/>
      <w:lang w:val="en-US"/>
    </w:rPr>
  </w:style>
  <w:style w:type="paragraph" w:customStyle="1" w:styleId="Paragraphedeliste1">
    <w:name w:val="Paragraphe de liste1"/>
    <w:basedOn w:val="Normal"/>
    <w:uiPriority w:val="99"/>
    <w:qFormat/>
    <w:rsid w:val="006F31E2"/>
    <w:pPr>
      <w:spacing w:before="120" w:after="120" w:line="240" w:lineRule="atLeast"/>
    </w:pPr>
    <w:rPr>
      <w:rFonts w:ascii="Arial" w:eastAsia="Times New Roman" w:hAnsi="Arial" w:cs="Arial"/>
      <w:sz w:val="16"/>
      <w:szCs w:val="16"/>
      <w:lang w:eastAsia="fr-FR"/>
    </w:rPr>
  </w:style>
  <w:style w:type="paragraph" w:customStyle="1" w:styleId="Contenudecadre">
    <w:name w:val="Contenu de cadre"/>
    <w:basedOn w:val="Normal"/>
    <w:qFormat/>
    <w:rsid w:val="006F31E2"/>
    <w:pPr>
      <w:suppressAutoHyphens/>
      <w:spacing w:after="0" w:line="240" w:lineRule="auto"/>
      <w:jc w:val="left"/>
    </w:pPr>
    <w:rPr>
      <w:rFonts w:ascii="Arial" w:eastAsia="Times New Roman" w:hAnsi="Arial" w:cs="Arial"/>
      <w:color w:val="auto"/>
      <w:sz w:val="20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6F3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claire-Accent11">
    <w:name w:val="Trame claire - Accent 11"/>
    <w:basedOn w:val="TableauNormal"/>
    <w:uiPriority w:val="60"/>
    <w:rsid w:val="006F31E2"/>
    <w:pPr>
      <w:spacing w:after="0" w:line="240" w:lineRule="auto"/>
    </w:pPr>
    <w:rPr>
      <w:rFonts w:ascii="Times New Roman" w:eastAsia="Times New Roman" w:hAnsi="Times New Roman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rameclaire-Accent12">
    <w:name w:val="Trame claire - Accent 12"/>
    <w:basedOn w:val="TableauNormal"/>
    <w:uiPriority w:val="60"/>
    <w:rsid w:val="006F31E2"/>
    <w:pPr>
      <w:spacing w:after="0" w:line="240" w:lineRule="auto"/>
    </w:pPr>
    <w:rPr>
      <w:rFonts w:ascii="Times New Roman" w:eastAsia="Times New Roman" w:hAnsi="Times New Roman" w:cs="Times New Roman"/>
      <w:color w:val="2F5496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TableNormal1">
    <w:name w:val="Table Normal1"/>
    <w:uiPriority w:val="2"/>
    <w:semiHidden/>
    <w:unhideWhenUsed/>
    <w:qFormat/>
    <w:rsid w:val="006F31E2"/>
    <w:pPr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etableauclaire">
    <w:name w:val="Grid Table Light"/>
    <w:basedOn w:val="TableauNormal"/>
    <w:uiPriority w:val="40"/>
    <w:rsid w:val="001047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3-Accentuation2">
    <w:name w:val="List Table 3 Accent 2"/>
    <w:basedOn w:val="TableauNormal"/>
    <w:uiPriority w:val="48"/>
    <w:rsid w:val="009A0D05"/>
    <w:pPr>
      <w:spacing w:after="0" w:line="240" w:lineRule="auto"/>
    </w:pPr>
    <w:tblPr>
      <w:tblStyleRowBandSize w:val="1"/>
      <w:tblStyleColBandSize w:val="1"/>
      <w:tblBorders>
        <w:top w:val="single" w:sz="4" w:space="0" w:color="085486" w:themeColor="accent2"/>
        <w:left w:val="single" w:sz="4" w:space="0" w:color="085486" w:themeColor="accent2"/>
        <w:bottom w:val="single" w:sz="4" w:space="0" w:color="085486" w:themeColor="accent2"/>
        <w:right w:val="single" w:sz="4" w:space="0" w:color="08548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5486" w:themeFill="accent2"/>
      </w:tcPr>
    </w:tblStylePr>
    <w:tblStylePr w:type="lastRow">
      <w:rPr>
        <w:b/>
        <w:bCs/>
      </w:rPr>
      <w:tblPr/>
      <w:tcPr>
        <w:tcBorders>
          <w:top w:val="double" w:sz="4" w:space="0" w:color="08548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5486" w:themeColor="accent2"/>
          <w:right w:val="single" w:sz="4" w:space="0" w:color="085486" w:themeColor="accent2"/>
        </w:tcBorders>
      </w:tcPr>
    </w:tblStylePr>
    <w:tblStylePr w:type="band1Horz">
      <w:tblPr/>
      <w:tcPr>
        <w:tcBorders>
          <w:top w:val="single" w:sz="4" w:space="0" w:color="085486" w:themeColor="accent2"/>
          <w:bottom w:val="single" w:sz="4" w:space="0" w:color="08548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5486" w:themeColor="accent2"/>
          <w:left w:val="nil"/>
        </w:tcBorders>
      </w:tcPr>
    </w:tblStylePr>
    <w:tblStylePr w:type="swCell">
      <w:tblPr/>
      <w:tcPr>
        <w:tcBorders>
          <w:top w:val="double" w:sz="4" w:space="0" w:color="085486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242F45"/>
    <w:pPr>
      <w:spacing w:after="0" w:line="240" w:lineRule="auto"/>
    </w:pPr>
    <w:tblPr>
      <w:tblStyleRowBandSize w:val="1"/>
      <w:tblStyleColBandSize w:val="1"/>
      <w:tblBorders>
        <w:top w:val="single" w:sz="4" w:space="0" w:color="4AB1F3" w:themeColor="accent3"/>
        <w:left w:val="single" w:sz="4" w:space="0" w:color="4AB1F3" w:themeColor="accent3"/>
        <w:bottom w:val="single" w:sz="4" w:space="0" w:color="4AB1F3" w:themeColor="accent3"/>
        <w:right w:val="single" w:sz="4" w:space="0" w:color="4AB1F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B1F3" w:themeFill="accent3"/>
      </w:tcPr>
    </w:tblStylePr>
    <w:tblStylePr w:type="lastRow">
      <w:rPr>
        <w:b/>
        <w:bCs/>
      </w:rPr>
      <w:tblPr/>
      <w:tcPr>
        <w:tcBorders>
          <w:top w:val="double" w:sz="4" w:space="0" w:color="4AB1F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B1F3" w:themeColor="accent3"/>
          <w:right w:val="single" w:sz="4" w:space="0" w:color="4AB1F3" w:themeColor="accent3"/>
        </w:tcBorders>
      </w:tcPr>
    </w:tblStylePr>
    <w:tblStylePr w:type="band1Horz">
      <w:tblPr/>
      <w:tcPr>
        <w:tcBorders>
          <w:top w:val="single" w:sz="4" w:space="0" w:color="4AB1F3" w:themeColor="accent3"/>
          <w:bottom w:val="single" w:sz="4" w:space="0" w:color="4AB1F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B1F3" w:themeColor="accent3"/>
          <w:left w:val="nil"/>
        </w:tcBorders>
      </w:tcPr>
    </w:tblStylePr>
    <w:tblStylePr w:type="swCell">
      <w:tblPr/>
      <w:tcPr>
        <w:tcBorders>
          <w:top w:val="double" w:sz="4" w:space="0" w:color="4AB1F3" w:themeColor="accent3"/>
          <w:right w:val="nil"/>
        </w:tcBorders>
      </w:tcPr>
    </w:tblStylePr>
  </w:style>
  <w:style w:type="table" w:styleId="TableauGrille1Clair-Accentuation1">
    <w:name w:val="Grid Table 1 Light Accent 1"/>
    <w:basedOn w:val="TableauNormal"/>
    <w:uiPriority w:val="46"/>
    <w:rsid w:val="000A3A31"/>
    <w:pPr>
      <w:spacing w:after="0" w:line="240" w:lineRule="auto"/>
    </w:pPr>
    <w:tblPr>
      <w:tblStyleRowBandSize w:val="1"/>
      <w:tblStyleColBandSize w:val="1"/>
      <w:tblBorders>
        <w:top w:val="single" w:sz="4" w:space="0" w:color="61BBF6" w:themeColor="accent1" w:themeTint="66"/>
        <w:left w:val="single" w:sz="4" w:space="0" w:color="61BBF6" w:themeColor="accent1" w:themeTint="66"/>
        <w:bottom w:val="single" w:sz="4" w:space="0" w:color="61BBF6" w:themeColor="accent1" w:themeTint="66"/>
        <w:right w:val="single" w:sz="4" w:space="0" w:color="61BBF6" w:themeColor="accent1" w:themeTint="66"/>
        <w:insideH w:val="single" w:sz="4" w:space="0" w:color="61BBF6" w:themeColor="accent1" w:themeTint="66"/>
        <w:insideV w:val="single" w:sz="4" w:space="0" w:color="61BB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1299F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299F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qFormat/>
    <w:rsid w:val="006B484F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paragraph" w:customStyle="1" w:styleId="Normal2">
    <w:name w:val="Normal2"/>
    <w:basedOn w:val="Normal"/>
    <w:qFormat/>
    <w:rsid w:val="006B484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paragraph" w:customStyle="1" w:styleId="Normal30">
    <w:name w:val="Normal3"/>
    <w:basedOn w:val="Normal"/>
    <w:qFormat/>
    <w:rsid w:val="006B484F"/>
    <w:pPr>
      <w:keepLines/>
      <w:tabs>
        <w:tab w:val="left" w:pos="851"/>
        <w:tab w:val="left" w:pos="1134"/>
        <w:tab w:val="left" w:pos="1418"/>
      </w:tabs>
      <w:spacing w:after="0" w:line="240" w:lineRule="auto"/>
      <w:ind w:left="567" w:firstLine="284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paragraph" w:customStyle="1" w:styleId="Erreur">
    <w:name w:val="Erreur"/>
    <w:basedOn w:val="Normal"/>
    <w:rsid w:val="006B484F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fr-FR"/>
    </w:rPr>
  </w:style>
  <w:style w:type="character" w:styleId="Appelnotedebasdep">
    <w:name w:val="footnote reference"/>
    <w:semiHidden/>
    <w:rsid w:val="006B484F"/>
    <w:rPr>
      <w:vertAlign w:val="superscript"/>
    </w:rPr>
  </w:style>
  <w:style w:type="paragraph" w:styleId="Signature">
    <w:name w:val="Signature"/>
    <w:basedOn w:val="Normal"/>
    <w:link w:val="SignatureCar"/>
    <w:rsid w:val="006B484F"/>
    <w:pPr>
      <w:spacing w:after="0" w:line="240" w:lineRule="auto"/>
      <w:ind w:left="4252"/>
      <w:jc w:val="left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character" w:customStyle="1" w:styleId="SignatureCar">
    <w:name w:val="Signature Car"/>
    <w:basedOn w:val="Policepardfaut"/>
    <w:link w:val="Signature"/>
    <w:rsid w:val="006B484F"/>
    <w:rPr>
      <w:rFonts w:ascii="Times New Roman" w:eastAsia="Times New Roman" w:hAnsi="Times New Roman" w:cs="Times New Roman"/>
      <w:lang w:eastAsia="fr-FR"/>
    </w:rPr>
  </w:style>
  <w:style w:type="paragraph" w:customStyle="1" w:styleId="Tabulation-Point2">
    <w:name w:val="Tabulation - Point 2"/>
    <w:basedOn w:val="Normal"/>
    <w:rsid w:val="006B484F"/>
    <w:pPr>
      <w:tabs>
        <w:tab w:val="left" w:leader="dot" w:pos="9072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paragraph" w:customStyle="1" w:styleId="Tabulation-Points">
    <w:name w:val="Tabulation - Points"/>
    <w:basedOn w:val="Normal"/>
    <w:rsid w:val="006B484F"/>
    <w:pPr>
      <w:tabs>
        <w:tab w:val="left" w:leader="dot" w:pos="9072"/>
      </w:tabs>
      <w:spacing w:after="0" w:line="240" w:lineRule="auto"/>
      <w:ind w:left="284"/>
      <w:jc w:val="left"/>
    </w:pPr>
    <w:rPr>
      <w:rFonts w:ascii="Times New Roman" w:eastAsia="Times New Roman" w:hAnsi="Times New Roman" w:cs="Times New Roman"/>
      <w:color w:val="auto"/>
      <w:sz w:val="22"/>
      <w:lang w:eastAsia="fr-FR"/>
    </w:rPr>
  </w:style>
  <w:style w:type="paragraph" w:customStyle="1" w:styleId="Tabulation-Points2">
    <w:name w:val="Tabulation - Points 2"/>
    <w:basedOn w:val="Tabulation-Point2"/>
    <w:rsid w:val="006B484F"/>
  </w:style>
  <w:style w:type="paragraph" w:customStyle="1" w:styleId="Niveau2">
    <w:name w:val="Niveau 2"/>
    <w:basedOn w:val="Normal"/>
    <w:rsid w:val="006B484F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2"/>
      <w:lang w:eastAsia="fr-FR"/>
    </w:rPr>
  </w:style>
  <w:style w:type="character" w:styleId="CitationHTML">
    <w:name w:val="HTML Cite"/>
    <w:uiPriority w:val="99"/>
    <w:unhideWhenUsed/>
    <w:rsid w:val="006B484F"/>
    <w:rPr>
      <w:i w:val="0"/>
      <w:iCs w:val="0"/>
      <w:color w:val="006621"/>
    </w:rPr>
  </w:style>
  <w:style w:type="character" w:customStyle="1" w:styleId="Caractresdenotedebasdepage">
    <w:name w:val="Caractères de note de bas de page"/>
    <w:rsid w:val="006B484F"/>
    <w:rPr>
      <w:vertAlign w:val="superscript"/>
    </w:rPr>
  </w:style>
  <w:style w:type="character" w:customStyle="1" w:styleId="michelineaboissiere">
    <w:name w:val="micheline.aboissiere"/>
    <w:semiHidden/>
    <w:rsid w:val="006B484F"/>
    <w:rPr>
      <w:rFonts w:ascii="Arial" w:hAnsi="Arial" w:cs="Arial"/>
      <w:color w:val="000080"/>
      <w:sz w:val="20"/>
      <w:szCs w:val="20"/>
    </w:rPr>
  </w:style>
  <w:style w:type="paragraph" w:customStyle="1" w:styleId="Default">
    <w:name w:val="Default"/>
    <w:qFormat/>
    <w:rsid w:val="006B484F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paragraphe">
    <w:name w:val="paragraphe"/>
    <w:basedOn w:val="Normal"/>
    <w:rsid w:val="006B484F"/>
    <w:pPr>
      <w:widowControl w:val="0"/>
      <w:suppressAutoHyphens/>
      <w:spacing w:before="240" w:after="0" w:line="240" w:lineRule="exact"/>
      <w:ind w:left="1418" w:right="1134"/>
      <w:jc w:val="left"/>
    </w:pPr>
    <w:rPr>
      <w:rFonts w:ascii="Tms Rmn" w:eastAsia="Times New Roman" w:hAnsi="Tms Rmn" w:cs="Dutch"/>
      <w:color w:val="auto"/>
      <w:szCs w:val="24"/>
      <w:lang w:eastAsia="ar-SA"/>
    </w:rPr>
  </w:style>
  <w:style w:type="paragraph" w:customStyle="1" w:styleId="Commentaire1">
    <w:name w:val="Commentaire1"/>
    <w:basedOn w:val="Normal"/>
    <w:qFormat/>
    <w:rsid w:val="006B484F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2"/>
      <w:lang w:eastAsia="zh-CN"/>
    </w:rPr>
  </w:style>
  <w:style w:type="table" w:styleId="Tableausimple1">
    <w:name w:val="Plain Table 1"/>
    <w:basedOn w:val="TableauNormal"/>
    <w:uiPriority w:val="41"/>
    <w:rsid w:val="00EA77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5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6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49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1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5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1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2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8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6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5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7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20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97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3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0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53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50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yperlink" Target="mailto:contact@isiom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siomconseil.f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contact@isiom.fr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siomconseil.fr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ertina.gomis\OneDrive%20-%20Ocea%20Smart%20Building\Desktop\ISIOM\GENERAL_%20MASQUE%20WORD%20OCEA_2019_OCEA%20(4).dotx" TargetMode="External"/></Relationships>
</file>

<file path=word/theme/theme1.xml><?xml version="1.0" encoding="utf-8"?>
<a:theme xmlns:a="http://schemas.openxmlformats.org/drawingml/2006/main" name="ThèmeOCEASMARTBUILDING">
  <a:themeElements>
    <a:clrScheme name="OCEA Smart Building 2019">
      <a:dk1>
        <a:srgbClr val="666666"/>
      </a:dk1>
      <a:lt1>
        <a:srgbClr val="FFFFFF"/>
      </a:lt1>
      <a:dk2>
        <a:srgbClr val="0B71B3"/>
      </a:dk2>
      <a:lt2>
        <a:srgbClr val="FFFFFF"/>
      </a:lt2>
      <a:accent1>
        <a:srgbClr val="053859"/>
      </a:accent1>
      <a:accent2>
        <a:srgbClr val="085486"/>
      </a:accent2>
      <a:accent3>
        <a:srgbClr val="4AB1F3"/>
      </a:accent3>
      <a:accent4>
        <a:srgbClr val="86CBF7"/>
      </a:accent4>
      <a:accent5>
        <a:srgbClr val="A4C307"/>
      </a:accent5>
      <a:accent6>
        <a:srgbClr val="EC9001"/>
      </a:accent6>
      <a:hlink>
        <a:srgbClr val="EC9001"/>
      </a:hlink>
      <a:folHlink>
        <a:srgbClr val="A4C307"/>
      </a:folHlink>
    </a:clrScheme>
    <a:fontScheme name="OCEA Smart Building">
      <a:majorFont>
        <a:latin typeface="Roboto Black"/>
        <a:ea typeface=""/>
        <a:cs typeface=""/>
      </a:majorFont>
      <a:minorFont>
        <a:latin typeface="Roboto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OCEASMARTBUILDING" id="{FAC8B99C-C69C-4BC1-A026-C121B70ABC7B}" vid="{D918AB20-1028-4705-BF83-B65919F386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7E2D8A4899540B9835C0E59A7C383" ma:contentTypeVersion="17" ma:contentTypeDescription="Create a new document." ma:contentTypeScope="" ma:versionID="c02beb03dba761ceda8f265649bb9b28">
  <xsd:schema xmlns:xsd="http://www.w3.org/2001/XMLSchema" xmlns:xs="http://www.w3.org/2001/XMLSchema" xmlns:p="http://schemas.microsoft.com/office/2006/metadata/properties" xmlns:ns2="dfa409dc-c828-49f2-a968-df6ee196b369" xmlns:ns3="ea32eeab-d8b2-4dad-8c5f-9dce0bc99349" targetNamespace="http://schemas.microsoft.com/office/2006/metadata/properties" ma:root="true" ma:fieldsID="ad45db9b11f0f285bb76b9872553d657" ns2:_="" ns3:_="">
    <xsd:import namespace="dfa409dc-c828-49f2-a968-df6ee196b369"/>
    <xsd:import namespace="ea32eeab-d8b2-4dad-8c5f-9dce0bc99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409dc-c828-49f2-a968-df6ee196b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3bad141-9f4e-48bd-8ff6-6eb4e8b0e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2eeab-d8b2-4dad-8c5f-9dce0bc99349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a409dc-c828-49f2-a968-df6ee196b3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C17221-E7DF-4D80-A2D8-6A523060C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4CF335-15BF-4DBE-B06B-0C799BF7CD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2C1189-0B7A-4582-9556-4C436DB4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409dc-c828-49f2-a968-df6ee196b369"/>
    <ds:schemaRef ds:uri="ea32eeab-d8b2-4dad-8c5f-9dce0bc993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1F43F9-B1E3-42BC-A069-E96E68BC31E9}">
  <ds:schemaRefs>
    <ds:schemaRef ds:uri="http://schemas.microsoft.com/office/2006/metadata/properties"/>
    <ds:schemaRef ds:uri="http://schemas.microsoft.com/office/infopath/2007/PartnerControls"/>
    <ds:schemaRef ds:uri="dfa409dc-c828-49f2-a968-df6ee196b3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GENERAL_ MASQUE WORD OCEA_2019_OCEA (4).dotx</Template>
  <TotalTime>824</TotalTime>
  <Pages>5</Pages>
  <Words>623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MOUSSA Sama</dc:creator>
  <cp:keywords/>
  <dc:description/>
  <cp:lastModifiedBy>MOUSSA Sama</cp:lastModifiedBy>
  <cp:revision>10</cp:revision>
  <cp:lastPrinted>2026-02-20T14:37:00Z</cp:lastPrinted>
  <dcterms:created xsi:type="dcterms:W3CDTF">2025-07-13T18:14:00Z</dcterms:created>
  <dcterms:modified xsi:type="dcterms:W3CDTF">2026-02-20T15:15:00Z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0x010100E4E7E2D8A4899540B9835C0E59A7C383</vt:lpwstr>
  </property>
  <property fmtid="{D5CDD505-2E9C-101B-9397-08002B2CF9AE}" pid="3" name="Order">
    <vt:r8>64400</vt:r8>
  </property>
  <property fmtid="{D5CDD505-2E9C-101B-9397-08002B2CF9AE}" pid="4" name="MediaServiceImageTags">
    <vt:lpwstr/>
  </property>
</Properties>
</file>